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20" w:rsidRDefault="00A61D38" w:rsidP="00E046EC">
      <w:pPr>
        <w:pStyle w:val="CHN"/>
      </w:pPr>
      <w:r>
        <w:t>Chapter 2</w:t>
      </w:r>
    </w:p>
    <w:p w:rsidR="007F6DA4" w:rsidRDefault="007F6DA4" w:rsidP="00E046EC">
      <w:pPr>
        <w:pStyle w:val="CHT"/>
      </w:pPr>
      <w:r>
        <w:t>R</w:t>
      </w:r>
      <w:r w:rsidR="00C05820">
        <w:t>eading and</w:t>
      </w:r>
      <w:r>
        <w:t xml:space="preserve"> I</w:t>
      </w:r>
      <w:r w:rsidR="00C05820">
        <w:t>nterpreting the</w:t>
      </w:r>
      <w:r>
        <w:t xml:space="preserve"> L</w:t>
      </w:r>
      <w:r w:rsidR="00C05820">
        <w:t xml:space="preserve">iterature in </w:t>
      </w:r>
      <w:r w:rsidR="000C231A">
        <w:t>E</w:t>
      </w:r>
      <w:r w:rsidR="00C05820">
        <w:t>xercise</w:t>
      </w:r>
      <w:r w:rsidR="000C231A">
        <w:t xml:space="preserve"> S</w:t>
      </w:r>
      <w:r w:rsidR="00C05820">
        <w:t>cience</w:t>
      </w:r>
    </w:p>
    <w:p w:rsidR="000C231A" w:rsidRDefault="000C231A" w:rsidP="00E046EC">
      <w:pPr>
        <w:pStyle w:val="Heading1"/>
      </w:pPr>
      <w:r>
        <w:t>Introduction</w:t>
      </w:r>
    </w:p>
    <w:p w:rsidR="000C231A" w:rsidRDefault="000C231A" w:rsidP="00E046EC">
      <w:r>
        <w:t xml:space="preserve">This chapter begins by </w:t>
      </w:r>
      <w:r w:rsidR="00EA253B">
        <w:t xml:space="preserve">discussing the importance of scientific </w:t>
      </w:r>
      <w:r w:rsidR="00C05820">
        <w:t>literature in exercise science.</w:t>
      </w:r>
      <w:r w:rsidR="00EA253B">
        <w:t xml:space="preserve"> The authors then describe the differe</w:t>
      </w:r>
      <w:r w:rsidR="00C05820">
        <w:t>nces between scientific and non</w:t>
      </w:r>
      <w:r w:rsidR="00EA253B">
        <w:t>scienti</w:t>
      </w:r>
      <w:r w:rsidR="00C05820">
        <w:t xml:space="preserve">fic literature sources. </w:t>
      </w:r>
      <w:r w:rsidR="00EA253B">
        <w:t xml:space="preserve">A discussion of the main components of a </w:t>
      </w:r>
      <w:r w:rsidR="0076094E">
        <w:t xml:space="preserve">scientific </w:t>
      </w:r>
      <w:r w:rsidR="00EA253B">
        <w:t xml:space="preserve">research article is also provided, and tips are given for reading and interpreting primary and </w:t>
      </w:r>
      <w:r w:rsidR="00C05820">
        <w:t xml:space="preserve">secondary academic references. </w:t>
      </w:r>
      <w:r w:rsidR="00EA253B">
        <w:t>The chapter ends by describing techniques for locating references, conducting literature searches, and</w:t>
      </w:r>
      <w:r w:rsidR="00C05820">
        <w:t xml:space="preserve"> accessing full-text articles. S</w:t>
      </w:r>
      <w:r w:rsidR="00EA253B">
        <w:t>tudent</w:t>
      </w:r>
      <w:r w:rsidR="00C05820">
        <w:t>s</w:t>
      </w:r>
      <w:r w:rsidR="00EA253B">
        <w:t xml:space="preserve"> </w:t>
      </w:r>
      <w:r w:rsidR="00C05820">
        <w:t xml:space="preserve">are </w:t>
      </w:r>
      <w:r w:rsidR="00EA253B">
        <w:t>encourage</w:t>
      </w:r>
      <w:r w:rsidR="00067D26">
        <w:t>d to practice the techniques described so that they can become intelligent consumers of the literature in exercise science.</w:t>
      </w:r>
    </w:p>
    <w:p w:rsidR="00067D26" w:rsidRDefault="00B353B5" w:rsidP="00E046EC">
      <w:pPr>
        <w:pStyle w:val="Heading1"/>
      </w:pPr>
      <w:r>
        <w:t>Chapter Objectives</w:t>
      </w:r>
    </w:p>
    <w:p w:rsidR="00B353B5" w:rsidRDefault="00B353B5" w:rsidP="00E046EC">
      <w:r>
        <w:t>After studying this chapter</w:t>
      </w:r>
      <w:r w:rsidR="00C05820">
        <w:t>,</w:t>
      </w:r>
      <w:r>
        <w:t xml:space="preserve"> student</w:t>
      </w:r>
      <w:r w:rsidR="00DB07EE">
        <w:t>s</w:t>
      </w:r>
      <w:r>
        <w:t xml:space="preserve"> will be able to</w:t>
      </w:r>
      <w:r w:rsidR="00C05820">
        <w:t xml:space="preserve"> do the following:</w:t>
      </w:r>
    </w:p>
    <w:p w:rsidR="00B353B5" w:rsidRDefault="00B353B5" w:rsidP="00705C38">
      <w:pPr>
        <w:pStyle w:val="ListNumber"/>
        <w:tabs>
          <w:tab w:val="num" w:pos="1080"/>
        </w:tabs>
        <w:ind w:left="1080" w:hanging="360"/>
      </w:pPr>
      <w:r>
        <w:t>Describe the differe</w:t>
      </w:r>
      <w:r w:rsidR="0073765B">
        <w:t>nces between scientific and non</w:t>
      </w:r>
      <w:r>
        <w:t>scientific literature sources.</w:t>
      </w:r>
    </w:p>
    <w:p w:rsidR="00B353B5" w:rsidRDefault="00B353B5" w:rsidP="00705C38">
      <w:pPr>
        <w:pStyle w:val="ListNumber"/>
        <w:tabs>
          <w:tab w:val="num" w:pos="1080"/>
        </w:tabs>
        <w:ind w:left="1080" w:hanging="360"/>
      </w:pPr>
      <w:r>
        <w:t xml:space="preserve">Describe the </w:t>
      </w:r>
      <w:r w:rsidR="00C05820">
        <w:t>seven</w:t>
      </w:r>
      <w:r>
        <w:t xml:space="preserve"> general sections</w:t>
      </w:r>
      <w:r w:rsidR="0076094E">
        <w:t xml:space="preserve"> of a scientific research article</w:t>
      </w:r>
      <w:r>
        <w:t>.</w:t>
      </w:r>
    </w:p>
    <w:p w:rsidR="00B353B5" w:rsidRDefault="00B353B5" w:rsidP="00705C38">
      <w:pPr>
        <w:pStyle w:val="ListNumber"/>
        <w:tabs>
          <w:tab w:val="num" w:pos="1080"/>
        </w:tabs>
        <w:ind w:left="1080" w:hanging="360"/>
      </w:pPr>
      <w:r>
        <w:t xml:space="preserve">List the </w:t>
      </w:r>
      <w:r w:rsidR="00C05820">
        <w:t>three</w:t>
      </w:r>
      <w:r>
        <w:t xml:space="preserve"> major types of secondary academic references.</w:t>
      </w:r>
    </w:p>
    <w:p w:rsidR="00B353B5" w:rsidRDefault="00B353B5" w:rsidP="00705C38">
      <w:pPr>
        <w:pStyle w:val="ListNumber"/>
        <w:tabs>
          <w:tab w:val="num" w:pos="1080"/>
        </w:tabs>
        <w:ind w:left="1080" w:hanging="360"/>
      </w:pPr>
      <w:r>
        <w:t>Discuss how to use scientific literature to locate graduate programs in exercise science.</w:t>
      </w:r>
    </w:p>
    <w:p w:rsidR="00B353B5" w:rsidRDefault="00B353B5" w:rsidP="00705C38">
      <w:pPr>
        <w:pStyle w:val="ListNumber"/>
        <w:tabs>
          <w:tab w:val="num" w:pos="1080"/>
        </w:tabs>
        <w:ind w:left="1080" w:hanging="360"/>
      </w:pPr>
      <w:r>
        <w:t>Discuss how to locate references and perform literature searches in exercise science.</w:t>
      </w:r>
    </w:p>
    <w:p w:rsidR="00B353B5" w:rsidRDefault="00035C77" w:rsidP="00705C38">
      <w:pPr>
        <w:pStyle w:val="ListNumber"/>
        <w:tabs>
          <w:tab w:val="num" w:pos="1080"/>
        </w:tabs>
        <w:ind w:left="1080" w:hanging="360"/>
      </w:pPr>
      <w:r>
        <w:t>Describe how to access the full-text version of a research article.</w:t>
      </w:r>
    </w:p>
    <w:p w:rsidR="006B29B1" w:rsidRDefault="006B29B1" w:rsidP="00E046EC">
      <w:pPr>
        <w:pStyle w:val="Heading1"/>
      </w:pPr>
      <w:r>
        <w:t xml:space="preserve">Related Lab on </w:t>
      </w:r>
      <w:r w:rsidR="008F4B3D">
        <w:t xml:space="preserve">the </w:t>
      </w:r>
      <w:r>
        <w:t>Companion Website</w:t>
      </w:r>
    </w:p>
    <w:p w:rsidR="006B29B1" w:rsidRPr="006B29B1" w:rsidRDefault="006B29B1" w:rsidP="006B29B1">
      <w:r>
        <w:t xml:space="preserve">Students can </w:t>
      </w:r>
      <w:r w:rsidR="008F4B3D">
        <w:t xml:space="preserve">access the lab for this chapter, </w:t>
      </w:r>
      <w:hyperlink r:id="rId7" w:history="1">
        <w:r w:rsidR="008F4B3D" w:rsidRPr="008F4B3D">
          <w:rPr>
            <w:rStyle w:val="Hyperlink"/>
          </w:rPr>
          <w:t>Applying Research to Real-Life Settings</w:t>
        </w:r>
      </w:hyperlink>
      <w:r w:rsidR="008F4B3D">
        <w:t>, at the companion website.</w:t>
      </w:r>
    </w:p>
    <w:p w:rsidR="00C05820" w:rsidRDefault="00C05820" w:rsidP="00E046EC">
      <w:pPr>
        <w:pStyle w:val="Heading1"/>
      </w:pPr>
      <w:r>
        <w:t>Test Questions</w:t>
      </w:r>
    </w:p>
    <w:p w:rsidR="00035C77" w:rsidRDefault="00B14967" w:rsidP="00E046EC">
      <w:pPr>
        <w:pStyle w:val="Heading2"/>
      </w:pPr>
      <w:r>
        <w:t>Multiple Choice</w:t>
      </w:r>
    </w:p>
    <w:p w:rsidR="00035C77" w:rsidRDefault="00E046EC" w:rsidP="007523D4">
      <w:pPr>
        <w:ind w:left="720" w:hanging="360"/>
      </w:pPr>
      <w:r>
        <w:t>1.</w:t>
      </w:r>
      <w:r>
        <w:tab/>
      </w:r>
      <w:r w:rsidR="00FE0B28">
        <w:t>Which of the following is the most important reason for reading and understanding scientific literature in exercise science?</w:t>
      </w:r>
    </w:p>
    <w:p w:rsidR="00FE0B28" w:rsidRDefault="00E046EC" w:rsidP="007523D4">
      <w:pPr>
        <w:tabs>
          <w:tab w:val="left" w:pos="1080"/>
        </w:tabs>
        <w:ind w:left="1080" w:hanging="360"/>
      </w:pPr>
      <w:r>
        <w:lastRenderedPageBreak/>
        <w:t>A.</w:t>
      </w:r>
      <w:r>
        <w:tab/>
      </w:r>
      <w:r w:rsidR="00FE0B28">
        <w:t>It looks good on job r</w:t>
      </w:r>
      <w:r>
        <w:t>é</w:t>
      </w:r>
      <w:r w:rsidR="00FE0B28">
        <w:t>sum</w:t>
      </w:r>
      <w:r>
        <w:t>é</w:t>
      </w:r>
      <w:r w:rsidR="00FE0B28">
        <w:t>s</w:t>
      </w:r>
      <w:r>
        <w:t>.</w:t>
      </w:r>
    </w:p>
    <w:p w:rsidR="00FE0B28" w:rsidRDefault="00E046EC" w:rsidP="007523D4">
      <w:pPr>
        <w:tabs>
          <w:tab w:val="left" w:pos="1080"/>
        </w:tabs>
        <w:ind w:left="1080" w:hanging="360"/>
      </w:pPr>
      <w:r>
        <w:t>B.</w:t>
      </w:r>
      <w:r>
        <w:tab/>
      </w:r>
      <w:r w:rsidR="00F738A6">
        <w:t>I</w:t>
      </w:r>
      <w:r w:rsidR="00FE0B28">
        <w:t>t helps to separate fact from fiction</w:t>
      </w:r>
      <w:r>
        <w:t>.</w:t>
      </w:r>
    </w:p>
    <w:p w:rsidR="00FE0B28" w:rsidRDefault="00E046EC" w:rsidP="007523D4">
      <w:pPr>
        <w:tabs>
          <w:tab w:val="left" w:pos="1080"/>
        </w:tabs>
        <w:ind w:left="1080" w:hanging="360"/>
      </w:pPr>
      <w:r>
        <w:t>C.</w:t>
      </w:r>
      <w:r>
        <w:tab/>
      </w:r>
      <w:r w:rsidR="00F738A6">
        <w:t>I</w:t>
      </w:r>
      <w:r w:rsidR="00FE0B28">
        <w:t>t helps students get better grades</w:t>
      </w:r>
      <w:r>
        <w:t>.</w:t>
      </w:r>
    </w:p>
    <w:p w:rsidR="00FE0B28" w:rsidRDefault="00E046EC" w:rsidP="007523D4">
      <w:pPr>
        <w:tabs>
          <w:tab w:val="left" w:pos="1080"/>
        </w:tabs>
        <w:ind w:left="1080" w:hanging="360"/>
      </w:pPr>
      <w:r>
        <w:t>D.</w:t>
      </w:r>
      <w:r>
        <w:tab/>
      </w:r>
      <w:r w:rsidR="00CD47C3">
        <w:t>It reduces the amount of time that students need to spend studying</w:t>
      </w:r>
      <w:r>
        <w:t>.</w:t>
      </w:r>
    </w:p>
    <w:p w:rsidR="00CD47C3" w:rsidRDefault="00CD47C3" w:rsidP="00E046EC"/>
    <w:p w:rsidR="00CD47C3" w:rsidRDefault="00E046EC" w:rsidP="007523D4">
      <w:pPr>
        <w:tabs>
          <w:tab w:val="left" w:pos="810"/>
        </w:tabs>
        <w:ind w:left="810" w:hanging="360"/>
      </w:pPr>
      <w:r>
        <w:t>2.</w:t>
      </w:r>
      <w:r>
        <w:tab/>
      </w:r>
      <w:r w:rsidR="00CD47C3">
        <w:t>What is the difference between a scienti</w:t>
      </w:r>
      <w:r>
        <w:t>fic literature source and a nonscientific literature source?</w:t>
      </w:r>
    </w:p>
    <w:p w:rsidR="00CD47C3" w:rsidRDefault="00CD47C3" w:rsidP="007523D4">
      <w:pPr>
        <w:tabs>
          <w:tab w:val="left" w:pos="1080"/>
          <w:tab w:val="left" w:pos="1440"/>
        </w:tabs>
        <w:ind w:left="1080" w:hanging="360"/>
      </w:pPr>
      <w:r>
        <w:t>A.</w:t>
      </w:r>
      <w:r w:rsidR="00E046EC">
        <w:tab/>
      </w:r>
      <w:r>
        <w:t>Scientific literature sources undergo a peer review</w:t>
      </w:r>
      <w:r w:rsidR="00E046EC">
        <w:t xml:space="preserve"> process, whereas non</w:t>
      </w:r>
      <w:r>
        <w:t>scientific literature sources do not.</w:t>
      </w:r>
    </w:p>
    <w:p w:rsidR="00CD47C3" w:rsidRDefault="00E046EC" w:rsidP="007523D4">
      <w:pPr>
        <w:tabs>
          <w:tab w:val="left" w:pos="1080"/>
          <w:tab w:val="left" w:pos="1440"/>
        </w:tabs>
        <w:ind w:left="1080" w:hanging="360"/>
      </w:pPr>
      <w:r>
        <w:t>B.</w:t>
      </w:r>
      <w:r>
        <w:tab/>
      </w:r>
      <w:r w:rsidR="00BC5710">
        <w:t>Scientific literature sources describe the results o</w:t>
      </w:r>
      <w:r>
        <w:t>f research studies, whereas non</w:t>
      </w:r>
      <w:r w:rsidR="00BC5710">
        <w:t>scientific literature sources do not.</w:t>
      </w:r>
    </w:p>
    <w:p w:rsidR="00BC5710" w:rsidRDefault="00BC5710" w:rsidP="007523D4">
      <w:pPr>
        <w:tabs>
          <w:tab w:val="left" w:pos="1080"/>
          <w:tab w:val="left" w:pos="1440"/>
        </w:tabs>
        <w:ind w:left="1080" w:hanging="360"/>
      </w:pPr>
      <w:r>
        <w:t>C.</w:t>
      </w:r>
      <w:r w:rsidR="00E046EC">
        <w:tab/>
      </w:r>
      <w:r w:rsidR="00192875">
        <w:t xml:space="preserve">Scientific literature sources are always published in journals, </w:t>
      </w:r>
      <w:r w:rsidR="00E046EC">
        <w:t>while non</w:t>
      </w:r>
      <w:r w:rsidR="00192875">
        <w:t>scientific literature sources are usually only in magazines.</w:t>
      </w:r>
    </w:p>
    <w:p w:rsidR="00192875" w:rsidRDefault="00192875" w:rsidP="007523D4">
      <w:pPr>
        <w:tabs>
          <w:tab w:val="left" w:pos="1080"/>
          <w:tab w:val="left" w:pos="1440"/>
        </w:tabs>
        <w:ind w:left="1080" w:hanging="360"/>
      </w:pPr>
      <w:r>
        <w:t>D.</w:t>
      </w:r>
      <w:r w:rsidR="00E046EC">
        <w:tab/>
      </w:r>
      <w:r>
        <w:t>Scientific literature sources a</w:t>
      </w:r>
      <w:r w:rsidR="00E046EC">
        <w:t>re read by more people than non</w:t>
      </w:r>
      <w:r>
        <w:t>scientific literature sources.</w:t>
      </w:r>
    </w:p>
    <w:p w:rsidR="00192875" w:rsidRDefault="00192875" w:rsidP="00E046EC"/>
    <w:p w:rsidR="00192875" w:rsidRDefault="008267DE" w:rsidP="007523D4">
      <w:pPr>
        <w:ind w:firstLine="90"/>
      </w:pPr>
      <w:r>
        <w:t>3.</w:t>
      </w:r>
      <w:r>
        <w:tab/>
      </w:r>
      <w:r w:rsidR="003F5F45">
        <w:t>What is the difference between a primary and a secondary academic reference?</w:t>
      </w:r>
    </w:p>
    <w:p w:rsidR="003F5F45" w:rsidRDefault="003F5F45" w:rsidP="007523D4">
      <w:pPr>
        <w:tabs>
          <w:tab w:val="left" w:pos="1080"/>
          <w:tab w:val="left" w:pos="1170"/>
        </w:tabs>
        <w:ind w:left="1080" w:hanging="360"/>
      </w:pPr>
      <w:r>
        <w:t>A</w:t>
      </w:r>
      <w:r w:rsidR="00E046EC">
        <w:t>.</w:t>
      </w:r>
      <w:r w:rsidR="00E046EC">
        <w:tab/>
      </w:r>
      <w:r>
        <w:t>Primary academic references include basic and applied research articles, whereas secondary academic references include review articles and academic book or textbook chapters.</w:t>
      </w:r>
    </w:p>
    <w:p w:rsidR="003F5F45" w:rsidRDefault="00E046EC" w:rsidP="007523D4">
      <w:pPr>
        <w:tabs>
          <w:tab w:val="left" w:pos="1080"/>
          <w:tab w:val="left" w:pos="1170"/>
        </w:tabs>
        <w:ind w:left="1080" w:hanging="360"/>
      </w:pPr>
      <w:r>
        <w:t>B.</w:t>
      </w:r>
      <w:r>
        <w:tab/>
      </w:r>
      <w:r w:rsidR="003F5F45">
        <w:t>Primary academic references are always longer than secondary academic references.</w:t>
      </w:r>
    </w:p>
    <w:p w:rsidR="003F5F45" w:rsidRDefault="00E046EC" w:rsidP="007523D4">
      <w:pPr>
        <w:tabs>
          <w:tab w:val="left" w:pos="1080"/>
          <w:tab w:val="left" w:pos="1170"/>
        </w:tabs>
        <w:ind w:left="1080" w:hanging="360"/>
      </w:pPr>
      <w:r>
        <w:t>C.</w:t>
      </w:r>
      <w:r>
        <w:tab/>
      </w:r>
      <w:r w:rsidR="003F5F45">
        <w:t>Primary academic references are peer-reviewed, while secondary academic references are not.</w:t>
      </w:r>
    </w:p>
    <w:p w:rsidR="003F5F45" w:rsidRDefault="00E046EC" w:rsidP="007523D4">
      <w:pPr>
        <w:tabs>
          <w:tab w:val="left" w:pos="1080"/>
          <w:tab w:val="left" w:pos="1170"/>
        </w:tabs>
        <w:ind w:left="1080" w:hanging="360"/>
      </w:pPr>
      <w:r>
        <w:t>D.</w:t>
      </w:r>
      <w:r>
        <w:tab/>
      </w:r>
      <w:r w:rsidR="008E4574">
        <w:t>Primary academic references always contain facts, but secondary academic references do not.</w:t>
      </w:r>
    </w:p>
    <w:p w:rsidR="00E046EC" w:rsidRDefault="00E046EC" w:rsidP="00E046EC"/>
    <w:p w:rsidR="008E4574" w:rsidRDefault="008267DE" w:rsidP="008267DE">
      <w:pPr>
        <w:tabs>
          <w:tab w:val="left" w:pos="360"/>
        </w:tabs>
      </w:pPr>
      <w:r>
        <w:t>4.</w:t>
      </w:r>
      <w:r>
        <w:tab/>
        <w:t>Which of the following are non</w:t>
      </w:r>
      <w:r w:rsidR="008E4574">
        <w:t>scientific literature sources?</w:t>
      </w:r>
    </w:p>
    <w:p w:rsidR="008E4574" w:rsidRDefault="008267DE" w:rsidP="007523D4">
      <w:pPr>
        <w:tabs>
          <w:tab w:val="left" w:pos="1080"/>
        </w:tabs>
        <w:ind w:left="720" w:firstLine="90"/>
      </w:pPr>
      <w:r>
        <w:t>A.</w:t>
      </w:r>
      <w:r>
        <w:tab/>
      </w:r>
      <w:r w:rsidR="008E4574">
        <w:t>Book and textbook chapters</w:t>
      </w:r>
    </w:p>
    <w:p w:rsidR="008267DE" w:rsidRDefault="008267DE" w:rsidP="007523D4">
      <w:pPr>
        <w:tabs>
          <w:tab w:val="left" w:pos="1080"/>
        </w:tabs>
        <w:ind w:left="720" w:firstLine="90"/>
      </w:pPr>
      <w:r>
        <w:t>B.</w:t>
      </w:r>
      <w:r>
        <w:tab/>
      </w:r>
      <w:r w:rsidR="008E4574">
        <w:t>Review articles and meta-analyses</w:t>
      </w:r>
    </w:p>
    <w:p w:rsidR="008E4574" w:rsidRDefault="008267DE" w:rsidP="007523D4">
      <w:pPr>
        <w:tabs>
          <w:tab w:val="left" w:pos="1080"/>
        </w:tabs>
        <w:ind w:left="720" w:firstLine="90"/>
      </w:pPr>
      <w:r>
        <w:t>C.</w:t>
      </w:r>
      <w:r>
        <w:tab/>
      </w:r>
      <w:r w:rsidR="008E4574">
        <w:t xml:space="preserve">Popular magazines, newspaper articles, and most </w:t>
      </w:r>
      <w:r>
        <w:t>I</w:t>
      </w:r>
      <w:r w:rsidR="008E4574">
        <w:t>nternet websites</w:t>
      </w:r>
    </w:p>
    <w:p w:rsidR="008E4574" w:rsidRDefault="008267DE" w:rsidP="007523D4">
      <w:pPr>
        <w:tabs>
          <w:tab w:val="left" w:pos="1080"/>
        </w:tabs>
        <w:ind w:left="720" w:firstLine="90"/>
      </w:pPr>
      <w:r>
        <w:t>D.</w:t>
      </w:r>
      <w:r>
        <w:tab/>
      </w:r>
      <w:r w:rsidR="008E4574">
        <w:t>Research articles and technical notes</w:t>
      </w:r>
    </w:p>
    <w:p w:rsidR="008E4574" w:rsidRDefault="008E4574" w:rsidP="00E046EC"/>
    <w:p w:rsidR="008E4574" w:rsidRDefault="008267DE" w:rsidP="007523D4">
      <w:pPr>
        <w:tabs>
          <w:tab w:val="left" w:pos="360"/>
          <w:tab w:val="left" w:pos="720"/>
        </w:tabs>
        <w:ind w:left="720" w:hanging="360"/>
      </w:pPr>
      <w:r>
        <w:lastRenderedPageBreak/>
        <w:t>5</w:t>
      </w:r>
      <w:r w:rsidR="00A61D38">
        <w:t>.</w:t>
      </w:r>
      <w:r>
        <w:tab/>
      </w:r>
      <w:r w:rsidR="008E4574">
        <w:t>Which of the following is the purpose of the Abstract section of a primary academic reference?</w:t>
      </w:r>
    </w:p>
    <w:p w:rsidR="008E4574" w:rsidRDefault="008267DE" w:rsidP="007523D4">
      <w:pPr>
        <w:tabs>
          <w:tab w:val="left" w:pos="1080"/>
        </w:tabs>
        <w:ind w:left="1080" w:hanging="360"/>
      </w:pPr>
      <w:r>
        <w:t>A.</w:t>
      </w:r>
      <w:r>
        <w:tab/>
      </w:r>
      <w:r w:rsidR="002F329A">
        <w:t>It thoroughly describes the methods used by the authors in the study.</w:t>
      </w:r>
    </w:p>
    <w:p w:rsidR="002F329A" w:rsidRDefault="008267DE" w:rsidP="007523D4">
      <w:pPr>
        <w:tabs>
          <w:tab w:val="left" w:pos="1080"/>
        </w:tabs>
        <w:ind w:left="1080" w:hanging="360"/>
      </w:pPr>
      <w:r>
        <w:t>B.</w:t>
      </w:r>
      <w:r>
        <w:tab/>
      </w:r>
      <w:r w:rsidR="002F329A">
        <w:t>It presents all of the results from the study.</w:t>
      </w:r>
    </w:p>
    <w:p w:rsidR="002F329A" w:rsidRDefault="008267DE" w:rsidP="007523D4">
      <w:pPr>
        <w:tabs>
          <w:tab w:val="left" w:pos="1170"/>
          <w:tab w:val="left" w:pos="1530"/>
        </w:tabs>
        <w:ind w:left="1080" w:hanging="360"/>
      </w:pPr>
      <w:r>
        <w:t>C.</w:t>
      </w:r>
      <w:r>
        <w:tab/>
      </w:r>
      <w:r w:rsidR="002F329A">
        <w:t>It provides a detailed discussion of the results from the study.</w:t>
      </w:r>
    </w:p>
    <w:p w:rsidR="002F329A" w:rsidRDefault="008267DE" w:rsidP="007523D4">
      <w:pPr>
        <w:tabs>
          <w:tab w:val="left" w:pos="1170"/>
          <w:tab w:val="left" w:pos="1530"/>
        </w:tabs>
        <w:ind w:left="1080" w:hanging="360"/>
      </w:pPr>
      <w:r>
        <w:t>D.</w:t>
      </w:r>
      <w:r>
        <w:tab/>
      </w:r>
      <w:r w:rsidR="002F329A">
        <w:t>It provides a very brief overview of the purpose, methods, results, and conclusions from the study.</w:t>
      </w:r>
    </w:p>
    <w:p w:rsidR="008267DE" w:rsidRDefault="008267DE" w:rsidP="00E046EC"/>
    <w:p w:rsidR="002F329A" w:rsidRDefault="007D2A62" w:rsidP="007D2A62">
      <w:pPr>
        <w:tabs>
          <w:tab w:val="left" w:pos="360"/>
        </w:tabs>
        <w:ind w:hanging="360"/>
      </w:pPr>
      <w:r>
        <w:t>6.</w:t>
      </w:r>
      <w:r>
        <w:tab/>
      </w:r>
      <w:r w:rsidR="002F329A">
        <w:t xml:space="preserve">Which of the following is </w:t>
      </w:r>
      <w:r w:rsidR="006B115D">
        <w:t>one of the functions of the Introduction section of a primary academic reference?</w:t>
      </w:r>
    </w:p>
    <w:p w:rsidR="006B115D" w:rsidRDefault="00CF07A2" w:rsidP="007523D4">
      <w:pPr>
        <w:tabs>
          <w:tab w:val="left" w:pos="1080"/>
        </w:tabs>
        <w:ind w:left="720"/>
      </w:pPr>
      <w:r>
        <w:t>A.</w:t>
      </w:r>
      <w:r>
        <w:tab/>
      </w:r>
      <w:r w:rsidR="006B115D">
        <w:t>It provides a purpose statement for the study.</w:t>
      </w:r>
    </w:p>
    <w:p w:rsidR="006B115D" w:rsidRDefault="006B115D" w:rsidP="007523D4">
      <w:pPr>
        <w:tabs>
          <w:tab w:val="left" w:pos="1080"/>
        </w:tabs>
        <w:ind w:left="720"/>
      </w:pPr>
      <w:r>
        <w:t>B.</w:t>
      </w:r>
      <w:r w:rsidR="00CF07A2">
        <w:tab/>
      </w:r>
      <w:r>
        <w:t>It describes the methods that were used in the study.</w:t>
      </w:r>
    </w:p>
    <w:p w:rsidR="006B115D" w:rsidRDefault="006B115D" w:rsidP="007523D4">
      <w:pPr>
        <w:tabs>
          <w:tab w:val="left" w:pos="1080"/>
        </w:tabs>
        <w:ind w:left="720"/>
      </w:pPr>
      <w:r>
        <w:t>C.</w:t>
      </w:r>
      <w:r w:rsidR="00CF07A2">
        <w:tab/>
      </w:r>
      <w:r>
        <w:t>It provides a detailed discussion of the results from the study.</w:t>
      </w:r>
    </w:p>
    <w:p w:rsidR="006B115D" w:rsidRDefault="006B115D" w:rsidP="007523D4">
      <w:pPr>
        <w:tabs>
          <w:tab w:val="left" w:pos="1080"/>
        </w:tabs>
        <w:ind w:left="720"/>
      </w:pPr>
      <w:r>
        <w:t>D.</w:t>
      </w:r>
      <w:r w:rsidR="00CF07A2">
        <w:tab/>
      </w:r>
      <w:r>
        <w:t>It provides a summary of the most important findings from the study.</w:t>
      </w:r>
    </w:p>
    <w:p w:rsidR="00FC195A" w:rsidRDefault="00FC195A" w:rsidP="00E046EC"/>
    <w:p w:rsidR="006B115D" w:rsidRDefault="007F3C9E" w:rsidP="007F3C9E">
      <w:pPr>
        <w:tabs>
          <w:tab w:val="left" w:pos="360"/>
        </w:tabs>
        <w:ind w:hanging="360"/>
      </w:pPr>
      <w:r>
        <w:t>7.</w:t>
      </w:r>
      <w:r>
        <w:tab/>
      </w:r>
      <w:r w:rsidR="00FC195A">
        <w:t xml:space="preserve">What is one of the most important reasons </w:t>
      </w:r>
      <w:r w:rsidR="00717D7A">
        <w:t>why</w:t>
      </w:r>
      <w:r w:rsidR="00FC195A">
        <w:t xml:space="preserve"> the Methods section of a pr</w:t>
      </w:r>
      <w:r w:rsidR="00442F2A">
        <w:t>imary academic reference must provide a detailed description of the design of the study and all the techniques that were used to collect the data</w:t>
      </w:r>
      <w:r w:rsidR="00FC195A">
        <w:t>?</w:t>
      </w:r>
    </w:p>
    <w:p w:rsidR="00FC195A" w:rsidRDefault="00674EE7" w:rsidP="00674EE7">
      <w:pPr>
        <w:tabs>
          <w:tab w:val="left" w:pos="1080"/>
        </w:tabs>
        <w:ind w:left="720"/>
      </w:pPr>
      <w:r>
        <w:t>A.</w:t>
      </w:r>
      <w:r>
        <w:tab/>
      </w:r>
      <w:r w:rsidR="00FC195A">
        <w:t>Another researcher may want to replicate or slightly modify the study.</w:t>
      </w:r>
    </w:p>
    <w:p w:rsidR="00FC195A" w:rsidRDefault="00674EE7" w:rsidP="00674EE7">
      <w:pPr>
        <w:tabs>
          <w:tab w:val="left" w:pos="1080"/>
        </w:tabs>
        <w:ind w:left="1080" w:hanging="360"/>
      </w:pPr>
      <w:r>
        <w:t>B.</w:t>
      </w:r>
      <w:r>
        <w:tab/>
      </w:r>
      <w:r w:rsidR="00442F2A">
        <w:t>It is hard to understand the results from a research study without first knowing the methods that were used to collect the data.</w:t>
      </w:r>
    </w:p>
    <w:p w:rsidR="00442F2A" w:rsidRDefault="00674EE7" w:rsidP="00674EE7">
      <w:pPr>
        <w:tabs>
          <w:tab w:val="left" w:pos="1080"/>
        </w:tabs>
        <w:ind w:left="1080" w:hanging="360"/>
      </w:pPr>
      <w:r>
        <w:t>C.</w:t>
      </w:r>
      <w:r>
        <w:tab/>
      </w:r>
      <w:r w:rsidR="00442F2A">
        <w:t>The methods used in the research study must be consistent with those used in previous investigations.</w:t>
      </w:r>
    </w:p>
    <w:p w:rsidR="00442F2A" w:rsidRDefault="00674EE7" w:rsidP="00717D7A">
      <w:pPr>
        <w:tabs>
          <w:tab w:val="left" w:pos="1080"/>
        </w:tabs>
        <w:ind w:left="1080" w:hanging="360"/>
      </w:pPr>
      <w:r>
        <w:t>D.</w:t>
      </w:r>
      <w:r>
        <w:tab/>
      </w:r>
      <w:r w:rsidR="00442F2A">
        <w:t>The Methods section must be the same length as all of the other sections of the article.</w:t>
      </w:r>
    </w:p>
    <w:p w:rsidR="00442F2A" w:rsidRDefault="00442F2A" w:rsidP="00E046EC"/>
    <w:p w:rsidR="00442F2A" w:rsidRDefault="008D1219" w:rsidP="008D1219">
      <w:pPr>
        <w:ind w:hanging="360"/>
      </w:pPr>
      <w:r>
        <w:t>8.</w:t>
      </w:r>
      <w:r>
        <w:tab/>
      </w:r>
      <w:r w:rsidR="00AC3A7B">
        <w:t xml:space="preserve">What is one of the most important reasons </w:t>
      </w:r>
      <w:r>
        <w:t>why</w:t>
      </w:r>
      <w:r w:rsidR="00AC3A7B">
        <w:t xml:space="preserve"> the Results section of a primary academic reference must provide a comprehensive description of the results from all of the statistical analyses that were performed?</w:t>
      </w:r>
    </w:p>
    <w:p w:rsidR="00AC3A7B" w:rsidRDefault="00AC3A7B" w:rsidP="008D1219">
      <w:pPr>
        <w:ind w:left="1080" w:hanging="360"/>
      </w:pPr>
      <w:r>
        <w:t>A.</w:t>
      </w:r>
      <w:r w:rsidR="008D1219">
        <w:tab/>
      </w:r>
      <w:r>
        <w:t>The Results section must be the same length as all of the other sections of the article.</w:t>
      </w:r>
    </w:p>
    <w:p w:rsidR="00AC3A7B" w:rsidRDefault="00AC3A7B" w:rsidP="008D1219">
      <w:pPr>
        <w:ind w:left="1080" w:hanging="360"/>
      </w:pPr>
      <w:r>
        <w:t>B.</w:t>
      </w:r>
      <w:r w:rsidR="008D1219">
        <w:tab/>
      </w:r>
      <w:r>
        <w:t>The primary academic reference will not get published unless the Results section is comprehensive.</w:t>
      </w:r>
    </w:p>
    <w:p w:rsidR="00AC3A7B" w:rsidRDefault="00AC3A7B" w:rsidP="008D1219">
      <w:pPr>
        <w:ind w:left="1080" w:hanging="360"/>
      </w:pPr>
      <w:r>
        <w:t>C.</w:t>
      </w:r>
      <w:r w:rsidR="008D1219">
        <w:tab/>
      </w:r>
      <w:r>
        <w:t>The results from a research study may be used in review articles known as meta-analyses.</w:t>
      </w:r>
    </w:p>
    <w:p w:rsidR="00AC3A7B" w:rsidRDefault="00AC3A7B" w:rsidP="008D1219">
      <w:pPr>
        <w:ind w:left="1080" w:hanging="360"/>
      </w:pPr>
      <w:r>
        <w:lastRenderedPageBreak/>
        <w:t>D.</w:t>
      </w:r>
      <w:r w:rsidR="008D1219">
        <w:tab/>
      </w:r>
      <w:r w:rsidR="00C412F2">
        <w:t>The Results section is the only part of the research article where the author(s) presents the results from their statistical analyses.</w:t>
      </w:r>
    </w:p>
    <w:p w:rsidR="008D1219" w:rsidRDefault="008D1219" w:rsidP="00E046EC"/>
    <w:p w:rsidR="00C412F2" w:rsidRDefault="008D1219" w:rsidP="004D2ECB">
      <w:pPr>
        <w:tabs>
          <w:tab w:val="left" w:pos="360"/>
        </w:tabs>
        <w:ind w:hanging="360"/>
      </w:pPr>
      <w:r>
        <w:t>9.</w:t>
      </w:r>
      <w:r>
        <w:tab/>
      </w:r>
      <w:r w:rsidR="00C412F2">
        <w:t xml:space="preserve">Which of the following is </w:t>
      </w:r>
      <w:r w:rsidR="00D53E17">
        <w:t>one of the most important functions of the Discussion section of a primary academic reference?</w:t>
      </w:r>
    </w:p>
    <w:p w:rsidR="00D53E17" w:rsidRDefault="008D1219" w:rsidP="008D1219">
      <w:pPr>
        <w:tabs>
          <w:tab w:val="left" w:pos="1080"/>
        </w:tabs>
        <w:ind w:left="720"/>
      </w:pPr>
      <w:r>
        <w:t>A.</w:t>
      </w:r>
      <w:r>
        <w:tab/>
      </w:r>
      <w:r w:rsidR="00D53E17">
        <w:t xml:space="preserve">The Discussion section is a brief synopsis of the results from the study. </w:t>
      </w:r>
    </w:p>
    <w:p w:rsidR="00D53E17" w:rsidRDefault="008D1219" w:rsidP="008D1219">
      <w:pPr>
        <w:tabs>
          <w:tab w:val="left" w:pos="1080"/>
        </w:tabs>
        <w:ind w:left="720"/>
      </w:pPr>
      <w:r>
        <w:t>B.</w:t>
      </w:r>
      <w:r>
        <w:tab/>
      </w:r>
      <w:r w:rsidR="00D53E17">
        <w:t>The Discussion section provides a basis for performing the study.</w:t>
      </w:r>
    </w:p>
    <w:p w:rsidR="00D53E17" w:rsidRDefault="008D1219" w:rsidP="008D1219">
      <w:pPr>
        <w:tabs>
          <w:tab w:val="left" w:pos="1080"/>
        </w:tabs>
        <w:ind w:left="720"/>
      </w:pPr>
      <w:r>
        <w:t>C.</w:t>
      </w:r>
      <w:r>
        <w:tab/>
      </w:r>
      <w:r w:rsidR="00D53E17">
        <w:t>The Discussion section develops a basis for future studies.</w:t>
      </w:r>
    </w:p>
    <w:p w:rsidR="00D53E17" w:rsidRDefault="008D1219" w:rsidP="008D1219">
      <w:pPr>
        <w:tabs>
          <w:tab w:val="left" w:pos="1080"/>
        </w:tabs>
        <w:ind w:left="720"/>
      </w:pPr>
      <w:r>
        <w:t>D.</w:t>
      </w:r>
      <w:r>
        <w:tab/>
      </w:r>
      <w:r w:rsidR="00D53E17">
        <w:t>The Discussion section describes why the study was performed.</w:t>
      </w:r>
    </w:p>
    <w:p w:rsidR="001113BF" w:rsidRDefault="001113BF" w:rsidP="00A61D38"/>
    <w:p w:rsidR="008E6DD7" w:rsidRDefault="00A61D38" w:rsidP="0081217E">
      <w:pPr>
        <w:tabs>
          <w:tab w:val="left" w:pos="360"/>
        </w:tabs>
        <w:ind w:hanging="360"/>
      </w:pPr>
      <w:r>
        <w:t>10</w:t>
      </w:r>
      <w:r w:rsidR="0081217E">
        <w:t>.</w:t>
      </w:r>
      <w:r w:rsidR="0081217E">
        <w:tab/>
      </w:r>
      <w:r w:rsidR="008E6DD7">
        <w:t>What is one of the most important functions of the reference list in a primary academic reference?</w:t>
      </w:r>
    </w:p>
    <w:p w:rsidR="008E6DD7" w:rsidRDefault="008E6DD7" w:rsidP="0081217E">
      <w:pPr>
        <w:tabs>
          <w:tab w:val="left" w:pos="900"/>
        </w:tabs>
        <w:ind w:left="540"/>
      </w:pPr>
      <w:r>
        <w:t>A.</w:t>
      </w:r>
      <w:r w:rsidR="0081217E">
        <w:tab/>
      </w:r>
      <w:r>
        <w:t>It shows that the author(s) of the article understands the literature in the area.</w:t>
      </w:r>
    </w:p>
    <w:p w:rsidR="008E6DD7" w:rsidRDefault="008E6DD7" w:rsidP="0081217E">
      <w:pPr>
        <w:tabs>
          <w:tab w:val="left" w:pos="900"/>
        </w:tabs>
        <w:ind w:left="900" w:hanging="360"/>
      </w:pPr>
      <w:r>
        <w:t>B.</w:t>
      </w:r>
      <w:r w:rsidR="0081217E">
        <w:tab/>
      </w:r>
      <w:r>
        <w:t>It provides all of the information that is needed for the reader to acquire the publications cited by the author(s) in the article.</w:t>
      </w:r>
    </w:p>
    <w:p w:rsidR="008E6DD7" w:rsidRDefault="00197774" w:rsidP="00723D61">
      <w:pPr>
        <w:tabs>
          <w:tab w:val="left" w:pos="900"/>
        </w:tabs>
        <w:ind w:left="540"/>
      </w:pPr>
      <w:r>
        <w:t>C.</w:t>
      </w:r>
      <w:r w:rsidR="0081217E">
        <w:tab/>
        <w:t>I</w:t>
      </w:r>
      <w:r>
        <w:t xml:space="preserve">t shows the names of other scientists </w:t>
      </w:r>
      <w:r w:rsidR="0081217E">
        <w:t>who</w:t>
      </w:r>
      <w:r>
        <w:t xml:space="preserve"> are conducting research in the area.</w:t>
      </w:r>
    </w:p>
    <w:p w:rsidR="00197774" w:rsidRDefault="00197774" w:rsidP="0081217E">
      <w:pPr>
        <w:tabs>
          <w:tab w:val="left" w:pos="900"/>
        </w:tabs>
        <w:ind w:left="540"/>
      </w:pPr>
      <w:r>
        <w:t>D.</w:t>
      </w:r>
      <w:r w:rsidR="0081217E">
        <w:tab/>
      </w:r>
      <w:r>
        <w:t>It shows that the study was not the first one conducted in the area.</w:t>
      </w:r>
    </w:p>
    <w:p w:rsidR="0081217E" w:rsidRDefault="0081217E" w:rsidP="00E046EC"/>
    <w:p w:rsidR="00197774" w:rsidRDefault="00A61D38" w:rsidP="0081217E">
      <w:pPr>
        <w:ind w:hanging="360"/>
      </w:pPr>
      <w:r>
        <w:t>11</w:t>
      </w:r>
      <w:r w:rsidR="00197774">
        <w:t>.</w:t>
      </w:r>
      <w:r w:rsidR="0081217E">
        <w:tab/>
      </w:r>
      <w:r w:rsidR="00197774">
        <w:t>What is one of the most important differences between exercise science textbooks and books that focus on a specialized topic in exercise science?</w:t>
      </w:r>
    </w:p>
    <w:p w:rsidR="00197774" w:rsidRDefault="00197774" w:rsidP="0081217E">
      <w:pPr>
        <w:tabs>
          <w:tab w:val="left" w:pos="900"/>
        </w:tabs>
        <w:ind w:left="900" w:hanging="360"/>
      </w:pPr>
      <w:r>
        <w:t>A.</w:t>
      </w:r>
      <w:r w:rsidR="0081217E">
        <w:tab/>
      </w:r>
      <w:r>
        <w:t>Textbooks are usually comprehensive, wh</w:t>
      </w:r>
      <w:r w:rsidR="00991F92">
        <w:t>ereas</w:t>
      </w:r>
      <w:r>
        <w:t xml:space="preserve"> books on a specialized topic are not.</w:t>
      </w:r>
    </w:p>
    <w:p w:rsidR="00197774" w:rsidRDefault="00197774" w:rsidP="0081217E">
      <w:pPr>
        <w:tabs>
          <w:tab w:val="left" w:pos="900"/>
        </w:tabs>
        <w:ind w:left="900" w:hanging="360"/>
      </w:pPr>
      <w:r>
        <w:t>B.</w:t>
      </w:r>
      <w:r w:rsidR="0081217E">
        <w:tab/>
      </w:r>
      <w:r>
        <w:t xml:space="preserve">Textbooks are usually written for teaching purposes, while books on a specialized topic </w:t>
      </w:r>
      <w:r w:rsidR="005548B4">
        <w:t>usually summarize the literature in a particular area.</w:t>
      </w:r>
    </w:p>
    <w:p w:rsidR="005548B4" w:rsidRDefault="005548B4" w:rsidP="0081217E">
      <w:pPr>
        <w:tabs>
          <w:tab w:val="left" w:pos="900"/>
        </w:tabs>
        <w:ind w:left="540"/>
      </w:pPr>
      <w:r>
        <w:t>C.</w:t>
      </w:r>
      <w:r w:rsidR="0081217E">
        <w:tab/>
      </w:r>
      <w:r>
        <w:t>Textbooks are always longer than books on a specialized topic.</w:t>
      </w:r>
    </w:p>
    <w:p w:rsidR="005548B4" w:rsidRDefault="005548B4" w:rsidP="0081217E">
      <w:pPr>
        <w:tabs>
          <w:tab w:val="left" w:pos="900"/>
        </w:tabs>
        <w:ind w:left="900" w:hanging="360"/>
      </w:pPr>
      <w:r>
        <w:t>D</w:t>
      </w:r>
      <w:r w:rsidR="0081217E">
        <w:tab/>
      </w:r>
      <w:r>
        <w:t>Textbooks often have a different author for each chapter, wh</w:t>
      </w:r>
      <w:r w:rsidR="00991F92">
        <w:t>ereas</w:t>
      </w:r>
      <w:r>
        <w:t xml:space="preserve"> books on a specialized topic are usually written by only one author.</w:t>
      </w:r>
    </w:p>
    <w:p w:rsidR="0081217E" w:rsidRDefault="0081217E" w:rsidP="00E046EC"/>
    <w:p w:rsidR="005548B4" w:rsidRDefault="00A61D38" w:rsidP="00246AFA">
      <w:pPr>
        <w:ind w:left="540" w:hanging="540"/>
      </w:pPr>
      <w:r>
        <w:t>12</w:t>
      </w:r>
      <w:r w:rsidR="00246AFA">
        <w:t>.</w:t>
      </w:r>
      <w:r w:rsidR="00246AFA">
        <w:tab/>
      </w:r>
      <w:r w:rsidR="005548B4">
        <w:t xml:space="preserve">Which of the following is a useful, government-based website for locating </w:t>
      </w:r>
      <w:r w:rsidR="00724468">
        <w:t xml:space="preserve">scientific </w:t>
      </w:r>
      <w:r w:rsidR="005548B4">
        <w:t>literature</w:t>
      </w:r>
      <w:r w:rsidR="00724468">
        <w:t xml:space="preserve"> sources</w:t>
      </w:r>
      <w:r w:rsidR="005548B4">
        <w:t xml:space="preserve"> in exercise science?</w:t>
      </w:r>
    </w:p>
    <w:p w:rsidR="001E2275" w:rsidRDefault="00723D61" w:rsidP="00AC7331">
      <w:pPr>
        <w:tabs>
          <w:tab w:val="left" w:pos="720"/>
          <w:tab w:val="left" w:pos="900"/>
          <w:tab w:val="left" w:pos="1080"/>
        </w:tabs>
        <w:ind w:left="1440" w:hanging="900"/>
      </w:pPr>
      <w:r>
        <w:t>A.</w:t>
      </w:r>
      <w:r>
        <w:tab/>
      </w:r>
      <w:r w:rsidR="001E2275">
        <w:t>Google</w:t>
      </w:r>
    </w:p>
    <w:p w:rsidR="001E2275" w:rsidRDefault="00723D61" w:rsidP="00AC7331">
      <w:pPr>
        <w:tabs>
          <w:tab w:val="left" w:pos="720"/>
          <w:tab w:val="left" w:pos="900"/>
          <w:tab w:val="left" w:pos="1080"/>
        </w:tabs>
        <w:ind w:left="1440" w:hanging="900"/>
      </w:pPr>
      <w:r>
        <w:t>B.</w:t>
      </w:r>
      <w:r>
        <w:tab/>
      </w:r>
      <w:r w:rsidR="001E2275">
        <w:t>Yahoo</w:t>
      </w:r>
    </w:p>
    <w:p w:rsidR="001E2275" w:rsidRDefault="00723D61" w:rsidP="00AC7331">
      <w:pPr>
        <w:tabs>
          <w:tab w:val="left" w:pos="720"/>
          <w:tab w:val="left" w:pos="900"/>
          <w:tab w:val="left" w:pos="1080"/>
          <w:tab w:val="left" w:pos="1260"/>
        </w:tabs>
        <w:ind w:left="1440" w:hanging="900"/>
      </w:pPr>
      <w:r>
        <w:t>C.</w:t>
      </w:r>
      <w:r>
        <w:tab/>
      </w:r>
      <w:proofErr w:type="spellStart"/>
      <w:r w:rsidR="001E2275">
        <w:t>PubMed</w:t>
      </w:r>
      <w:proofErr w:type="spellEnd"/>
    </w:p>
    <w:p w:rsidR="001E2275" w:rsidRDefault="00723D61" w:rsidP="00AC7331">
      <w:pPr>
        <w:tabs>
          <w:tab w:val="left" w:pos="720"/>
          <w:tab w:val="left" w:pos="900"/>
          <w:tab w:val="left" w:pos="1080"/>
          <w:tab w:val="left" w:pos="1260"/>
        </w:tabs>
        <w:ind w:left="1440" w:hanging="900"/>
      </w:pPr>
      <w:r>
        <w:t>D.</w:t>
      </w:r>
      <w:r>
        <w:tab/>
      </w:r>
      <w:r w:rsidR="001E2275">
        <w:t>Wikipedia</w:t>
      </w:r>
    </w:p>
    <w:p w:rsidR="00246AFA" w:rsidRDefault="00246AFA" w:rsidP="00E046EC"/>
    <w:p w:rsidR="001E2275" w:rsidRDefault="00A61D38" w:rsidP="00991F92">
      <w:pPr>
        <w:ind w:left="540" w:hanging="540"/>
      </w:pPr>
      <w:r>
        <w:t>13</w:t>
      </w:r>
      <w:r w:rsidR="00246AFA">
        <w:t>.</w:t>
      </w:r>
      <w:r w:rsidR="00246AFA">
        <w:tab/>
      </w:r>
      <w:r w:rsidR="007523D4">
        <w:t xml:space="preserve">Which of the following </w:t>
      </w:r>
      <w:r w:rsidR="001E2275">
        <w:t>service</w:t>
      </w:r>
      <w:r w:rsidR="007523D4">
        <w:t>s</w:t>
      </w:r>
      <w:r w:rsidR="001E2275">
        <w:t xml:space="preserve"> are students encouraged to use when their university or college library does not have access to the full-text version of the article that they are trying to acquire?</w:t>
      </w:r>
    </w:p>
    <w:p w:rsidR="001E2275" w:rsidRDefault="00723D61" w:rsidP="00AC7331">
      <w:pPr>
        <w:tabs>
          <w:tab w:val="left" w:pos="720"/>
          <w:tab w:val="left" w:pos="1080"/>
        </w:tabs>
        <w:ind w:left="540"/>
      </w:pPr>
      <w:r>
        <w:t>A.</w:t>
      </w:r>
      <w:r>
        <w:tab/>
      </w:r>
      <w:r w:rsidR="001E2275">
        <w:t>Interlibrary loan</w:t>
      </w:r>
    </w:p>
    <w:p w:rsidR="001E2275" w:rsidRDefault="00723D61" w:rsidP="00AC7331">
      <w:pPr>
        <w:tabs>
          <w:tab w:val="left" w:pos="720"/>
          <w:tab w:val="left" w:pos="1080"/>
        </w:tabs>
        <w:ind w:left="540"/>
      </w:pPr>
      <w:r>
        <w:t>B.</w:t>
      </w:r>
      <w:r>
        <w:tab/>
      </w:r>
      <w:proofErr w:type="spellStart"/>
      <w:r w:rsidR="00991F92">
        <w:t>PubMed</w:t>
      </w:r>
      <w:proofErr w:type="spellEnd"/>
    </w:p>
    <w:p w:rsidR="001E2275" w:rsidRDefault="00723D61" w:rsidP="00AC7331">
      <w:pPr>
        <w:tabs>
          <w:tab w:val="left" w:pos="720"/>
          <w:tab w:val="left" w:pos="1080"/>
        </w:tabs>
        <w:ind w:left="540"/>
      </w:pPr>
      <w:r>
        <w:t>C.</w:t>
      </w:r>
      <w:r>
        <w:tab/>
      </w:r>
      <w:r w:rsidR="001E2275">
        <w:t>ERIC</w:t>
      </w:r>
    </w:p>
    <w:p w:rsidR="001E2275" w:rsidRDefault="00723D61" w:rsidP="00AC7331">
      <w:pPr>
        <w:tabs>
          <w:tab w:val="left" w:pos="720"/>
          <w:tab w:val="left" w:pos="1080"/>
        </w:tabs>
        <w:ind w:left="540"/>
      </w:pPr>
      <w:r>
        <w:t>D.</w:t>
      </w:r>
      <w:r>
        <w:tab/>
      </w:r>
      <w:r w:rsidR="001E2275">
        <w:t>Google</w:t>
      </w:r>
    </w:p>
    <w:p w:rsidR="001E2275" w:rsidRDefault="0089211C" w:rsidP="00246AFA">
      <w:pPr>
        <w:pStyle w:val="Heading2"/>
      </w:pPr>
      <w:r>
        <w:t xml:space="preserve">True or False </w:t>
      </w:r>
    </w:p>
    <w:p w:rsidR="0089211C" w:rsidRDefault="0089211C" w:rsidP="00AC7331">
      <w:pPr>
        <w:numPr>
          <w:ilvl w:val="0"/>
          <w:numId w:val="18"/>
        </w:numPr>
        <w:tabs>
          <w:tab w:val="num" w:pos="360"/>
          <w:tab w:val="left" w:pos="720"/>
        </w:tabs>
        <w:ind w:left="720"/>
      </w:pPr>
      <w:r>
        <w:t>Due to its “scientific infancy</w:t>
      </w:r>
      <w:r w:rsidR="00991F92">
        <w:t>,”</w:t>
      </w:r>
      <w:r>
        <w:t xml:space="preserve"> current knowledge in exercise science can change rapidly and often.</w:t>
      </w:r>
    </w:p>
    <w:p w:rsidR="0089211C" w:rsidRDefault="002B57BD" w:rsidP="00AC7331">
      <w:pPr>
        <w:numPr>
          <w:ilvl w:val="0"/>
          <w:numId w:val="18"/>
        </w:numPr>
        <w:tabs>
          <w:tab w:val="num" w:pos="360"/>
          <w:tab w:val="left" w:pos="720"/>
        </w:tabs>
        <w:ind w:left="720"/>
      </w:pPr>
      <w:r>
        <w:t xml:space="preserve">The </w:t>
      </w:r>
      <w:r w:rsidR="00991F92">
        <w:t>First</w:t>
      </w:r>
      <w:r>
        <w:t xml:space="preserve"> </w:t>
      </w:r>
      <w:r w:rsidR="00991F92">
        <w:t>A</w:t>
      </w:r>
      <w:r>
        <w:t xml:space="preserve">mendment of the </w:t>
      </w:r>
      <w:r w:rsidR="00991F92">
        <w:t>U.S.</w:t>
      </w:r>
      <w:r>
        <w:t xml:space="preserve"> Constitution prevents </w:t>
      </w:r>
      <w:r w:rsidR="00AC7331">
        <w:t>a person</w:t>
      </w:r>
      <w:r>
        <w:t xml:space="preserve"> from publishing anything that is not true.</w:t>
      </w:r>
    </w:p>
    <w:p w:rsidR="002B57BD" w:rsidRDefault="002B57BD" w:rsidP="00AC7331">
      <w:pPr>
        <w:numPr>
          <w:ilvl w:val="0"/>
          <w:numId w:val="18"/>
        </w:numPr>
        <w:tabs>
          <w:tab w:val="num" w:pos="360"/>
          <w:tab w:val="left" w:pos="720"/>
        </w:tabs>
        <w:ind w:left="720"/>
      </w:pPr>
      <w:r>
        <w:t>The peer review process for a scientific research article typically takes less than two weeks to complete.</w:t>
      </w:r>
    </w:p>
    <w:p w:rsidR="002B57BD" w:rsidRDefault="002B57BD" w:rsidP="00AC7331">
      <w:pPr>
        <w:numPr>
          <w:ilvl w:val="0"/>
          <w:numId w:val="18"/>
        </w:numPr>
        <w:tabs>
          <w:tab w:val="num" w:pos="360"/>
          <w:tab w:val="left" w:pos="720"/>
        </w:tabs>
        <w:ind w:left="720"/>
      </w:pPr>
      <w:r>
        <w:t xml:space="preserve">The peer review process for a scientific research article is </w:t>
      </w:r>
      <w:r w:rsidR="002E3534">
        <w:t>extensive and rigorous and demands a higher quality of lite</w:t>
      </w:r>
      <w:r w:rsidR="00C8165B">
        <w:t>rature than non</w:t>
      </w:r>
      <w:r w:rsidR="00991F92">
        <w:t>scientific, non</w:t>
      </w:r>
      <w:r w:rsidR="00C8165B">
        <w:t>-</w:t>
      </w:r>
      <w:r w:rsidR="002E3534">
        <w:t>reviewed sources.</w:t>
      </w:r>
    </w:p>
    <w:p w:rsidR="002E3534" w:rsidRDefault="009726B3" w:rsidP="00AC7331">
      <w:pPr>
        <w:numPr>
          <w:ilvl w:val="0"/>
          <w:numId w:val="18"/>
        </w:numPr>
        <w:tabs>
          <w:tab w:val="num" w:pos="360"/>
          <w:tab w:val="left" w:pos="720"/>
        </w:tabs>
        <w:ind w:left="720"/>
      </w:pPr>
      <w:r>
        <w:t>There is usually only one scientific research article for a specific topic, so it is relatively easy to draw sound conclusions regarding the literature in a particular area.</w:t>
      </w:r>
    </w:p>
    <w:p w:rsidR="009726B3" w:rsidRDefault="009726B3" w:rsidP="00AC7331">
      <w:pPr>
        <w:numPr>
          <w:ilvl w:val="0"/>
          <w:numId w:val="18"/>
        </w:numPr>
        <w:tabs>
          <w:tab w:val="num" w:pos="360"/>
          <w:tab w:val="left" w:pos="720"/>
        </w:tabs>
        <w:ind w:left="720"/>
      </w:pPr>
      <w:r>
        <w:t>Secondary academic references typically summarize and/or synthesize the res</w:t>
      </w:r>
      <w:r w:rsidR="00C8165B">
        <w:t>ults of many research studies.</w:t>
      </w:r>
    </w:p>
    <w:p w:rsidR="009726B3" w:rsidRDefault="00B01096" w:rsidP="00AC7331">
      <w:pPr>
        <w:numPr>
          <w:ilvl w:val="0"/>
          <w:numId w:val="18"/>
        </w:numPr>
        <w:tabs>
          <w:tab w:val="num" w:pos="360"/>
          <w:tab w:val="left" w:pos="720"/>
        </w:tabs>
        <w:ind w:left="720"/>
      </w:pPr>
      <w:r>
        <w:t xml:space="preserve">In </w:t>
      </w:r>
      <w:r w:rsidR="00724468">
        <w:t xml:space="preserve">some </w:t>
      </w:r>
      <w:r w:rsidR="00C8165B">
        <w:t>cases, non</w:t>
      </w:r>
      <w:r>
        <w:t>scientific literature sources are subjective and opinion-based articles that have not been reviewed for credibility or content.</w:t>
      </w:r>
    </w:p>
    <w:p w:rsidR="00B01096" w:rsidRDefault="00B01096" w:rsidP="00AC7331">
      <w:pPr>
        <w:numPr>
          <w:ilvl w:val="0"/>
          <w:numId w:val="18"/>
        </w:numPr>
        <w:tabs>
          <w:tab w:val="num" w:pos="360"/>
          <w:tab w:val="left" w:pos="720"/>
        </w:tabs>
        <w:ind w:left="720"/>
      </w:pPr>
      <w:r>
        <w:t xml:space="preserve">Another name for a scientific research study is an </w:t>
      </w:r>
      <w:r w:rsidRPr="00C8165B">
        <w:rPr>
          <w:i/>
        </w:rPr>
        <w:t>original investigation</w:t>
      </w:r>
      <w:r>
        <w:t>.</w:t>
      </w:r>
    </w:p>
    <w:p w:rsidR="00B01096" w:rsidRDefault="002C45CF" w:rsidP="00AC7331">
      <w:pPr>
        <w:numPr>
          <w:ilvl w:val="0"/>
          <w:numId w:val="18"/>
        </w:numPr>
        <w:tabs>
          <w:tab w:val="num" w:pos="360"/>
          <w:tab w:val="left" w:pos="720"/>
        </w:tabs>
        <w:ind w:left="720"/>
      </w:pPr>
      <w:r>
        <w:t>In many journals, the Abstract section of a scientific research article is required to be 150</w:t>
      </w:r>
      <w:r w:rsidR="00C8165B">
        <w:t>–</w:t>
      </w:r>
      <w:r>
        <w:t>250 words in length.</w:t>
      </w:r>
    </w:p>
    <w:p w:rsidR="002C45CF" w:rsidRDefault="002C45CF" w:rsidP="00AC7331">
      <w:pPr>
        <w:numPr>
          <w:ilvl w:val="0"/>
          <w:numId w:val="18"/>
        </w:numPr>
        <w:tabs>
          <w:tab w:val="num" w:pos="360"/>
          <w:tab w:val="left" w:pos="720"/>
        </w:tabs>
        <w:ind w:left="720"/>
      </w:pPr>
      <w:r>
        <w:t xml:space="preserve">In many cases, the Abstract section of a scientific research article can be accessed free of charge from specialized </w:t>
      </w:r>
      <w:r w:rsidR="00C8165B">
        <w:t>I</w:t>
      </w:r>
      <w:r>
        <w:t>nternet search engines.</w:t>
      </w:r>
    </w:p>
    <w:p w:rsidR="002C45CF" w:rsidRDefault="002C45CF" w:rsidP="00AC7331">
      <w:pPr>
        <w:numPr>
          <w:ilvl w:val="0"/>
          <w:numId w:val="18"/>
        </w:numPr>
        <w:tabs>
          <w:tab w:val="num" w:pos="360"/>
          <w:tab w:val="left" w:pos="720"/>
        </w:tabs>
        <w:ind w:left="720"/>
      </w:pPr>
      <w:r>
        <w:t>The Introduction section of a scientific research article provides detailed information regarding the experimental design of the study and the methods that were used to collect the data.</w:t>
      </w:r>
    </w:p>
    <w:p w:rsidR="002C45CF" w:rsidRDefault="002C45CF" w:rsidP="00AC7331">
      <w:pPr>
        <w:numPr>
          <w:ilvl w:val="0"/>
          <w:numId w:val="18"/>
        </w:numPr>
        <w:tabs>
          <w:tab w:val="num" w:pos="360"/>
          <w:tab w:val="left" w:pos="720"/>
        </w:tabs>
        <w:ind w:left="720"/>
      </w:pPr>
      <w:r>
        <w:t>The Methods section of a scientific research article is important because it helps to establish the external validity of the study.</w:t>
      </w:r>
    </w:p>
    <w:p w:rsidR="002C45CF" w:rsidRDefault="00050F7B" w:rsidP="00AC7331">
      <w:pPr>
        <w:numPr>
          <w:ilvl w:val="0"/>
          <w:numId w:val="18"/>
        </w:numPr>
        <w:tabs>
          <w:tab w:val="num" w:pos="360"/>
          <w:tab w:val="left" w:pos="720"/>
        </w:tabs>
        <w:ind w:left="720"/>
      </w:pPr>
      <w:r>
        <w:lastRenderedPageBreak/>
        <w:t xml:space="preserve">The Results section of a scientific research article describes </w:t>
      </w:r>
      <w:r w:rsidR="00F55656">
        <w:t xml:space="preserve">only </w:t>
      </w:r>
      <w:r>
        <w:t>the most interesting findings from the study.</w:t>
      </w:r>
    </w:p>
    <w:p w:rsidR="00050F7B" w:rsidRDefault="00050F7B" w:rsidP="00AC7331">
      <w:pPr>
        <w:numPr>
          <w:ilvl w:val="0"/>
          <w:numId w:val="18"/>
        </w:numPr>
        <w:tabs>
          <w:tab w:val="num" w:pos="360"/>
          <w:tab w:val="left" w:pos="720"/>
        </w:tabs>
        <w:ind w:left="720"/>
      </w:pPr>
      <w:r>
        <w:t>The Discussion section of a scientific research article usually contains information regarding the results from previous studies that have examined similar research questions.</w:t>
      </w:r>
    </w:p>
    <w:p w:rsidR="004E03EE" w:rsidRDefault="00433FF9" w:rsidP="00AC7331">
      <w:pPr>
        <w:numPr>
          <w:ilvl w:val="0"/>
          <w:numId w:val="18"/>
        </w:numPr>
        <w:tabs>
          <w:tab w:val="num" w:pos="360"/>
          <w:tab w:val="left" w:pos="720"/>
        </w:tabs>
        <w:ind w:left="720"/>
      </w:pPr>
      <w:r>
        <w:t xml:space="preserve">Specialized </w:t>
      </w:r>
      <w:r w:rsidR="004E03EE">
        <w:t xml:space="preserve">books and review articles are excellent resources for students </w:t>
      </w:r>
      <w:r w:rsidR="00F55656">
        <w:t>who</w:t>
      </w:r>
      <w:r w:rsidR="004E03EE">
        <w:t xml:space="preserve"> want to learn about specific topics in exercise science.</w:t>
      </w:r>
    </w:p>
    <w:p w:rsidR="004E03EE" w:rsidRDefault="004E03EE" w:rsidP="00AC7331">
      <w:pPr>
        <w:numPr>
          <w:ilvl w:val="0"/>
          <w:numId w:val="18"/>
        </w:numPr>
        <w:tabs>
          <w:tab w:val="num" w:pos="360"/>
          <w:tab w:val="left" w:pos="720"/>
        </w:tabs>
        <w:ind w:left="720"/>
      </w:pPr>
      <w:r>
        <w:t>A meta-analysis is a review article that uses statistical procedures to combine the results from several studies that have addressed a similar research question.</w:t>
      </w:r>
    </w:p>
    <w:p w:rsidR="004E03EE" w:rsidRDefault="00C11F43" w:rsidP="00AC7331">
      <w:pPr>
        <w:numPr>
          <w:ilvl w:val="0"/>
          <w:numId w:val="18"/>
        </w:numPr>
        <w:tabs>
          <w:tab w:val="num" w:pos="360"/>
          <w:tab w:val="left" w:pos="720"/>
        </w:tabs>
        <w:ind w:left="720"/>
      </w:pPr>
      <w:r>
        <w:t>The only way for students to gain access to scientific research articles in exercise science is to go to their library and find the article in stacks of large bound periodicals.</w:t>
      </w:r>
    </w:p>
    <w:p w:rsidR="00C11F43" w:rsidRDefault="00C11F43" w:rsidP="00AC7331">
      <w:pPr>
        <w:numPr>
          <w:ilvl w:val="0"/>
          <w:numId w:val="18"/>
        </w:numPr>
        <w:tabs>
          <w:tab w:val="num" w:pos="360"/>
          <w:tab w:val="left" w:pos="720"/>
        </w:tabs>
        <w:ind w:left="720"/>
      </w:pPr>
      <w:r>
        <w:t xml:space="preserve">University libraries often purchase online subscriptions to journals </w:t>
      </w:r>
      <w:r w:rsidR="00F55656">
        <w:t>so</w:t>
      </w:r>
      <w:r>
        <w:t xml:space="preserve"> that researchers and students can gain full-text access to articles from computers on the university’s campus, or even at home through proxy servers connected through the university.</w:t>
      </w:r>
    </w:p>
    <w:p w:rsidR="001C3E1B" w:rsidRDefault="001C3E1B" w:rsidP="00484042">
      <w:pPr>
        <w:pStyle w:val="Heading2"/>
      </w:pPr>
      <w:r>
        <w:t>Matching</w:t>
      </w:r>
    </w:p>
    <w:p w:rsidR="001C3E1B" w:rsidRDefault="008F47F8" w:rsidP="007523D4">
      <w:pPr>
        <w:ind w:left="720" w:hanging="270"/>
      </w:pPr>
      <w:r>
        <w:t>1.</w:t>
      </w:r>
      <w:r>
        <w:tab/>
      </w:r>
      <w:r w:rsidR="00D55159">
        <w:t>Match the sections of a scientific research article with the order in which they appear in the article.</w:t>
      </w:r>
    </w:p>
    <w:p w:rsidR="00D55159" w:rsidRDefault="008F47F8" w:rsidP="007523D4">
      <w:pPr>
        <w:spacing w:before="0"/>
        <w:ind w:left="1440" w:hanging="720"/>
      </w:pPr>
      <w:r>
        <w:t>1.</w:t>
      </w:r>
      <w:r>
        <w:tab/>
      </w:r>
      <w:r w:rsidR="00D55159">
        <w:t>First</w:t>
      </w:r>
    </w:p>
    <w:p w:rsidR="00D55159" w:rsidRDefault="008F47F8" w:rsidP="007523D4">
      <w:pPr>
        <w:spacing w:before="0"/>
        <w:ind w:left="1440" w:hanging="720"/>
      </w:pPr>
      <w:r>
        <w:t>2.</w:t>
      </w:r>
      <w:r>
        <w:tab/>
      </w:r>
      <w:r w:rsidR="00D55159">
        <w:t>Second</w:t>
      </w:r>
    </w:p>
    <w:p w:rsidR="00D55159" w:rsidRDefault="008F47F8" w:rsidP="007523D4">
      <w:pPr>
        <w:spacing w:before="0"/>
        <w:ind w:left="1440" w:hanging="720"/>
      </w:pPr>
      <w:r>
        <w:t>3.</w:t>
      </w:r>
      <w:r>
        <w:tab/>
      </w:r>
      <w:r w:rsidR="00D55159">
        <w:t>Third</w:t>
      </w:r>
    </w:p>
    <w:p w:rsidR="00D55159" w:rsidRDefault="008F47F8" w:rsidP="007523D4">
      <w:pPr>
        <w:spacing w:before="0"/>
        <w:ind w:left="1440" w:hanging="720"/>
      </w:pPr>
      <w:r>
        <w:t>4.</w:t>
      </w:r>
      <w:r>
        <w:tab/>
      </w:r>
      <w:r w:rsidR="00D55159">
        <w:t>Fourth</w:t>
      </w:r>
    </w:p>
    <w:p w:rsidR="00D55159" w:rsidRDefault="008F47F8" w:rsidP="007523D4">
      <w:pPr>
        <w:spacing w:before="0"/>
        <w:ind w:left="1440" w:hanging="720"/>
      </w:pPr>
      <w:r>
        <w:t>5.</w:t>
      </w:r>
      <w:r>
        <w:tab/>
      </w:r>
      <w:r w:rsidR="00D55159">
        <w:t>Fifth</w:t>
      </w:r>
    </w:p>
    <w:p w:rsidR="00D55159" w:rsidRDefault="008F47F8" w:rsidP="007523D4">
      <w:pPr>
        <w:spacing w:before="0"/>
        <w:ind w:left="1440" w:hanging="720"/>
      </w:pPr>
      <w:r>
        <w:t>6.</w:t>
      </w:r>
      <w:r>
        <w:tab/>
      </w:r>
      <w:r w:rsidR="00D55159">
        <w:t>Sixth</w:t>
      </w:r>
    </w:p>
    <w:p w:rsidR="008F47F8" w:rsidRDefault="008F47F8" w:rsidP="007523D4">
      <w:pPr>
        <w:spacing w:before="0"/>
        <w:ind w:left="1440" w:hanging="720"/>
      </w:pPr>
      <w:r>
        <w:t>7.</w:t>
      </w:r>
      <w:r>
        <w:tab/>
      </w:r>
      <w:r w:rsidR="00D55159">
        <w:t>Seventh</w:t>
      </w:r>
    </w:p>
    <w:p w:rsidR="008F47F8" w:rsidRDefault="008F47F8" w:rsidP="007523D4">
      <w:pPr>
        <w:ind w:left="1440" w:hanging="720"/>
      </w:pPr>
    </w:p>
    <w:p w:rsidR="008F47F8" w:rsidRDefault="008F47F8" w:rsidP="007523D4">
      <w:pPr>
        <w:spacing w:before="0"/>
        <w:ind w:left="1440" w:hanging="720"/>
      </w:pPr>
      <w:r>
        <w:t>A.</w:t>
      </w:r>
      <w:r>
        <w:tab/>
        <w:t>Results</w:t>
      </w:r>
    </w:p>
    <w:p w:rsidR="008F47F8" w:rsidRDefault="008F47F8" w:rsidP="007523D4">
      <w:pPr>
        <w:spacing w:before="0"/>
        <w:ind w:left="1440" w:hanging="720"/>
      </w:pPr>
      <w:r>
        <w:t>B</w:t>
      </w:r>
      <w:r>
        <w:tab/>
        <w:t>Methods</w:t>
      </w:r>
    </w:p>
    <w:p w:rsidR="008F47F8" w:rsidRDefault="008F47F8" w:rsidP="007523D4">
      <w:pPr>
        <w:spacing w:before="0"/>
        <w:ind w:left="1440" w:hanging="720"/>
      </w:pPr>
      <w:r>
        <w:t>C.</w:t>
      </w:r>
      <w:r>
        <w:tab/>
        <w:t>Abstract</w:t>
      </w:r>
    </w:p>
    <w:p w:rsidR="008F47F8" w:rsidRDefault="008F47F8" w:rsidP="007523D4">
      <w:pPr>
        <w:spacing w:before="0"/>
        <w:ind w:left="1440" w:hanging="720"/>
      </w:pPr>
      <w:r>
        <w:t>D</w:t>
      </w:r>
      <w:r>
        <w:tab/>
        <w:t>Introduction</w:t>
      </w:r>
    </w:p>
    <w:p w:rsidR="008F47F8" w:rsidRDefault="00A61D38" w:rsidP="007523D4">
      <w:pPr>
        <w:spacing w:before="0"/>
        <w:ind w:left="1440" w:hanging="720"/>
      </w:pPr>
      <w:r>
        <w:t>E.</w:t>
      </w:r>
      <w:r>
        <w:tab/>
        <w:t>Conclusions</w:t>
      </w:r>
    </w:p>
    <w:p w:rsidR="008F47F8" w:rsidRDefault="008F47F8" w:rsidP="007523D4">
      <w:pPr>
        <w:spacing w:before="0"/>
        <w:ind w:left="1440" w:hanging="720"/>
      </w:pPr>
      <w:r>
        <w:t>F.</w:t>
      </w:r>
      <w:r>
        <w:tab/>
        <w:t>References</w:t>
      </w:r>
    </w:p>
    <w:p w:rsidR="00D55159" w:rsidRDefault="000B170E" w:rsidP="007523D4">
      <w:pPr>
        <w:spacing w:before="0"/>
        <w:ind w:left="1440" w:hanging="720"/>
      </w:pPr>
      <w:r>
        <w:t>G.</w:t>
      </w:r>
      <w:r w:rsidR="008F47F8">
        <w:tab/>
      </w:r>
      <w:r w:rsidR="00D55159">
        <w:t>Discussion</w:t>
      </w:r>
    </w:p>
    <w:p w:rsidR="008F47F8" w:rsidRDefault="008F47F8" w:rsidP="008F47F8">
      <w:pPr>
        <w:ind w:left="720"/>
      </w:pPr>
    </w:p>
    <w:p w:rsidR="000B170E" w:rsidRDefault="006218C4" w:rsidP="00E046EC">
      <w:r>
        <w:t>2.</w:t>
      </w:r>
      <w:r>
        <w:tab/>
      </w:r>
      <w:r w:rsidR="00DA5207">
        <w:t>Match each</w:t>
      </w:r>
      <w:r w:rsidR="000B170E">
        <w:t xml:space="preserve"> </w:t>
      </w:r>
      <w:r w:rsidR="00DA5207">
        <w:t>literature source with its description.</w:t>
      </w:r>
    </w:p>
    <w:p w:rsidR="00347E76" w:rsidRDefault="00FC44E9" w:rsidP="00AC7331">
      <w:pPr>
        <w:spacing w:before="0"/>
        <w:ind w:left="720"/>
      </w:pPr>
      <w:r>
        <w:t>1.</w:t>
      </w:r>
      <w:r>
        <w:tab/>
      </w:r>
      <w:r w:rsidR="006218C4">
        <w:t>Textbook</w:t>
      </w:r>
    </w:p>
    <w:p w:rsidR="00347E76" w:rsidRDefault="00FC44E9" w:rsidP="00AC7331">
      <w:pPr>
        <w:spacing w:before="0"/>
        <w:ind w:left="720"/>
      </w:pPr>
      <w:r>
        <w:t>2.</w:t>
      </w:r>
      <w:r>
        <w:tab/>
      </w:r>
      <w:r w:rsidR="006218C4">
        <w:t>Narrative Review</w:t>
      </w:r>
    </w:p>
    <w:p w:rsidR="00347E76" w:rsidRDefault="00FC44E9" w:rsidP="00AC7331">
      <w:pPr>
        <w:spacing w:before="0"/>
        <w:ind w:left="720"/>
      </w:pPr>
      <w:r>
        <w:t>3.</w:t>
      </w:r>
      <w:r>
        <w:tab/>
      </w:r>
      <w:r w:rsidR="006218C4">
        <w:t>Meta-analysis</w:t>
      </w:r>
    </w:p>
    <w:p w:rsidR="006218C4" w:rsidRDefault="006218C4" w:rsidP="00E046EC"/>
    <w:p w:rsidR="006218C4" w:rsidRDefault="00FC44E9" w:rsidP="00AC7331">
      <w:pPr>
        <w:spacing w:before="0"/>
        <w:ind w:left="720"/>
      </w:pPr>
      <w:r>
        <w:t>A.</w:t>
      </w:r>
      <w:r>
        <w:tab/>
      </w:r>
      <w:r w:rsidR="006218C4">
        <w:t>Review that summarizes th</w:t>
      </w:r>
      <w:r>
        <w:t>e results from research studies</w:t>
      </w:r>
    </w:p>
    <w:p w:rsidR="006218C4" w:rsidRDefault="00FC44E9" w:rsidP="00AC7331">
      <w:pPr>
        <w:spacing w:before="0"/>
        <w:ind w:left="720"/>
      </w:pPr>
      <w:r>
        <w:t>B.</w:t>
      </w:r>
      <w:r>
        <w:tab/>
      </w:r>
      <w:r w:rsidR="006218C4">
        <w:t>Primary purpose is to educate students in exercise science</w:t>
      </w:r>
    </w:p>
    <w:p w:rsidR="006218C4" w:rsidRDefault="00FC44E9" w:rsidP="00AC7331">
      <w:pPr>
        <w:spacing w:before="0"/>
        <w:ind w:left="720"/>
      </w:pPr>
      <w:r>
        <w:t>C.</w:t>
      </w:r>
      <w:r>
        <w:tab/>
      </w:r>
      <w:r w:rsidR="006218C4">
        <w:t>Review that uses statistics to combine the results from studies</w:t>
      </w:r>
    </w:p>
    <w:p w:rsidR="006218C4" w:rsidRPr="006218C4" w:rsidRDefault="00FC44E9" w:rsidP="00FC44E9">
      <w:pPr>
        <w:pStyle w:val="Heading2"/>
      </w:pPr>
      <w:r>
        <w:t>Short Answer</w:t>
      </w:r>
    </w:p>
    <w:p w:rsidR="00347E76" w:rsidRDefault="00347E76" w:rsidP="00AC7331">
      <w:pPr>
        <w:numPr>
          <w:ilvl w:val="0"/>
          <w:numId w:val="22"/>
        </w:numPr>
        <w:tabs>
          <w:tab w:val="num" w:pos="720"/>
        </w:tabs>
        <w:ind w:left="720" w:hanging="360"/>
      </w:pPr>
      <w:r>
        <w:t>Describe the peer review process that scientific research articles must go through before they can be published.</w:t>
      </w:r>
    </w:p>
    <w:p w:rsidR="00347E76" w:rsidRDefault="0039023D" w:rsidP="00AC7331">
      <w:pPr>
        <w:numPr>
          <w:ilvl w:val="0"/>
          <w:numId w:val="22"/>
        </w:numPr>
        <w:tabs>
          <w:tab w:val="num" w:pos="720"/>
        </w:tabs>
        <w:ind w:left="720" w:hanging="360"/>
      </w:pPr>
      <w:r>
        <w:t>Describe the differences between primary and secondary academic references.</w:t>
      </w:r>
    </w:p>
    <w:p w:rsidR="0039023D" w:rsidRDefault="0039023D" w:rsidP="00AC7331">
      <w:pPr>
        <w:numPr>
          <w:ilvl w:val="0"/>
          <w:numId w:val="22"/>
        </w:numPr>
        <w:tabs>
          <w:tab w:val="num" w:pos="720"/>
        </w:tabs>
        <w:ind w:left="720" w:hanging="360"/>
      </w:pPr>
      <w:r>
        <w:t>Describe how scientific literature can help students locate graduate programs in exercise science.</w:t>
      </w:r>
    </w:p>
    <w:p w:rsidR="0039023D" w:rsidRDefault="0039023D" w:rsidP="00AC7331">
      <w:pPr>
        <w:numPr>
          <w:ilvl w:val="0"/>
          <w:numId w:val="22"/>
        </w:numPr>
        <w:tabs>
          <w:tab w:val="num" w:pos="720"/>
        </w:tabs>
        <w:ind w:left="720" w:hanging="360"/>
      </w:pPr>
      <w:r>
        <w:t>Describe three different methods that students can</w:t>
      </w:r>
      <w:r w:rsidR="00A61D38">
        <w:t xml:space="preserve"> use to gain access to the full-</w:t>
      </w:r>
      <w:r>
        <w:t>text version of a scientific research article.</w:t>
      </w:r>
    </w:p>
    <w:p w:rsidR="0039023D" w:rsidRDefault="0039023D" w:rsidP="00AC7331">
      <w:pPr>
        <w:numPr>
          <w:ilvl w:val="0"/>
          <w:numId w:val="22"/>
        </w:numPr>
        <w:tabs>
          <w:tab w:val="num" w:pos="720"/>
        </w:tabs>
        <w:ind w:left="720" w:hanging="360"/>
      </w:pPr>
      <w:r>
        <w:t>List two databases that are useful</w:t>
      </w:r>
      <w:r w:rsidR="00433FF9">
        <w:t xml:space="preserve"> for</w:t>
      </w:r>
      <w:r>
        <w:t xml:space="preserve"> finding scientific research articles in allied-health and education-related fields.</w:t>
      </w:r>
    </w:p>
    <w:p w:rsidR="0039023D" w:rsidRDefault="0039023D" w:rsidP="00AC7331">
      <w:pPr>
        <w:numPr>
          <w:ilvl w:val="0"/>
          <w:numId w:val="22"/>
        </w:numPr>
        <w:tabs>
          <w:tab w:val="num" w:pos="720"/>
        </w:tabs>
        <w:ind w:left="720" w:hanging="360"/>
      </w:pPr>
      <w:r>
        <w:t>Describe why articles publishe</w:t>
      </w:r>
      <w:r w:rsidR="00FC44E9">
        <w:t>d in non</w:t>
      </w:r>
      <w:r>
        <w:t>scientific literature sources are not always completely accurate.</w:t>
      </w:r>
    </w:p>
    <w:p w:rsidR="0039023D" w:rsidRDefault="0039023D" w:rsidP="00AC7331">
      <w:pPr>
        <w:numPr>
          <w:ilvl w:val="0"/>
          <w:numId w:val="22"/>
        </w:numPr>
        <w:tabs>
          <w:tab w:val="num" w:pos="720"/>
        </w:tabs>
        <w:ind w:left="720" w:hanging="360"/>
      </w:pPr>
      <w:r>
        <w:t>Describe the seven sections of a scientific research article, and provide a brief description of the informat</w:t>
      </w:r>
      <w:r w:rsidR="0018300D">
        <w:t>ion contained in each section.</w:t>
      </w:r>
    </w:p>
    <w:p w:rsidR="00F43286" w:rsidRDefault="00F43286" w:rsidP="00AC7331">
      <w:pPr>
        <w:numPr>
          <w:ilvl w:val="0"/>
          <w:numId w:val="22"/>
        </w:numPr>
        <w:tabs>
          <w:tab w:val="num" w:pos="720"/>
        </w:tabs>
        <w:ind w:left="720" w:hanging="360"/>
      </w:pPr>
      <w:r>
        <w:t>Describe why scientific research is important for t</w:t>
      </w:r>
      <w:r w:rsidR="00E01AA1">
        <w:t>eaching in exercise science and how research can help to differentiate fact from fiction.</w:t>
      </w:r>
    </w:p>
    <w:p w:rsidR="00457C2B" w:rsidRDefault="00457C2B" w:rsidP="0018300D">
      <w:pPr>
        <w:pStyle w:val="Heading1"/>
      </w:pPr>
      <w:r>
        <w:t>Suggested Student Activities</w:t>
      </w:r>
    </w:p>
    <w:p w:rsidR="00457C2B" w:rsidRDefault="00DF702D" w:rsidP="0018300D">
      <w:pPr>
        <w:numPr>
          <w:ilvl w:val="0"/>
          <w:numId w:val="24"/>
        </w:numPr>
      </w:pPr>
      <w:r>
        <w:t>Have students c</w:t>
      </w:r>
      <w:r w:rsidR="00457C2B">
        <w:t xml:space="preserve">onduct a literature search </w:t>
      </w:r>
      <w:r w:rsidR="005A592F">
        <w:t>using the</w:t>
      </w:r>
      <w:r w:rsidR="0018300D">
        <w:t xml:space="preserve"> word “</w:t>
      </w:r>
      <w:proofErr w:type="spellStart"/>
      <w:r w:rsidR="0018300D">
        <w:t>creatine</w:t>
      </w:r>
      <w:proofErr w:type="spellEnd"/>
      <w:r w:rsidR="0018300D">
        <w:t xml:space="preserve">” as a keyword. </w:t>
      </w:r>
      <w:r w:rsidR="005A592F">
        <w:t xml:space="preserve">Then </w:t>
      </w:r>
      <w:r w:rsidR="00433FF9">
        <w:t>have them narrow the</w:t>
      </w:r>
      <w:r w:rsidR="005A592F">
        <w:t xml:space="preserve"> search by locating</w:t>
      </w:r>
      <w:r w:rsidR="00433FF9">
        <w:t xml:space="preserve"> only</w:t>
      </w:r>
      <w:r w:rsidR="005A592F">
        <w:t xml:space="preserve"> scientific research articles that examined the effects of </w:t>
      </w:r>
      <w:proofErr w:type="spellStart"/>
      <w:r w:rsidR="005A592F">
        <w:t>c</w:t>
      </w:r>
      <w:r w:rsidR="0018300D">
        <w:t>reatine</w:t>
      </w:r>
      <w:proofErr w:type="spellEnd"/>
      <w:r w:rsidR="0018300D">
        <w:t xml:space="preserve"> on muscular strength. </w:t>
      </w:r>
      <w:r w:rsidR="00433FF9">
        <w:t>Have students w</w:t>
      </w:r>
      <w:r w:rsidR="005A592F">
        <w:t xml:space="preserve">rite a brief synopsis of the results from </w:t>
      </w:r>
      <w:r w:rsidR="0018300D">
        <w:t>five</w:t>
      </w:r>
      <w:r w:rsidR="005A592F">
        <w:t xml:space="preserve"> scientific research articles that examined the effects of </w:t>
      </w:r>
      <w:proofErr w:type="spellStart"/>
      <w:r w:rsidR="005A592F">
        <w:t>creatine</w:t>
      </w:r>
      <w:proofErr w:type="spellEnd"/>
      <w:r w:rsidR="005A592F">
        <w:t xml:space="preserve"> on muscular strength.</w:t>
      </w:r>
    </w:p>
    <w:p w:rsidR="005A592F" w:rsidRDefault="00DF702D" w:rsidP="0018300D">
      <w:pPr>
        <w:numPr>
          <w:ilvl w:val="0"/>
          <w:numId w:val="24"/>
        </w:numPr>
      </w:pPr>
      <w:r>
        <w:t>Have students f</w:t>
      </w:r>
      <w:r w:rsidR="005A592F">
        <w:t>ind a scientific research article on a</w:t>
      </w:r>
      <w:r w:rsidR="00433FF9">
        <w:t>n exercise science topic of their</w:t>
      </w:r>
      <w:r w:rsidR="005A592F">
        <w:t xml:space="preserve"> choice and access the full</w:t>
      </w:r>
      <w:r w:rsidR="00A43CA4">
        <w:t>-text version of the article. Then</w:t>
      </w:r>
      <w:r w:rsidR="00433FF9">
        <w:t xml:space="preserve"> have </w:t>
      </w:r>
      <w:proofErr w:type="gramStart"/>
      <w:r w:rsidR="00433FF9">
        <w:t>them</w:t>
      </w:r>
      <w:proofErr w:type="gramEnd"/>
      <w:r w:rsidR="00433FF9">
        <w:t xml:space="preserve"> w</w:t>
      </w:r>
      <w:r w:rsidR="00A43CA4">
        <w:t>rite a two-</w:t>
      </w:r>
      <w:r w:rsidR="005A592F">
        <w:t>page descriptio</w:t>
      </w:r>
      <w:r w:rsidR="00433FF9">
        <w:t>n of the results from the study</w:t>
      </w:r>
      <w:r w:rsidR="005A592F">
        <w:t xml:space="preserve"> and how the study could be modified for future investigations.</w:t>
      </w:r>
    </w:p>
    <w:p w:rsidR="005A592F" w:rsidRDefault="00DF702D" w:rsidP="0018300D">
      <w:pPr>
        <w:numPr>
          <w:ilvl w:val="0"/>
          <w:numId w:val="24"/>
        </w:numPr>
      </w:pPr>
      <w:r>
        <w:t>Have student</w:t>
      </w:r>
      <w:r w:rsidR="00A43CA4">
        <w:t>s find a non</w:t>
      </w:r>
      <w:r>
        <w:t xml:space="preserve">scientific literature source (e.g., </w:t>
      </w:r>
      <w:r w:rsidR="00A43CA4">
        <w:t>I</w:t>
      </w:r>
      <w:r>
        <w:t xml:space="preserve">nternet website, newspaper article, magazine article) on an exercise </w:t>
      </w:r>
      <w:r w:rsidR="00A43CA4">
        <w:t xml:space="preserve">science topic of their choice. </w:t>
      </w:r>
      <w:r>
        <w:t>Then</w:t>
      </w:r>
      <w:r w:rsidR="001A428E">
        <w:t xml:space="preserve"> </w:t>
      </w:r>
      <w:r>
        <w:t xml:space="preserve">have </w:t>
      </w:r>
      <w:proofErr w:type="gramStart"/>
      <w:r>
        <w:t>them</w:t>
      </w:r>
      <w:proofErr w:type="gramEnd"/>
      <w:r w:rsidR="00A43CA4">
        <w:t xml:space="preserve"> write a two-</w:t>
      </w:r>
      <w:r w:rsidR="001A428E">
        <w:t>page paper that describes</w:t>
      </w:r>
      <w:r>
        <w:t xml:space="preserve"> a scie</w:t>
      </w:r>
      <w:r w:rsidR="001A428E">
        <w:t>ntific research study that could be performed to examine</w:t>
      </w:r>
      <w:r w:rsidR="00A43CA4">
        <w:t xml:space="preserve"> the issue discussed in the non</w:t>
      </w:r>
      <w:r w:rsidR="001A428E">
        <w:t>scientific literature source.</w:t>
      </w:r>
    </w:p>
    <w:p w:rsidR="001A428E" w:rsidRDefault="001A428E" w:rsidP="00A43CA4">
      <w:pPr>
        <w:pStyle w:val="Heading1"/>
      </w:pPr>
      <w:r>
        <w:lastRenderedPageBreak/>
        <w:t>Websites</w:t>
      </w:r>
    </w:p>
    <w:p w:rsidR="00286F56" w:rsidRDefault="00286F56" w:rsidP="00286F56">
      <w:r>
        <w:t xml:space="preserve">Educational </w:t>
      </w:r>
      <w:smartTag w:uri="urn:schemas-microsoft-com:office:smarttags" w:element="place">
        <w:smartTag w:uri="urn:schemas-microsoft-com:office:smarttags" w:element="PlaceName">
          <w:r>
            <w:t>Resources</w:t>
          </w:r>
        </w:smartTag>
        <w:r>
          <w:t xml:space="preserve"> </w:t>
        </w:r>
        <w:smartTag w:uri="urn:schemas-microsoft-com:office:smarttags" w:element="PlaceName">
          <w:r>
            <w:t>Information</w:t>
          </w:r>
        </w:smartTag>
        <w:r>
          <w:t xml:space="preserve"> </w:t>
        </w:r>
        <w:smartTag w:uri="urn:schemas-microsoft-com:office:smarttags" w:element="PlaceType">
          <w:r>
            <w:t>Center</w:t>
          </w:r>
        </w:smartTag>
      </w:smartTag>
      <w:r>
        <w:t xml:space="preserve"> (ERIC®)</w:t>
      </w:r>
    </w:p>
    <w:p w:rsidR="00286F56" w:rsidRDefault="00286F56" w:rsidP="006C54FC">
      <w:pPr>
        <w:spacing w:before="60"/>
      </w:pPr>
      <w:r>
        <w:tab/>
      </w:r>
      <w:hyperlink r:id="rId8" w:history="1">
        <w:r w:rsidRPr="00C75888">
          <w:rPr>
            <w:rStyle w:val="Hyperlink"/>
          </w:rPr>
          <w:t>http://www.eric.ed.gov</w:t>
        </w:r>
      </w:hyperlink>
      <w:r>
        <w:t xml:space="preserve"> </w:t>
      </w:r>
    </w:p>
    <w:p w:rsidR="001A428E" w:rsidRPr="00A43CA4" w:rsidRDefault="001A428E" w:rsidP="006C54FC">
      <w:pPr>
        <w:rPr>
          <w:lang w:val="pl-PL"/>
        </w:rPr>
      </w:pPr>
      <w:r w:rsidRPr="00A43CA4">
        <w:rPr>
          <w:lang w:val="pl-PL"/>
        </w:rPr>
        <w:t>PsycINFO®</w:t>
      </w:r>
    </w:p>
    <w:p w:rsidR="001A428E" w:rsidRDefault="001A428E" w:rsidP="006C54FC">
      <w:pPr>
        <w:spacing w:before="60"/>
      </w:pPr>
      <w:r w:rsidRPr="00A43CA4">
        <w:rPr>
          <w:lang w:val="pl-PL"/>
        </w:rPr>
        <w:tab/>
      </w:r>
      <w:hyperlink r:id="rId9" w:history="1">
        <w:r w:rsidR="00286F56" w:rsidRPr="00C75888">
          <w:rPr>
            <w:rStyle w:val="Hyperlink"/>
            <w:lang w:val="pl-PL"/>
          </w:rPr>
          <w:t>http://www.apa.org/psycinfo</w:t>
        </w:r>
      </w:hyperlink>
      <w:r w:rsidR="00286F56">
        <w:rPr>
          <w:lang w:val="pl-PL"/>
        </w:rPr>
        <w:t xml:space="preserve"> </w:t>
      </w:r>
    </w:p>
    <w:p w:rsidR="00286F56" w:rsidRPr="00A43CA4" w:rsidRDefault="00286F56" w:rsidP="00286F56">
      <w:pPr>
        <w:rPr>
          <w:lang w:val="pl-PL"/>
        </w:rPr>
      </w:pPr>
      <w:r w:rsidRPr="00A43CA4">
        <w:rPr>
          <w:lang w:val="pl-PL"/>
        </w:rPr>
        <w:t>PubMed</w:t>
      </w:r>
    </w:p>
    <w:p w:rsidR="00A43CA4" w:rsidRDefault="00286F56" w:rsidP="006C54FC">
      <w:pPr>
        <w:spacing w:before="60"/>
      </w:pPr>
      <w:r w:rsidRPr="00A43CA4">
        <w:rPr>
          <w:lang w:val="pl-PL"/>
        </w:rPr>
        <w:tab/>
      </w:r>
      <w:hyperlink r:id="rId10" w:history="1">
        <w:r w:rsidRPr="00C75888">
          <w:rPr>
            <w:rStyle w:val="Hyperlink"/>
            <w:lang w:val="pl-PL"/>
          </w:rPr>
          <w:t>http://www.pubmed.gov</w:t>
        </w:r>
      </w:hyperlink>
      <w:r>
        <w:rPr>
          <w:lang w:val="pl-PL"/>
        </w:rPr>
        <w:t xml:space="preserve"> </w:t>
      </w:r>
    </w:p>
    <w:p w:rsidR="001A428E" w:rsidRDefault="001A428E" w:rsidP="006C54FC">
      <w:proofErr w:type="spellStart"/>
      <w:r>
        <w:t>SPORTDiscus</w:t>
      </w:r>
      <w:proofErr w:type="spellEnd"/>
    </w:p>
    <w:p w:rsidR="001A428E" w:rsidRDefault="00A43CA4" w:rsidP="00286F56">
      <w:r>
        <w:tab/>
      </w:r>
      <w:proofErr w:type="spellStart"/>
      <w:r w:rsidR="001A428E">
        <w:t>EBSCOhost</w:t>
      </w:r>
      <w:proofErr w:type="spellEnd"/>
      <w:r w:rsidR="001A428E" w:rsidRPr="00A43CA4">
        <w:rPr>
          <w:rFonts w:ascii="Times" w:hAnsi="Times"/>
          <w:vertAlign w:val="superscript"/>
        </w:rPr>
        <w:t>®</w:t>
      </w:r>
      <w:r w:rsidR="001A428E">
        <w:t xml:space="preserve"> </w:t>
      </w:r>
      <w:hyperlink r:id="rId11" w:history="1">
        <w:r w:rsidR="00286F56" w:rsidRPr="00C75888">
          <w:rPr>
            <w:rStyle w:val="Hyperlink"/>
          </w:rPr>
          <w:t>http://www.epnet.com</w:t>
        </w:r>
      </w:hyperlink>
      <w:r w:rsidR="00286F56">
        <w:t xml:space="preserve"> </w:t>
      </w:r>
    </w:p>
    <w:p w:rsidR="001A428E" w:rsidRDefault="001A428E" w:rsidP="00286F56">
      <w:pPr>
        <w:ind w:firstLine="360"/>
      </w:pPr>
      <w:r>
        <w:t>SIRC</w:t>
      </w:r>
      <w:r w:rsidRPr="00A43CA4">
        <w:rPr>
          <w:rFonts w:ascii="Times" w:hAnsi="Times"/>
          <w:vertAlign w:val="superscript"/>
        </w:rPr>
        <w:t>©</w:t>
      </w:r>
      <w:r>
        <w:t xml:space="preserve"> </w:t>
      </w:r>
      <w:hyperlink r:id="rId12" w:history="1">
        <w:r w:rsidR="00286F56" w:rsidRPr="00C75888">
          <w:rPr>
            <w:rStyle w:val="Hyperlink"/>
          </w:rPr>
          <w:t>http://www.sirc.ca</w:t>
        </w:r>
      </w:hyperlink>
      <w:r w:rsidR="00286F56">
        <w:t xml:space="preserve"> </w:t>
      </w:r>
    </w:p>
    <w:p w:rsidR="001A428E" w:rsidRDefault="001A428E" w:rsidP="00286F56">
      <w:pPr>
        <w:ind w:firstLine="360"/>
      </w:pPr>
      <w:r>
        <w:t>OVID</w:t>
      </w:r>
      <w:r w:rsidRPr="00A43CA4">
        <w:rPr>
          <w:rFonts w:ascii="Times" w:hAnsi="Times"/>
          <w:vertAlign w:val="superscript"/>
        </w:rPr>
        <w:t>TM</w:t>
      </w:r>
      <w:r>
        <w:t xml:space="preserve"> </w:t>
      </w:r>
      <w:hyperlink r:id="rId13" w:history="1">
        <w:r w:rsidR="00286F56" w:rsidRPr="00C75888">
          <w:rPr>
            <w:rStyle w:val="Hyperlink"/>
          </w:rPr>
          <w:t>http://www.ovid.com</w:t>
        </w:r>
      </w:hyperlink>
      <w:r w:rsidR="00286F56">
        <w:t xml:space="preserve"> </w:t>
      </w:r>
    </w:p>
    <w:p w:rsidR="001A428E" w:rsidRDefault="00B14967" w:rsidP="00E046EC">
      <w:pPr>
        <w:pStyle w:val="Heading1"/>
      </w:pPr>
      <w:r>
        <w:t>Answer Key</w:t>
      </w:r>
    </w:p>
    <w:p w:rsidR="00B14967" w:rsidRDefault="00B14967" w:rsidP="00E046EC">
      <w:pPr>
        <w:pStyle w:val="Heading2"/>
      </w:pPr>
      <w:r>
        <w:t>Multiple Choice</w:t>
      </w:r>
    </w:p>
    <w:p w:rsidR="00B14967" w:rsidRDefault="00B14967" w:rsidP="00E046EC">
      <w:pPr>
        <w:numPr>
          <w:ilvl w:val="0"/>
          <w:numId w:val="12"/>
        </w:numPr>
      </w:pPr>
      <w:r>
        <w:t>B</w:t>
      </w:r>
    </w:p>
    <w:p w:rsidR="00B14967" w:rsidRDefault="00B14967" w:rsidP="00E046EC">
      <w:pPr>
        <w:numPr>
          <w:ilvl w:val="0"/>
          <w:numId w:val="12"/>
        </w:numPr>
      </w:pPr>
      <w:r>
        <w:t>A</w:t>
      </w:r>
    </w:p>
    <w:p w:rsidR="00B14967" w:rsidRDefault="00B14967" w:rsidP="00E046EC">
      <w:pPr>
        <w:numPr>
          <w:ilvl w:val="0"/>
          <w:numId w:val="12"/>
        </w:numPr>
      </w:pPr>
      <w:r>
        <w:t>A</w:t>
      </w:r>
    </w:p>
    <w:p w:rsidR="00B14967" w:rsidRDefault="008267DE" w:rsidP="00E046EC">
      <w:pPr>
        <w:numPr>
          <w:ilvl w:val="0"/>
          <w:numId w:val="12"/>
        </w:numPr>
      </w:pPr>
      <w:r>
        <w:t>C</w:t>
      </w:r>
    </w:p>
    <w:p w:rsidR="008267DE" w:rsidRDefault="008267DE" w:rsidP="008267DE">
      <w:pPr>
        <w:numPr>
          <w:ilvl w:val="0"/>
          <w:numId w:val="12"/>
        </w:numPr>
      </w:pPr>
      <w:r>
        <w:t>D</w:t>
      </w:r>
    </w:p>
    <w:p w:rsidR="008267DE" w:rsidRDefault="007D2A62" w:rsidP="00E046EC">
      <w:pPr>
        <w:numPr>
          <w:ilvl w:val="0"/>
          <w:numId w:val="12"/>
        </w:numPr>
      </w:pPr>
      <w:r>
        <w:t>A</w:t>
      </w:r>
    </w:p>
    <w:p w:rsidR="007D2A62" w:rsidRDefault="007F3C9E" w:rsidP="00E046EC">
      <w:pPr>
        <w:numPr>
          <w:ilvl w:val="0"/>
          <w:numId w:val="12"/>
        </w:numPr>
      </w:pPr>
      <w:r>
        <w:t>A</w:t>
      </w:r>
    </w:p>
    <w:p w:rsidR="008D1219" w:rsidRDefault="008D1219" w:rsidP="008D1219">
      <w:pPr>
        <w:numPr>
          <w:ilvl w:val="0"/>
          <w:numId w:val="12"/>
        </w:numPr>
      </w:pPr>
      <w:r>
        <w:t>C</w:t>
      </w:r>
    </w:p>
    <w:p w:rsidR="0081217E" w:rsidRDefault="008D1219" w:rsidP="00A61D38">
      <w:pPr>
        <w:numPr>
          <w:ilvl w:val="0"/>
          <w:numId w:val="12"/>
        </w:numPr>
      </w:pPr>
      <w:r>
        <w:t>C</w:t>
      </w:r>
    </w:p>
    <w:p w:rsidR="0081217E" w:rsidRDefault="0081217E" w:rsidP="0081217E">
      <w:pPr>
        <w:numPr>
          <w:ilvl w:val="0"/>
          <w:numId w:val="12"/>
        </w:numPr>
      </w:pPr>
      <w:r>
        <w:t>B</w:t>
      </w:r>
    </w:p>
    <w:p w:rsidR="00246AFA" w:rsidRDefault="0081217E" w:rsidP="00246AFA">
      <w:pPr>
        <w:numPr>
          <w:ilvl w:val="0"/>
          <w:numId w:val="12"/>
        </w:numPr>
      </w:pPr>
      <w:r>
        <w:t>B</w:t>
      </w:r>
    </w:p>
    <w:p w:rsidR="00246AFA" w:rsidRDefault="00246AFA" w:rsidP="00246AFA">
      <w:pPr>
        <w:numPr>
          <w:ilvl w:val="0"/>
          <w:numId w:val="12"/>
        </w:numPr>
      </w:pPr>
      <w:r>
        <w:t>C</w:t>
      </w:r>
    </w:p>
    <w:p w:rsidR="00246AFA" w:rsidRDefault="00246AFA" w:rsidP="00246AFA">
      <w:pPr>
        <w:numPr>
          <w:ilvl w:val="0"/>
          <w:numId w:val="12"/>
        </w:numPr>
      </w:pPr>
      <w:r>
        <w:t>A</w:t>
      </w:r>
    </w:p>
    <w:p w:rsidR="00246AFA" w:rsidRDefault="00246AFA" w:rsidP="00246AFA">
      <w:pPr>
        <w:pStyle w:val="Heading2"/>
      </w:pPr>
      <w:r>
        <w:t>True or False</w:t>
      </w:r>
    </w:p>
    <w:p w:rsidR="00991F92" w:rsidRDefault="00991F92" w:rsidP="00991F92">
      <w:pPr>
        <w:numPr>
          <w:ilvl w:val="0"/>
          <w:numId w:val="14"/>
        </w:numPr>
      </w:pPr>
      <w:r>
        <w:t>True</w:t>
      </w:r>
    </w:p>
    <w:p w:rsidR="00991F92" w:rsidRDefault="00991F92" w:rsidP="00991F92">
      <w:pPr>
        <w:numPr>
          <w:ilvl w:val="0"/>
          <w:numId w:val="14"/>
        </w:numPr>
      </w:pPr>
      <w:r>
        <w:t>False</w:t>
      </w:r>
    </w:p>
    <w:p w:rsidR="00991F92" w:rsidRDefault="00991F92" w:rsidP="00991F92">
      <w:pPr>
        <w:numPr>
          <w:ilvl w:val="0"/>
          <w:numId w:val="14"/>
        </w:numPr>
      </w:pPr>
      <w:r>
        <w:t>False</w:t>
      </w:r>
    </w:p>
    <w:p w:rsidR="00991F92" w:rsidRDefault="00991F92" w:rsidP="00991F92">
      <w:pPr>
        <w:numPr>
          <w:ilvl w:val="0"/>
          <w:numId w:val="14"/>
        </w:numPr>
      </w:pPr>
      <w:r>
        <w:lastRenderedPageBreak/>
        <w:t>True</w:t>
      </w:r>
    </w:p>
    <w:p w:rsidR="00991F92" w:rsidRDefault="00C8165B" w:rsidP="00991F92">
      <w:pPr>
        <w:numPr>
          <w:ilvl w:val="0"/>
          <w:numId w:val="14"/>
        </w:numPr>
      </w:pPr>
      <w:r>
        <w:t>False</w:t>
      </w:r>
    </w:p>
    <w:p w:rsidR="00C8165B" w:rsidRDefault="00C8165B" w:rsidP="00991F92">
      <w:pPr>
        <w:numPr>
          <w:ilvl w:val="0"/>
          <w:numId w:val="14"/>
        </w:numPr>
      </w:pPr>
      <w:r>
        <w:t>True</w:t>
      </w:r>
    </w:p>
    <w:p w:rsidR="00C8165B" w:rsidRDefault="00C8165B" w:rsidP="00991F92">
      <w:pPr>
        <w:numPr>
          <w:ilvl w:val="0"/>
          <w:numId w:val="14"/>
        </w:numPr>
      </w:pPr>
      <w:r>
        <w:t>True</w:t>
      </w:r>
    </w:p>
    <w:p w:rsidR="00C8165B" w:rsidRDefault="00C8165B" w:rsidP="00991F92">
      <w:pPr>
        <w:numPr>
          <w:ilvl w:val="0"/>
          <w:numId w:val="14"/>
        </w:numPr>
      </w:pPr>
      <w:r>
        <w:t>True</w:t>
      </w:r>
    </w:p>
    <w:p w:rsidR="00C8165B" w:rsidRDefault="00C8165B" w:rsidP="00991F92">
      <w:pPr>
        <w:numPr>
          <w:ilvl w:val="0"/>
          <w:numId w:val="14"/>
        </w:numPr>
      </w:pPr>
      <w:r>
        <w:t>True</w:t>
      </w:r>
    </w:p>
    <w:p w:rsidR="00C8165B" w:rsidRDefault="00C8165B" w:rsidP="00991F92">
      <w:pPr>
        <w:numPr>
          <w:ilvl w:val="0"/>
          <w:numId w:val="14"/>
        </w:numPr>
      </w:pPr>
      <w:r>
        <w:t>True</w:t>
      </w:r>
    </w:p>
    <w:p w:rsidR="00C8165B" w:rsidRDefault="00C8165B" w:rsidP="00991F92">
      <w:pPr>
        <w:numPr>
          <w:ilvl w:val="0"/>
          <w:numId w:val="14"/>
        </w:numPr>
      </w:pPr>
      <w:r>
        <w:t>False</w:t>
      </w:r>
    </w:p>
    <w:p w:rsidR="00F55656" w:rsidRDefault="00F55656" w:rsidP="00991F92">
      <w:pPr>
        <w:numPr>
          <w:ilvl w:val="0"/>
          <w:numId w:val="14"/>
        </w:numPr>
      </w:pPr>
      <w:r>
        <w:t>True</w:t>
      </w:r>
    </w:p>
    <w:p w:rsidR="00F55656" w:rsidRDefault="00F55656" w:rsidP="00991F92">
      <w:pPr>
        <w:numPr>
          <w:ilvl w:val="0"/>
          <w:numId w:val="14"/>
        </w:numPr>
      </w:pPr>
      <w:r>
        <w:t>False</w:t>
      </w:r>
    </w:p>
    <w:p w:rsidR="00F55656" w:rsidRDefault="00F55656" w:rsidP="00A61D38">
      <w:pPr>
        <w:numPr>
          <w:ilvl w:val="0"/>
          <w:numId w:val="14"/>
        </w:numPr>
      </w:pPr>
      <w:r>
        <w:t>True</w:t>
      </w:r>
    </w:p>
    <w:p w:rsidR="00F55656" w:rsidRDefault="00F55656" w:rsidP="00991F92">
      <w:pPr>
        <w:numPr>
          <w:ilvl w:val="0"/>
          <w:numId w:val="14"/>
        </w:numPr>
      </w:pPr>
      <w:r>
        <w:t>True</w:t>
      </w:r>
    </w:p>
    <w:p w:rsidR="00F55656" w:rsidRDefault="00F55656" w:rsidP="00991F92">
      <w:pPr>
        <w:numPr>
          <w:ilvl w:val="0"/>
          <w:numId w:val="14"/>
        </w:numPr>
      </w:pPr>
      <w:r>
        <w:t>True</w:t>
      </w:r>
    </w:p>
    <w:p w:rsidR="00F55656" w:rsidRDefault="00F55656" w:rsidP="00991F92">
      <w:pPr>
        <w:numPr>
          <w:ilvl w:val="0"/>
          <w:numId w:val="14"/>
        </w:numPr>
      </w:pPr>
      <w:r>
        <w:t>False</w:t>
      </w:r>
    </w:p>
    <w:p w:rsidR="00F55656" w:rsidRDefault="00F55656" w:rsidP="00991F92">
      <w:pPr>
        <w:numPr>
          <w:ilvl w:val="0"/>
          <w:numId w:val="14"/>
        </w:numPr>
      </w:pPr>
      <w:r>
        <w:t>True</w:t>
      </w:r>
    </w:p>
    <w:p w:rsidR="00484042" w:rsidRDefault="00484042" w:rsidP="00484042">
      <w:pPr>
        <w:pStyle w:val="Heading2"/>
      </w:pPr>
      <w:r>
        <w:t>Matching</w:t>
      </w:r>
    </w:p>
    <w:p w:rsidR="00484042" w:rsidRDefault="00484042" w:rsidP="00484042">
      <w:pPr>
        <w:numPr>
          <w:ilvl w:val="0"/>
          <w:numId w:val="20"/>
        </w:numPr>
      </w:pPr>
      <w:r>
        <w:t>1C, 2D, 3B, 4A, 5G, 6E, 7F</w:t>
      </w:r>
    </w:p>
    <w:p w:rsidR="008F47F8" w:rsidRDefault="008F47F8" w:rsidP="008F47F8">
      <w:pPr>
        <w:numPr>
          <w:ilvl w:val="0"/>
          <w:numId w:val="20"/>
        </w:numPr>
      </w:pPr>
      <w:r>
        <w:t>1B, 2A, 3C</w:t>
      </w:r>
    </w:p>
    <w:sectPr w:rsidR="008F47F8" w:rsidSect="00152ACA">
      <w:headerReference w:type="even" r:id="rId14"/>
      <w:head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3D4" w:rsidRDefault="007523D4">
      <w:r>
        <w:separator/>
      </w:r>
    </w:p>
  </w:endnote>
  <w:endnote w:type="continuationSeparator" w:id="0">
    <w:p w:rsidR="007523D4" w:rsidRDefault="007523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3D4" w:rsidRDefault="007523D4">
      <w:r>
        <w:separator/>
      </w:r>
    </w:p>
  </w:footnote>
  <w:footnote w:type="continuationSeparator" w:id="0">
    <w:p w:rsidR="007523D4" w:rsidRDefault="00752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D4" w:rsidRDefault="00C97591" w:rsidP="0019597D">
    <w:pPr>
      <w:pStyle w:val="Header"/>
      <w:framePr w:wrap="around" w:vAnchor="text" w:hAnchor="margin" w:xAlign="right" w:y="1"/>
      <w:rPr>
        <w:rStyle w:val="PageNumber"/>
      </w:rPr>
    </w:pPr>
    <w:r>
      <w:rPr>
        <w:rStyle w:val="PageNumber"/>
      </w:rPr>
      <w:fldChar w:fldCharType="begin"/>
    </w:r>
    <w:r w:rsidR="007523D4">
      <w:rPr>
        <w:rStyle w:val="PageNumber"/>
      </w:rPr>
      <w:instrText xml:space="preserve">PAGE  </w:instrText>
    </w:r>
    <w:r>
      <w:rPr>
        <w:rStyle w:val="PageNumber"/>
      </w:rPr>
      <w:fldChar w:fldCharType="end"/>
    </w:r>
  </w:p>
  <w:p w:rsidR="007523D4" w:rsidRDefault="007523D4" w:rsidP="000C231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D4" w:rsidRDefault="00C97591" w:rsidP="0019597D">
    <w:pPr>
      <w:pStyle w:val="Header"/>
      <w:framePr w:wrap="around" w:vAnchor="text" w:hAnchor="margin" w:xAlign="right" w:y="1"/>
      <w:rPr>
        <w:rStyle w:val="PageNumber"/>
      </w:rPr>
    </w:pPr>
    <w:r>
      <w:rPr>
        <w:rStyle w:val="PageNumber"/>
      </w:rPr>
      <w:fldChar w:fldCharType="begin"/>
    </w:r>
    <w:r w:rsidR="007523D4">
      <w:rPr>
        <w:rStyle w:val="PageNumber"/>
      </w:rPr>
      <w:instrText xml:space="preserve">PAGE  </w:instrText>
    </w:r>
    <w:r>
      <w:rPr>
        <w:rStyle w:val="PageNumber"/>
      </w:rPr>
      <w:fldChar w:fldCharType="separate"/>
    </w:r>
    <w:r w:rsidR="008F4B3D">
      <w:rPr>
        <w:rStyle w:val="PageNumber"/>
        <w:noProof/>
      </w:rPr>
      <w:t>1</w:t>
    </w:r>
    <w:r>
      <w:rPr>
        <w:rStyle w:val="PageNumber"/>
      </w:rPr>
      <w:fldChar w:fldCharType="end"/>
    </w:r>
  </w:p>
  <w:p w:rsidR="007523D4" w:rsidRDefault="007523D4" w:rsidP="000C231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A4493A"/>
    <w:lvl w:ilvl="0">
      <w:start w:val="1"/>
      <w:numFmt w:val="decimal"/>
      <w:lvlText w:val="%1."/>
      <w:lvlJc w:val="left"/>
      <w:pPr>
        <w:tabs>
          <w:tab w:val="num" w:pos="360"/>
        </w:tabs>
        <w:ind w:left="360" w:hanging="360"/>
      </w:pPr>
    </w:lvl>
  </w:abstractNum>
  <w:abstractNum w:abstractNumId="1">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103031C"/>
    <w:multiLevelType w:val="hybridMultilevel"/>
    <w:tmpl w:val="8868660C"/>
    <w:lvl w:ilvl="0" w:tplc="7ACC4C86">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B9A48BE"/>
    <w:multiLevelType w:val="hybridMultilevel"/>
    <w:tmpl w:val="D90635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741031"/>
    <w:multiLevelType w:val="hybridMultilevel"/>
    <w:tmpl w:val="D88277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8E82CD8"/>
    <w:multiLevelType w:val="multilevel"/>
    <w:tmpl w:val="35E049E8"/>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1CC54C1"/>
    <w:multiLevelType w:val="hybridMultilevel"/>
    <w:tmpl w:val="95D211E6"/>
    <w:lvl w:ilvl="0" w:tplc="7ACC4C8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C6F67BF"/>
    <w:multiLevelType w:val="hybridMultilevel"/>
    <w:tmpl w:val="B84CD084"/>
    <w:lvl w:ilvl="0" w:tplc="C728F58A">
      <w:start w:val="1"/>
      <w:numFmt w:val="decimal"/>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2C9630C3"/>
    <w:multiLevelType w:val="multilevel"/>
    <w:tmpl w:val="B90EFEE8"/>
    <w:lvl w:ilvl="0">
      <w:start w:val="3"/>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FC78F5"/>
    <w:multiLevelType w:val="multilevel"/>
    <w:tmpl w:val="35E049E8"/>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4">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BF40308"/>
    <w:multiLevelType w:val="multilevel"/>
    <w:tmpl w:val="B90EFEE8"/>
    <w:lvl w:ilvl="0">
      <w:start w:val="3"/>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562D43F9"/>
    <w:multiLevelType w:val="multilevel"/>
    <w:tmpl w:val="1EEEE4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6C6008"/>
    <w:multiLevelType w:val="hybridMultilevel"/>
    <w:tmpl w:val="ADC84160"/>
    <w:lvl w:ilvl="0" w:tplc="67F21840">
      <w:start w:val="1"/>
      <w:numFmt w:val="upp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1">
    <w:nsid w:val="6A1B6A05"/>
    <w:multiLevelType w:val="hybridMultilevel"/>
    <w:tmpl w:val="6448B11E"/>
    <w:lvl w:ilvl="0" w:tplc="C728F5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F2A29"/>
    <w:multiLevelType w:val="hybridMultilevel"/>
    <w:tmpl w:val="1EEEE4F6"/>
    <w:lvl w:ilvl="0" w:tplc="0409000F">
      <w:start w:val="1"/>
      <w:numFmt w:val="decimal"/>
      <w:lvlText w:val="%1."/>
      <w:lvlJc w:val="left"/>
      <w:pPr>
        <w:tabs>
          <w:tab w:val="num" w:pos="1080"/>
        </w:tabs>
        <w:ind w:left="1080" w:hanging="360"/>
      </w:pPr>
    </w:lvl>
    <w:lvl w:ilvl="1" w:tplc="C728F58A">
      <w:start w:val="1"/>
      <w:numFmt w:val="decimal"/>
      <w:lvlText w:val="%2."/>
      <w:lvlJc w:val="left"/>
      <w:pPr>
        <w:tabs>
          <w:tab w:val="num" w:pos="1800"/>
        </w:tabs>
        <w:ind w:left="1800" w:hanging="360"/>
      </w:pPr>
      <w:rPr>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E1D2F55"/>
    <w:multiLevelType w:val="hybridMultilevel"/>
    <w:tmpl w:val="3AAC576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12146DD"/>
    <w:multiLevelType w:val="hybridMultilevel"/>
    <w:tmpl w:val="842293A4"/>
    <w:lvl w:ilvl="0" w:tplc="C728F5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8B1428"/>
    <w:multiLevelType w:val="hybridMultilevel"/>
    <w:tmpl w:val="DF14B2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0"/>
  </w:num>
  <w:num w:numId="3">
    <w:abstractNumId w:val="10"/>
  </w:num>
  <w:num w:numId="4">
    <w:abstractNumId w:val="14"/>
  </w:num>
  <w:num w:numId="5">
    <w:abstractNumId w:val="1"/>
  </w:num>
  <w:num w:numId="6">
    <w:abstractNumId w:val="23"/>
  </w:num>
  <w:num w:numId="7">
    <w:abstractNumId w:val="12"/>
  </w:num>
  <w:num w:numId="8">
    <w:abstractNumId w:val="13"/>
  </w:num>
  <w:num w:numId="9">
    <w:abstractNumId w:val="0"/>
  </w:num>
  <w:num w:numId="10">
    <w:abstractNumId w:val="16"/>
  </w:num>
  <w:num w:numId="11">
    <w:abstractNumId w:val="8"/>
  </w:num>
  <w:num w:numId="12">
    <w:abstractNumId w:val="4"/>
  </w:num>
  <w:num w:numId="13">
    <w:abstractNumId w:val="5"/>
  </w:num>
  <w:num w:numId="14">
    <w:abstractNumId w:val="22"/>
  </w:num>
  <w:num w:numId="15">
    <w:abstractNumId w:val="15"/>
  </w:num>
  <w:num w:numId="16">
    <w:abstractNumId w:val="3"/>
  </w:num>
  <w:num w:numId="17">
    <w:abstractNumId w:val="21"/>
  </w:num>
  <w:num w:numId="18">
    <w:abstractNumId w:val="9"/>
  </w:num>
  <w:num w:numId="19">
    <w:abstractNumId w:val="17"/>
  </w:num>
  <w:num w:numId="20">
    <w:abstractNumId w:val="25"/>
  </w:num>
  <w:num w:numId="21">
    <w:abstractNumId w:val="27"/>
  </w:num>
  <w:num w:numId="22">
    <w:abstractNumId w:val="2"/>
  </w:num>
  <w:num w:numId="23">
    <w:abstractNumId w:val="6"/>
  </w:num>
  <w:num w:numId="24">
    <w:abstractNumId w:val="26"/>
  </w:num>
  <w:num w:numId="25">
    <w:abstractNumId w:val="18"/>
  </w:num>
  <w:num w:numId="26">
    <w:abstractNumId w:val="24"/>
  </w:num>
  <w:num w:numId="27">
    <w:abstractNumId w:val="19"/>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3F01"/>
  <w:defaultTabStop w:val="720"/>
  <w:characterSpacingControl w:val="doNotCompress"/>
  <w:footnotePr>
    <w:footnote w:id="-1"/>
    <w:footnote w:id="0"/>
  </w:footnotePr>
  <w:endnotePr>
    <w:endnote w:id="-1"/>
    <w:endnote w:id="0"/>
  </w:endnotePr>
  <w:compat/>
  <w:rsids>
    <w:rsidRoot w:val="007F6DA4"/>
    <w:rsid w:val="00035C77"/>
    <w:rsid w:val="00050F7B"/>
    <w:rsid w:val="00067D26"/>
    <w:rsid w:val="000B170E"/>
    <w:rsid w:val="000C231A"/>
    <w:rsid w:val="001113BF"/>
    <w:rsid w:val="00151C1E"/>
    <w:rsid w:val="00152ACA"/>
    <w:rsid w:val="0018300D"/>
    <w:rsid w:val="00184400"/>
    <w:rsid w:val="00192875"/>
    <w:rsid w:val="0019597D"/>
    <w:rsid w:val="00197774"/>
    <w:rsid w:val="001A428E"/>
    <w:rsid w:val="001B6090"/>
    <w:rsid w:val="001C3E1B"/>
    <w:rsid w:val="001E2275"/>
    <w:rsid w:val="00246AFA"/>
    <w:rsid w:val="00286F56"/>
    <w:rsid w:val="002A47EC"/>
    <w:rsid w:val="002B57BD"/>
    <w:rsid w:val="002C45CF"/>
    <w:rsid w:val="002E3534"/>
    <w:rsid w:val="002F329A"/>
    <w:rsid w:val="00303C41"/>
    <w:rsid w:val="00347E76"/>
    <w:rsid w:val="0039023D"/>
    <w:rsid w:val="003F1A52"/>
    <w:rsid w:val="003F5F45"/>
    <w:rsid w:val="00433FF9"/>
    <w:rsid w:val="00442F2A"/>
    <w:rsid w:val="00457C2B"/>
    <w:rsid w:val="00484042"/>
    <w:rsid w:val="004D2ECB"/>
    <w:rsid w:val="004E03EE"/>
    <w:rsid w:val="004E4D31"/>
    <w:rsid w:val="005548B4"/>
    <w:rsid w:val="005A592F"/>
    <w:rsid w:val="005E5F0B"/>
    <w:rsid w:val="00607371"/>
    <w:rsid w:val="006218C4"/>
    <w:rsid w:val="00674EE7"/>
    <w:rsid w:val="006B115D"/>
    <w:rsid w:val="006B29B1"/>
    <w:rsid w:val="006C54FC"/>
    <w:rsid w:val="00705C38"/>
    <w:rsid w:val="00717D7A"/>
    <w:rsid w:val="00723D61"/>
    <w:rsid w:val="00724468"/>
    <w:rsid w:val="0073765B"/>
    <w:rsid w:val="007523D4"/>
    <w:rsid w:val="0076094E"/>
    <w:rsid w:val="007D2A62"/>
    <w:rsid w:val="007F3C9E"/>
    <w:rsid w:val="007F6DA4"/>
    <w:rsid w:val="0081217E"/>
    <w:rsid w:val="008267DE"/>
    <w:rsid w:val="0089211C"/>
    <w:rsid w:val="008D1219"/>
    <w:rsid w:val="008E4574"/>
    <w:rsid w:val="008E6DD7"/>
    <w:rsid w:val="008F47F8"/>
    <w:rsid w:val="008F4B3D"/>
    <w:rsid w:val="0094253D"/>
    <w:rsid w:val="009726B3"/>
    <w:rsid w:val="00991F92"/>
    <w:rsid w:val="009C09D1"/>
    <w:rsid w:val="00A30B1B"/>
    <w:rsid w:val="00A43CA4"/>
    <w:rsid w:val="00A61D38"/>
    <w:rsid w:val="00AC3A7B"/>
    <w:rsid w:val="00AC7331"/>
    <w:rsid w:val="00AF16E8"/>
    <w:rsid w:val="00AF71FF"/>
    <w:rsid w:val="00B01096"/>
    <w:rsid w:val="00B14967"/>
    <w:rsid w:val="00B30667"/>
    <w:rsid w:val="00B31567"/>
    <w:rsid w:val="00B353B5"/>
    <w:rsid w:val="00B5695D"/>
    <w:rsid w:val="00BC5710"/>
    <w:rsid w:val="00C05820"/>
    <w:rsid w:val="00C11F43"/>
    <w:rsid w:val="00C412F2"/>
    <w:rsid w:val="00C8165B"/>
    <w:rsid w:val="00C97591"/>
    <w:rsid w:val="00CD47C3"/>
    <w:rsid w:val="00CF07A2"/>
    <w:rsid w:val="00D40A6B"/>
    <w:rsid w:val="00D53E17"/>
    <w:rsid w:val="00D55159"/>
    <w:rsid w:val="00DA5207"/>
    <w:rsid w:val="00DB07EE"/>
    <w:rsid w:val="00DF702D"/>
    <w:rsid w:val="00E01AA1"/>
    <w:rsid w:val="00E046EC"/>
    <w:rsid w:val="00EA253B"/>
    <w:rsid w:val="00F43286"/>
    <w:rsid w:val="00F55656"/>
    <w:rsid w:val="00F738A6"/>
    <w:rsid w:val="00F832CA"/>
    <w:rsid w:val="00FC195A"/>
    <w:rsid w:val="00FC44E9"/>
    <w:rsid w:val="00FE0B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qFormat="1"/>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B3D"/>
    <w:pPr>
      <w:spacing w:before="120"/>
      <w:ind w:left="360"/>
    </w:pPr>
    <w:rPr>
      <w:rFonts w:asciiTheme="minorHAnsi" w:hAnsiTheme="minorHAnsi"/>
      <w:sz w:val="24"/>
      <w:szCs w:val="24"/>
    </w:rPr>
  </w:style>
  <w:style w:type="paragraph" w:styleId="Heading1">
    <w:name w:val="heading 1"/>
    <w:basedOn w:val="Normal"/>
    <w:next w:val="Normal"/>
    <w:qFormat/>
    <w:rsid w:val="008F4B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F4B3D"/>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8F4B3D"/>
    <w:pPr>
      <w:outlineLvl w:val="2"/>
    </w:pPr>
    <w:rPr>
      <w:bCs w:val="0"/>
      <w:i w:val="0"/>
      <w:sz w:val="24"/>
    </w:rPr>
  </w:style>
  <w:style w:type="paragraph" w:styleId="Heading4">
    <w:name w:val="heading 4"/>
    <w:basedOn w:val="Normal"/>
    <w:next w:val="Normal"/>
    <w:autoRedefine/>
    <w:qFormat/>
    <w:rsid w:val="008F4B3D"/>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rsid w:val="008F4B3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8F4B3D"/>
  </w:style>
  <w:style w:type="paragraph" w:styleId="Header">
    <w:name w:val="header"/>
    <w:basedOn w:val="Normal"/>
    <w:rsid w:val="000C231A"/>
    <w:pPr>
      <w:tabs>
        <w:tab w:val="center" w:pos="4320"/>
        <w:tab w:val="right" w:pos="8640"/>
      </w:tabs>
    </w:pPr>
  </w:style>
  <w:style w:type="character" w:styleId="PageNumber">
    <w:name w:val="page number"/>
    <w:basedOn w:val="DefaultParagraphFont"/>
    <w:rsid w:val="000C231A"/>
  </w:style>
  <w:style w:type="character" w:styleId="Hyperlink">
    <w:name w:val="Hyperlink"/>
    <w:basedOn w:val="DefaultParagraphFont"/>
    <w:rsid w:val="008F4B3D"/>
    <w:rPr>
      <w:color w:val="0000FF"/>
      <w:u w:val="single"/>
    </w:rPr>
  </w:style>
  <w:style w:type="paragraph" w:customStyle="1" w:styleId="H1">
    <w:name w:val="H1"/>
    <w:basedOn w:val="Normal"/>
    <w:autoRedefine/>
    <w:rsid w:val="008F4B3D"/>
    <w:pPr>
      <w:spacing w:before="360" w:after="120"/>
    </w:pPr>
    <w:rPr>
      <w:rFonts w:ascii="Helvetica" w:hAnsi="Helvetica"/>
      <w:b/>
      <w:sz w:val="32"/>
      <w:szCs w:val="32"/>
    </w:rPr>
  </w:style>
  <w:style w:type="paragraph" w:customStyle="1" w:styleId="H2">
    <w:name w:val="H2"/>
    <w:basedOn w:val="Normal"/>
    <w:rsid w:val="008F4B3D"/>
    <w:pPr>
      <w:widowControl w:val="0"/>
      <w:suppressAutoHyphens/>
      <w:spacing w:before="240" w:after="120"/>
    </w:pPr>
    <w:rPr>
      <w:rFonts w:ascii="Arial" w:hAnsi="Arial"/>
      <w:b/>
      <w:bCs/>
      <w:i/>
      <w:sz w:val="28"/>
      <w:szCs w:val="20"/>
    </w:rPr>
  </w:style>
  <w:style w:type="paragraph" w:customStyle="1" w:styleId="Body1Char">
    <w:name w:val="Body1 Char"/>
    <w:basedOn w:val="Normal"/>
    <w:rsid w:val="008F4B3D"/>
    <w:pPr>
      <w:spacing w:after="120"/>
    </w:pPr>
  </w:style>
  <w:style w:type="paragraph" w:customStyle="1" w:styleId="Body2Char">
    <w:name w:val="Body2 Char"/>
    <w:basedOn w:val="Normal"/>
    <w:link w:val="Body2Char"/>
    <w:rsid w:val="008F4B3D"/>
  </w:style>
  <w:style w:type="paragraph" w:customStyle="1" w:styleId="CHN">
    <w:name w:val="CHN"/>
    <w:basedOn w:val="Normal"/>
    <w:link w:val="CHNChar"/>
    <w:autoRedefine/>
    <w:rsid w:val="008F4B3D"/>
    <w:pPr>
      <w:widowControl w:val="0"/>
      <w:pBdr>
        <w:bottom w:val="single" w:sz="4" w:space="1" w:color="auto"/>
      </w:pBdr>
      <w:autoSpaceDE w:val="0"/>
      <w:autoSpaceDN w:val="0"/>
      <w:adjustRightInd w:val="0"/>
    </w:pPr>
    <w:rPr>
      <w:rFonts w:ascii="Arial" w:hAnsi="Arial"/>
      <w:b/>
      <w:sz w:val="36"/>
      <w:szCs w:val="36"/>
    </w:rPr>
  </w:style>
  <w:style w:type="paragraph" w:customStyle="1" w:styleId="CHT">
    <w:name w:val="CHT"/>
    <w:basedOn w:val="Normal"/>
    <w:autoRedefine/>
    <w:rsid w:val="008F4B3D"/>
    <w:pPr>
      <w:spacing w:after="240"/>
    </w:pPr>
    <w:rPr>
      <w:rFonts w:ascii="Arial Black" w:hAnsi="Arial Black"/>
      <w:sz w:val="44"/>
      <w:szCs w:val="44"/>
    </w:rPr>
  </w:style>
  <w:style w:type="paragraph" w:customStyle="1" w:styleId="NumList">
    <w:name w:val="NumList"/>
    <w:basedOn w:val="List"/>
    <w:autoRedefine/>
    <w:rsid w:val="008F4B3D"/>
    <w:pPr>
      <w:numPr>
        <w:numId w:val="8"/>
      </w:numPr>
      <w:tabs>
        <w:tab w:val="left" w:pos="288"/>
      </w:tabs>
    </w:pPr>
    <w:rPr>
      <w:szCs w:val="20"/>
    </w:rPr>
  </w:style>
  <w:style w:type="paragraph" w:customStyle="1" w:styleId="AttributionChar">
    <w:name w:val="Attribution Char"/>
    <w:basedOn w:val="Normal"/>
    <w:link w:val="AttributionChar"/>
    <w:rsid w:val="008F4B3D"/>
    <w:pPr>
      <w:jc w:val="right"/>
    </w:pPr>
    <w:rPr>
      <w:i/>
      <w:iCs/>
    </w:rPr>
  </w:style>
  <w:style w:type="character" w:customStyle="1" w:styleId="Body1CharChar">
    <w:name w:val="Body1 Char Char"/>
    <w:basedOn w:val="DefaultParagraphFont"/>
    <w:rsid w:val="008F4B3D"/>
    <w:rPr>
      <w:sz w:val="24"/>
      <w:szCs w:val="24"/>
      <w:lang w:val="en-US" w:eastAsia="en-US" w:bidi="ar-SA"/>
    </w:rPr>
  </w:style>
  <w:style w:type="character" w:customStyle="1" w:styleId="Body2CharChar">
    <w:name w:val="Body2 Char Char"/>
    <w:rsid w:val="008F4B3D"/>
    <w:rPr>
      <w:sz w:val="24"/>
      <w:szCs w:val="24"/>
      <w:lang w:val="en-US" w:eastAsia="en-US" w:bidi="ar-SA"/>
    </w:rPr>
  </w:style>
  <w:style w:type="character" w:customStyle="1" w:styleId="AttributionCharChar">
    <w:name w:val="Attribution Char Char"/>
    <w:rsid w:val="008F4B3D"/>
    <w:rPr>
      <w:i/>
      <w:iCs/>
      <w:sz w:val="24"/>
      <w:szCs w:val="24"/>
      <w:lang w:val="en-US" w:eastAsia="en-US" w:bidi="ar-SA"/>
    </w:rPr>
  </w:style>
  <w:style w:type="paragraph" w:customStyle="1" w:styleId="H3">
    <w:name w:val="H3"/>
    <w:basedOn w:val="H2"/>
    <w:rsid w:val="008F4B3D"/>
    <w:rPr>
      <w:i w:val="0"/>
      <w:szCs w:val="24"/>
    </w:rPr>
  </w:style>
  <w:style w:type="paragraph" w:styleId="List">
    <w:name w:val="List"/>
    <w:basedOn w:val="Normal"/>
    <w:autoRedefine/>
    <w:rsid w:val="008F4B3D"/>
    <w:pPr>
      <w:ind w:left="792"/>
    </w:pPr>
  </w:style>
  <w:style w:type="paragraph" w:customStyle="1" w:styleId="Question">
    <w:name w:val="Question"/>
    <w:basedOn w:val="NumList"/>
    <w:autoRedefine/>
    <w:rsid w:val="008F4B3D"/>
    <w:pPr>
      <w:numPr>
        <w:ilvl w:val="1"/>
        <w:numId w:val="4"/>
      </w:numPr>
      <w:ind w:left="720"/>
    </w:pPr>
  </w:style>
  <w:style w:type="paragraph" w:customStyle="1" w:styleId="ANswerChoice">
    <w:name w:val="ANswerChoice"/>
    <w:basedOn w:val="Normal"/>
    <w:autoRedefine/>
    <w:rsid w:val="008F4B3D"/>
    <w:pPr>
      <w:numPr>
        <w:ilvl w:val="2"/>
        <w:numId w:val="4"/>
      </w:numPr>
      <w:tabs>
        <w:tab w:val="clear" w:pos="2700"/>
        <w:tab w:val="num" w:pos="1080"/>
      </w:tabs>
      <w:ind w:left="1080" w:hanging="360"/>
    </w:pPr>
  </w:style>
  <w:style w:type="paragraph" w:styleId="Signature">
    <w:name w:val="Signature"/>
    <w:basedOn w:val="Normal"/>
    <w:autoRedefine/>
    <w:rsid w:val="008F4B3D"/>
    <w:pPr>
      <w:jc w:val="right"/>
    </w:pPr>
    <w:rPr>
      <w:i/>
    </w:rPr>
  </w:style>
  <w:style w:type="paragraph" w:styleId="ListBullet">
    <w:name w:val="List Bullet"/>
    <w:basedOn w:val="Normal"/>
    <w:autoRedefine/>
    <w:qFormat/>
    <w:rsid w:val="008F4B3D"/>
    <w:pPr>
      <w:numPr>
        <w:numId w:val="5"/>
      </w:numPr>
    </w:pPr>
  </w:style>
  <w:style w:type="paragraph" w:customStyle="1" w:styleId="Extract">
    <w:name w:val="Extract"/>
    <w:basedOn w:val="Normal"/>
    <w:autoRedefine/>
    <w:rsid w:val="008F4B3D"/>
    <w:rPr>
      <w:rFonts w:eastAsia="MS Mincho"/>
      <w:sz w:val="23"/>
    </w:rPr>
  </w:style>
  <w:style w:type="paragraph" w:styleId="List2">
    <w:name w:val="List 2"/>
    <w:basedOn w:val="List"/>
    <w:autoRedefine/>
    <w:rsid w:val="008F4B3D"/>
    <w:pPr>
      <w:ind w:left="1224"/>
    </w:pPr>
  </w:style>
  <w:style w:type="paragraph" w:styleId="ListNumber">
    <w:name w:val="List Number"/>
    <w:basedOn w:val="Normal"/>
    <w:autoRedefine/>
    <w:rsid w:val="008F4B3D"/>
    <w:pPr>
      <w:numPr>
        <w:numId w:val="11"/>
      </w:numPr>
    </w:pPr>
  </w:style>
  <w:style w:type="paragraph" w:styleId="List3">
    <w:name w:val="List 3"/>
    <w:basedOn w:val="Normal"/>
    <w:autoRedefine/>
    <w:rsid w:val="008F4B3D"/>
    <w:pPr>
      <w:ind w:left="1512"/>
    </w:pPr>
  </w:style>
  <w:style w:type="paragraph" w:styleId="Subtitle">
    <w:name w:val="Subtitle"/>
    <w:basedOn w:val="CHT"/>
    <w:autoRedefine/>
    <w:qFormat/>
    <w:rsid w:val="008F4B3D"/>
    <w:pPr>
      <w:spacing w:after="0"/>
      <w:outlineLvl w:val="0"/>
    </w:pPr>
    <w:rPr>
      <w:rFonts w:cs="Arial"/>
      <w:sz w:val="32"/>
      <w:szCs w:val="32"/>
    </w:rPr>
  </w:style>
  <w:style w:type="paragraph" w:customStyle="1" w:styleId="Body1">
    <w:name w:val="Body1"/>
    <w:basedOn w:val="Normal"/>
    <w:autoRedefine/>
    <w:rsid w:val="008F4B3D"/>
    <w:pPr>
      <w:spacing w:after="120"/>
    </w:pPr>
  </w:style>
  <w:style w:type="paragraph" w:customStyle="1" w:styleId="Body2">
    <w:name w:val="Body2"/>
    <w:basedOn w:val="Body1"/>
    <w:rsid w:val="00723D61"/>
    <w:pPr>
      <w:spacing w:after="0"/>
    </w:pPr>
  </w:style>
  <w:style w:type="paragraph" w:customStyle="1" w:styleId="Attribution">
    <w:name w:val="Attribution"/>
    <w:basedOn w:val="Body2"/>
    <w:rsid w:val="00723D61"/>
    <w:pPr>
      <w:jc w:val="right"/>
    </w:pPr>
    <w:rPr>
      <w:i/>
      <w:iCs/>
    </w:rPr>
  </w:style>
  <w:style w:type="character" w:customStyle="1" w:styleId="CHNChar">
    <w:name w:val="CHN Char"/>
    <w:basedOn w:val="DefaultParagraphFont"/>
    <w:link w:val="CHN"/>
    <w:rsid w:val="008F4B3D"/>
    <w:rPr>
      <w:rFonts w:ascii="Arial" w:hAnsi="Arial"/>
      <w:b/>
      <w:sz w:val="36"/>
      <w:szCs w:val="36"/>
    </w:rPr>
  </w:style>
  <w:style w:type="character" w:customStyle="1" w:styleId="CHTChar">
    <w:name w:val="CHT Char"/>
    <w:basedOn w:val="DefaultParagraphFont"/>
    <w:rsid w:val="008F4B3D"/>
    <w:rPr>
      <w:rFonts w:ascii="Arial Black" w:hAnsi="Arial Black"/>
      <w:sz w:val="36"/>
      <w:lang w:val="en-US" w:eastAsia="en-US" w:bidi="ar-SA"/>
    </w:rPr>
  </w:style>
  <w:style w:type="paragraph" w:customStyle="1" w:styleId="Powerpointstyles">
    <w:name w:val="Powerpoint styles"/>
    <w:basedOn w:val="Normal"/>
    <w:next w:val="Heading1"/>
    <w:rsid w:val="008F4B3D"/>
    <w:rPr>
      <w:rFonts w:ascii="Arial" w:hAnsi="Arial"/>
      <w:b/>
      <w:sz w:val="28"/>
    </w:rPr>
  </w:style>
  <w:style w:type="paragraph" w:customStyle="1" w:styleId="StyleFirstline025">
    <w:name w:val="Style First line:  0.25&quot;"/>
    <w:basedOn w:val="Normal"/>
    <w:rsid w:val="008F4B3D"/>
    <w:pPr>
      <w:ind w:firstLine="360"/>
    </w:pPr>
    <w:rPr>
      <w:szCs w:val="20"/>
    </w:rPr>
  </w:style>
  <w:style w:type="paragraph" w:styleId="Title">
    <w:name w:val="Title"/>
    <w:basedOn w:val="Normal"/>
    <w:link w:val="TitleChar"/>
    <w:qFormat/>
    <w:rsid w:val="008F4B3D"/>
    <w:pPr>
      <w:jc w:val="center"/>
    </w:pPr>
    <w:rPr>
      <w:sz w:val="32"/>
    </w:rPr>
  </w:style>
  <w:style w:type="character" w:customStyle="1" w:styleId="TitleChar">
    <w:name w:val="Title Char"/>
    <w:basedOn w:val="DefaultParagraphFont"/>
    <w:link w:val="Title"/>
    <w:rsid w:val="00AC7331"/>
    <w:rPr>
      <w:rFonts w:asciiTheme="minorHAnsi" w:hAnsiTheme="minorHAnsi"/>
      <w:sz w:val="32"/>
      <w:szCs w:val="24"/>
    </w:rPr>
  </w:style>
  <w:style w:type="paragraph" w:styleId="ListParagraph">
    <w:name w:val="List Paragraph"/>
    <w:basedOn w:val="Normal"/>
    <w:uiPriority w:val="34"/>
    <w:qFormat/>
    <w:rsid w:val="007523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 TargetMode="External"/><Relationship Id="rId13" Type="http://schemas.openxmlformats.org/officeDocument/2006/relationships/hyperlink" Target="http://www.ovid.com" TargetMode="External"/><Relationship Id="rId3" Type="http://schemas.openxmlformats.org/officeDocument/2006/relationships/settings" Target="settings.xml"/><Relationship Id="rId7" Type="http://schemas.openxmlformats.org/officeDocument/2006/relationships/hyperlink" Target="http://hhpcommunities.com/exercisescience/?page_id=244" TargetMode="External"/><Relationship Id="rId12" Type="http://schemas.openxmlformats.org/officeDocument/2006/relationships/hyperlink" Target="http://www.sirc.c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net.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ubmed.gov" TargetMode="External"/><Relationship Id="rId4" Type="http://schemas.openxmlformats.org/officeDocument/2006/relationships/webSettings" Target="webSettings.xml"/><Relationship Id="rId9" Type="http://schemas.openxmlformats.org/officeDocument/2006/relationships/hyperlink" Target="http://www.apa.org/psycinfo"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33</TotalTime>
  <Pages>9</Pages>
  <Words>2012</Words>
  <Characters>10900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READING AND INTERPRETING THE LITERATURE</vt:lpstr>
    </vt:vector>
  </TitlesOfParts>
  <Company>University of Nebraska</Company>
  <LinksUpToDate>false</LinksUpToDate>
  <CharactersWithSpaces>12887</CharactersWithSpaces>
  <SharedDoc>false</SharedDoc>
  <HLinks>
    <vt:vector size="36" baseType="variant">
      <vt:variant>
        <vt:i4>4390988</vt:i4>
      </vt:variant>
      <vt:variant>
        <vt:i4>15</vt:i4>
      </vt:variant>
      <vt:variant>
        <vt:i4>0</vt:i4>
      </vt:variant>
      <vt:variant>
        <vt:i4>5</vt:i4>
      </vt:variant>
      <vt:variant>
        <vt:lpwstr>http://www.ovid.com/</vt:lpwstr>
      </vt:variant>
      <vt:variant>
        <vt:lpwstr/>
      </vt:variant>
      <vt:variant>
        <vt:i4>6619193</vt:i4>
      </vt:variant>
      <vt:variant>
        <vt:i4>12</vt:i4>
      </vt:variant>
      <vt:variant>
        <vt:i4>0</vt:i4>
      </vt:variant>
      <vt:variant>
        <vt:i4>5</vt:i4>
      </vt:variant>
      <vt:variant>
        <vt:lpwstr>http://www.sirc.ca/</vt:lpwstr>
      </vt:variant>
      <vt:variant>
        <vt:lpwstr/>
      </vt:variant>
      <vt:variant>
        <vt:i4>5898244</vt:i4>
      </vt:variant>
      <vt:variant>
        <vt:i4>9</vt:i4>
      </vt:variant>
      <vt:variant>
        <vt:i4>0</vt:i4>
      </vt:variant>
      <vt:variant>
        <vt:i4>5</vt:i4>
      </vt:variant>
      <vt:variant>
        <vt:lpwstr>http://www.epnet.com/</vt:lpwstr>
      </vt:variant>
      <vt:variant>
        <vt:lpwstr/>
      </vt:variant>
      <vt:variant>
        <vt:i4>8126565</vt:i4>
      </vt:variant>
      <vt:variant>
        <vt:i4>6</vt:i4>
      </vt:variant>
      <vt:variant>
        <vt:i4>0</vt:i4>
      </vt:variant>
      <vt:variant>
        <vt:i4>5</vt:i4>
      </vt:variant>
      <vt:variant>
        <vt:lpwstr>http://www.eric.ed.gov/</vt:lpwstr>
      </vt:variant>
      <vt:variant>
        <vt:lpwstr/>
      </vt:variant>
      <vt:variant>
        <vt:i4>655426</vt:i4>
      </vt:variant>
      <vt:variant>
        <vt:i4>3</vt:i4>
      </vt:variant>
      <vt:variant>
        <vt:i4>0</vt:i4>
      </vt:variant>
      <vt:variant>
        <vt:i4>5</vt:i4>
      </vt:variant>
      <vt:variant>
        <vt:lpwstr>http://www.apa.org/psycinfo/</vt:lpwstr>
      </vt:variant>
      <vt:variant>
        <vt:lpwstr/>
      </vt:variant>
      <vt:variant>
        <vt:i4>3276861</vt:i4>
      </vt:variant>
      <vt:variant>
        <vt:i4>0</vt:i4>
      </vt:variant>
      <vt:variant>
        <vt:i4>0</vt:i4>
      </vt:variant>
      <vt:variant>
        <vt:i4>5</vt:i4>
      </vt:variant>
      <vt:variant>
        <vt:lpwstr>http://www.pubmed.gov/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AND INTERPRETING THE LITERATURE</dc:title>
  <dc:creator>Travis Beck</dc:creator>
  <cp:lastModifiedBy>marketing</cp:lastModifiedBy>
  <cp:revision>8</cp:revision>
  <dcterms:created xsi:type="dcterms:W3CDTF">2012-06-06T20:18:00Z</dcterms:created>
  <dcterms:modified xsi:type="dcterms:W3CDTF">2012-06-21T20:28:00Z</dcterms:modified>
</cp:coreProperties>
</file>