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E6" w:rsidRDefault="00C63BA6" w:rsidP="004807E6">
      <w:pPr>
        <w:pStyle w:val="CHN"/>
      </w:pPr>
      <w:r w:rsidRPr="00C63BA6">
        <w:t xml:space="preserve">Chapter 2 </w:t>
      </w:r>
    </w:p>
    <w:p w:rsidR="00AB7909" w:rsidRDefault="00C63BA6" w:rsidP="004807E6">
      <w:pPr>
        <w:pStyle w:val="CHT"/>
      </w:pPr>
      <w:r w:rsidRPr="00C63BA6">
        <w:t>Introduction to Statistics</w:t>
      </w:r>
    </w:p>
    <w:p w:rsidR="00A13DD9" w:rsidRDefault="00A13DD9" w:rsidP="004807E6">
      <w:pPr>
        <w:pStyle w:val="Heading1"/>
      </w:pPr>
      <w:r>
        <w:t>Test Questions</w:t>
      </w:r>
    </w:p>
    <w:p w:rsidR="00C63BA6" w:rsidRDefault="004807E6" w:rsidP="00A13DD9">
      <w:pPr>
        <w:pStyle w:val="Heading2"/>
      </w:pPr>
      <w:r>
        <w:t xml:space="preserve">Multiple Choice </w:t>
      </w:r>
    </w:p>
    <w:p w:rsidR="007C5040" w:rsidRDefault="004807E6" w:rsidP="00535901">
      <w:pPr>
        <w:ind w:left="720" w:hanging="360"/>
      </w:pPr>
      <w:r>
        <w:t>1.</w:t>
      </w:r>
      <w:r>
        <w:tab/>
      </w:r>
      <w:r w:rsidR="008741A7">
        <w:t>Scores resulting from an assessment of reaction time represent what scale of</w:t>
      </w:r>
      <w:r>
        <w:t xml:space="preserve"> </w:t>
      </w:r>
      <w:r w:rsidR="008741A7">
        <w:t>measurement?</w:t>
      </w:r>
    </w:p>
    <w:p w:rsidR="007C5040" w:rsidRDefault="00D51922" w:rsidP="00535901">
      <w:pPr>
        <w:pStyle w:val="ListParagraph"/>
        <w:numPr>
          <w:ilvl w:val="0"/>
          <w:numId w:val="13"/>
        </w:numPr>
      </w:pPr>
      <w:r>
        <w:t>Nominal</w:t>
      </w:r>
    </w:p>
    <w:p w:rsidR="007C5040" w:rsidRDefault="00D51922" w:rsidP="00535901">
      <w:pPr>
        <w:pStyle w:val="ListParagraph"/>
        <w:numPr>
          <w:ilvl w:val="0"/>
          <w:numId w:val="13"/>
        </w:numPr>
      </w:pPr>
      <w:r>
        <w:t>Ordinal</w:t>
      </w:r>
    </w:p>
    <w:p w:rsidR="008741A7" w:rsidRDefault="00D51922" w:rsidP="00535901">
      <w:pPr>
        <w:pStyle w:val="ListParagraph"/>
        <w:numPr>
          <w:ilvl w:val="0"/>
          <w:numId w:val="13"/>
        </w:numPr>
      </w:pPr>
      <w:r>
        <w:t>Interval</w:t>
      </w:r>
    </w:p>
    <w:p w:rsidR="008741A7" w:rsidRDefault="00D51922" w:rsidP="00535901">
      <w:pPr>
        <w:pStyle w:val="ListParagraph"/>
        <w:numPr>
          <w:ilvl w:val="0"/>
          <w:numId w:val="13"/>
        </w:numPr>
      </w:pPr>
      <w:r>
        <w:t>Ratio</w:t>
      </w:r>
    </w:p>
    <w:p w:rsidR="007C5040" w:rsidRDefault="004807E6" w:rsidP="00535901">
      <w:pPr>
        <w:spacing w:before="180"/>
      </w:pPr>
      <w:r>
        <w:t>2.</w:t>
      </w:r>
      <w:r>
        <w:tab/>
      </w:r>
      <w:r w:rsidR="008741A7">
        <w:t xml:space="preserve">Your score on </w:t>
      </w:r>
      <w:r w:rsidR="00837F1E">
        <w:t>an</w:t>
      </w:r>
      <w:r w:rsidR="008741A7">
        <w:t xml:space="preserve"> examination is an example of what scale of measurement?</w:t>
      </w:r>
    </w:p>
    <w:p w:rsidR="007C5040" w:rsidRDefault="00D51922" w:rsidP="00535901">
      <w:pPr>
        <w:pStyle w:val="ListParagraph"/>
        <w:numPr>
          <w:ilvl w:val="0"/>
          <w:numId w:val="14"/>
        </w:numPr>
      </w:pPr>
      <w:r>
        <w:t>Nominal</w:t>
      </w:r>
    </w:p>
    <w:p w:rsidR="008741A7" w:rsidRDefault="00D51922" w:rsidP="00535901">
      <w:pPr>
        <w:pStyle w:val="ListParagraph"/>
        <w:numPr>
          <w:ilvl w:val="0"/>
          <w:numId w:val="14"/>
        </w:numPr>
      </w:pPr>
      <w:r>
        <w:t>Ordinal</w:t>
      </w:r>
    </w:p>
    <w:p w:rsidR="007C5040" w:rsidRDefault="00D51922" w:rsidP="00535901">
      <w:pPr>
        <w:pStyle w:val="ListParagraph"/>
        <w:numPr>
          <w:ilvl w:val="0"/>
          <w:numId w:val="14"/>
        </w:numPr>
      </w:pPr>
      <w:r>
        <w:t>Interval</w:t>
      </w:r>
    </w:p>
    <w:p w:rsidR="008741A7" w:rsidRDefault="00D51922" w:rsidP="00535901">
      <w:pPr>
        <w:pStyle w:val="ListParagraph"/>
        <w:numPr>
          <w:ilvl w:val="0"/>
          <w:numId w:val="14"/>
        </w:numPr>
      </w:pPr>
      <w:r>
        <w:t>Ratio</w:t>
      </w:r>
    </w:p>
    <w:p w:rsidR="007C5040" w:rsidRDefault="004807E6" w:rsidP="00A13DD9">
      <w:pPr>
        <w:spacing w:before="180"/>
      </w:pPr>
      <w:r>
        <w:t>3.</w:t>
      </w:r>
      <w:r>
        <w:tab/>
      </w:r>
      <w:r w:rsidR="00646729">
        <w:t>How is the standard error of measurement related to a test’s reliability?</w:t>
      </w:r>
    </w:p>
    <w:p w:rsidR="007C5040" w:rsidRDefault="00646729" w:rsidP="00A13DD9">
      <w:pPr>
        <w:pStyle w:val="ListParagraph"/>
        <w:numPr>
          <w:ilvl w:val="0"/>
          <w:numId w:val="16"/>
        </w:numPr>
      </w:pPr>
      <w:r>
        <w:t>The standard error of measurement provides an estimate of the correlation between true scores and raw scores</w:t>
      </w:r>
      <w:r w:rsidR="00D03952">
        <w:t>.</w:t>
      </w:r>
    </w:p>
    <w:p w:rsidR="007C5040" w:rsidRDefault="00646729" w:rsidP="00A13DD9">
      <w:pPr>
        <w:pStyle w:val="ListParagraph"/>
        <w:numPr>
          <w:ilvl w:val="0"/>
          <w:numId w:val="16"/>
        </w:numPr>
      </w:pPr>
      <w:r>
        <w:t>The higher the test’s reliability, the smaller the standard error of measurement</w:t>
      </w:r>
      <w:r w:rsidR="00D03952">
        <w:t>.</w:t>
      </w:r>
    </w:p>
    <w:p w:rsidR="007C5040" w:rsidRDefault="00646729" w:rsidP="00A13DD9">
      <w:pPr>
        <w:pStyle w:val="ListParagraph"/>
        <w:numPr>
          <w:ilvl w:val="0"/>
          <w:numId w:val="16"/>
        </w:numPr>
      </w:pPr>
      <w:r>
        <w:t>The higher the test’s reliability, the greater the standard error of measurement</w:t>
      </w:r>
      <w:r w:rsidR="00D03952">
        <w:t>.</w:t>
      </w:r>
    </w:p>
    <w:p w:rsidR="00646729" w:rsidRDefault="00646729" w:rsidP="00A13DD9">
      <w:pPr>
        <w:pStyle w:val="ListParagraph"/>
        <w:numPr>
          <w:ilvl w:val="0"/>
          <w:numId w:val="16"/>
        </w:numPr>
      </w:pPr>
      <w:r>
        <w:t>About two thirds of all test scores will be above the standard error of measurement</w:t>
      </w:r>
      <w:r w:rsidR="00D03952">
        <w:t>.</w:t>
      </w:r>
    </w:p>
    <w:p w:rsidR="007C5040" w:rsidRDefault="004807E6" w:rsidP="00A13DD9">
      <w:pPr>
        <w:spacing w:before="180"/>
      </w:pPr>
      <w:r>
        <w:t>4.</w:t>
      </w:r>
      <w:r>
        <w:tab/>
      </w:r>
      <w:r w:rsidR="00646729">
        <w:t>Political party affiliation is an example of which level of measurement?</w:t>
      </w:r>
    </w:p>
    <w:p w:rsidR="007C5040" w:rsidRDefault="00D51922" w:rsidP="00A13DD9">
      <w:pPr>
        <w:pStyle w:val="ListParagraph"/>
        <w:numPr>
          <w:ilvl w:val="0"/>
          <w:numId w:val="18"/>
        </w:numPr>
      </w:pPr>
      <w:r>
        <w:t>Nominal</w:t>
      </w:r>
    </w:p>
    <w:p w:rsidR="007C5040" w:rsidRDefault="00D51922" w:rsidP="00A13DD9">
      <w:pPr>
        <w:pStyle w:val="ListParagraph"/>
        <w:numPr>
          <w:ilvl w:val="0"/>
          <w:numId w:val="18"/>
        </w:numPr>
      </w:pPr>
      <w:r>
        <w:t>Ordinal</w:t>
      </w:r>
    </w:p>
    <w:p w:rsidR="007C5040" w:rsidRDefault="00D51922" w:rsidP="00A13DD9">
      <w:pPr>
        <w:pStyle w:val="ListParagraph"/>
        <w:numPr>
          <w:ilvl w:val="0"/>
          <w:numId w:val="18"/>
        </w:numPr>
      </w:pPr>
      <w:r>
        <w:t>Interval</w:t>
      </w:r>
    </w:p>
    <w:p w:rsidR="00646729" w:rsidRDefault="00D51922" w:rsidP="00A13DD9">
      <w:pPr>
        <w:pStyle w:val="ListParagraph"/>
        <w:numPr>
          <w:ilvl w:val="0"/>
          <w:numId w:val="18"/>
        </w:numPr>
      </w:pPr>
      <w:r>
        <w:t>Ratio</w:t>
      </w:r>
    </w:p>
    <w:p w:rsidR="007C5040" w:rsidRDefault="004807E6" w:rsidP="00A13DD9">
      <w:pPr>
        <w:spacing w:before="180"/>
        <w:ind w:left="720" w:hanging="360"/>
      </w:pPr>
      <w:r>
        <w:t>5.</w:t>
      </w:r>
      <w:r>
        <w:tab/>
      </w:r>
      <w:r w:rsidR="00646729">
        <w:t xml:space="preserve">The Borg scale for assessing perceived exertion is an example of </w:t>
      </w:r>
      <w:r w:rsidR="00D03952">
        <w:t xml:space="preserve">which </w:t>
      </w:r>
      <w:r w:rsidR="00646729">
        <w:t>level of measurement?</w:t>
      </w:r>
    </w:p>
    <w:p w:rsidR="007C5040" w:rsidRDefault="00D51922" w:rsidP="00A13DD9">
      <w:pPr>
        <w:pStyle w:val="ListParagraph"/>
        <w:numPr>
          <w:ilvl w:val="0"/>
          <w:numId w:val="19"/>
        </w:numPr>
      </w:pPr>
      <w:r>
        <w:t>Nominal</w:t>
      </w:r>
    </w:p>
    <w:p w:rsidR="007C5040" w:rsidRDefault="00D51922" w:rsidP="00A13DD9">
      <w:pPr>
        <w:pStyle w:val="ListParagraph"/>
        <w:numPr>
          <w:ilvl w:val="0"/>
          <w:numId w:val="19"/>
        </w:numPr>
      </w:pPr>
      <w:r>
        <w:t>Ordinal</w:t>
      </w:r>
    </w:p>
    <w:p w:rsidR="007C5040" w:rsidRDefault="00D51922" w:rsidP="00A13DD9">
      <w:pPr>
        <w:pStyle w:val="ListParagraph"/>
        <w:numPr>
          <w:ilvl w:val="0"/>
          <w:numId w:val="19"/>
        </w:numPr>
      </w:pPr>
      <w:r>
        <w:t>Interval</w:t>
      </w:r>
    </w:p>
    <w:p w:rsidR="00646729" w:rsidRDefault="00D51922" w:rsidP="00A13DD9">
      <w:pPr>
        <w:pStyle w:val="ListParagraph"/>
        <w:numPr>
          <w:ilvl w:val="0"/>
          <w:numId w:val="19"/>
        </w:numPr>
      </w:pPr>
      <w:r>
        <w:t>Ratio</w:t>
      </w:r>
    </w:p>
    <w:p w:rsidR="007C5040" w:rsidRDefault="004807E6" w:rsidP="00A13DD9">
      <w:pPr>
        <w:spacing w:before="180"/>
        <w:ind w:left="720" w:hanging="360"/>
      </w:pPr>
      <w:r>
        <w:t>6.</w:t>
      </w:r>
      <w:r>
        <w:tab/>
      </w:r>
      <w:r w:rsidR="00646729">
        <w:t>What is true about a measurement process if two people conduct it under the same conditions and obtain the same results?</w:t>
      </w:r>
    </w:p>
    <w:p w:rsidR="007C5040" w:rsidRDefault="00D73B2C" w:rsidP="00855DA8">
      <w:pPr>
        <w:pStyle w:val="ListParagraph"/>
        <w:numPr>
          <w:ilvl w:val="0"/>
          <w:numId w:val="21"/>
        </w:numPr>
      </w:pPr>
      <w:r>
        <w:lastRenderedPageBreak/>
        <w:t>It is reliable and objective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1"/>
        </w:numPr>
      </w:pPr>
      <w:r>
        <w:t>It is objective and valid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1"/>
        </w:numPr>
      </w:pPr>
      <w:r>
        <w:t>It is valid and reliable</w:t>
      </w:r>
      <w:r w:rsidR="00D03952">
        <w:t>.</w:t>
      </w:r>
    </w:p>
    <w:p w:rsidR="00D73B2C" w:rsidRDefault="00D73B2C" w:rsidP="00855DA8">
      <w:pPr>
        <w:pStyle w:val="ListParagraph"/>
        <w:numPr>
          <w:ilvl w:val="0"/>
          <w:numId w:val="21"/>
        </w:numPr>
      </w:pPr>
      <w:r>
        <w:t>It is valid and objective</w:t>
      </w:r>
      <w:r w:rsidR="00D03952">
        <w:t>.</w:t>
      </w:r>
    </w:p>
    <w:p w:rsidR="007C5040" w:rsidRDefault="004807E6" w:rsidP="00855DA8">
      <w:pPr>
        <w:spacing w:before="180"/>
      </w:pPr>
      <w:r>
        <w:t>7.</w:t>
      </w:r>
      <w:r>
        <w:tab/>
      </w:r>
      <w:r w:rsidR="00D73B2C">
        <w:t xml:space="preserve">Which </w:t>
      </w:r>
      <w:r w:rsidR="00D03952">
        <w:t xml:space="preserve">of the following </w:t>
      </w:r>
      <w:r w:rsidR="00D73B2C">
        <w:t xml:space="preserve">is a characteristic of </w:t>
      </w:r>
      <w:r w:rsidR="00D03952">
        <w:t>ratio-</w:t>
      </w:r>
      <w:r w:rsidR="00D73B2C">
        <w:t>level measurements?</w:t>
      </w:r>
    </w:p>
    <w:p w:rsidR="007C5040" w:rsidRDefault="00D73B2C" w:rsidP="00855DA8">
      <w:pPr>
        <w:pStyle w:val="ListParagraph"/>
        <w:numPr>
          <w:ilvl w:val="0"/>
          <w:numId w:val="22"/>
        </w:numPr>
      </w:pPr>
      <w:r>
        <w:t xml:space="preserve">They indicate </w:t>
      </w:r>
      <w:r w:rsidR="00D03952">
        <w:t xml:space="preserve">only </w:t>
      </w:r>
      <w:r>
        <w:t>rank order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2"/>
        </w:numPr>
      </w:pPr>
      <w:r>
        <w:t>They have real zero values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2"/>
        </w:numPr>
      </w:pPr>
      <w:r>
        <w:t>They have arbitrary zero values</w:t>
      </w:r>
      <w:r w:rsidR="00D03952">
        <w:t>.</w:t>
      </w:r>
    </w:p>
    <w:p w:rsidR="00D73B2C" w:rsidRDefault="00D73B2C" w:rsidP="00855DA8">
      <w:pPr>
        <w:pStyle w:val="ListParagraph"/>
        <w:numPr>
          <w:ilvl w:val="0"/>
          <w:numId w:val="22"/>
        </w:numPr>
      </w:pPr>
      <w:r>
        <w:t xml:space="preserve">They indicate </w:t>
      </w:r>
      <w:r w:rsidR="00D03952">
        <w:t xml:space="preserve">only </w:t>
      </w:r>
      <w:r>
        <w:t>group membership</w:t>
      </w:r>
      <w:r w:rsidR="00D03952">
        <w:t>.</w:t>
      </w:r>
    </w:p>
    <w:p w:rsidR="007C5040" w:rsidRDefault="004807E6" w:rsidP="00855DA8">
      <w:pPr>
        <w:spacing w:before="180"/>
      </w:pPr>
      <w:r>
        <w:t>8.</w:t>
      </w:r>
      <w:r>
        <w:tab/>
      </w:r>
      <w:r w:rsidR="00D73B2C">
        <w:t xml:space="preserve">Which </w:t>
      </w:r>
      <w:r w:rsidR="00D03952">
        <w:t xml:space="preserve">of the following </w:t>
      </w:r>
      <w:r w:rsidR="00D73B2C">
        <w:t xml:space="preserve">is a characteristic of </w:t>
      </w:r>
      <w:r w:rsidR="00D03952">
        <w:t>ordinal-</w:t>
      </w:r>
      <w:r w:rsidR="00D73B2C">
        <w:t>level measurements?</w:t>
      </w:r>
    </w:p>
    <w:p w:rsidR="007C5040" w:rsidRDefault="00D73B2C" w:rsidP="00855DA8">
      <w:pPr>
        <w:pStyle w:val="ListParagraph"/>
        <w:numPr>
          <w:ilvl w:val="0"/>
          <w:numId w:val="24"/>
        </w:numPr>
      </w:pPr>
      <w:r>
        <w:t>They indicate rank order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4"/>
        </w:numPr>
      </w:pPr>
      <w:r>
        <w:t>They can be used to express ratios</w:t>
      </w:r>
      <w:r w:rsidR="00D03952">
        <w:t>.</w:t>
      </w:r>
    </w:p>
    <w:p w:rsidR="007C5040" w:rsidRDefault="00D73B2C" w:rsidP="00855DA8">
      <w:pPr>
        <w:pStyle w:val="ListParagraph"/>
        <w:numPr>
          <w:ilvl w:val="0"/>
          <w:numId w:val="24"/>
        </w:numPr>
      </w:pPr>
      <w:r>
        <w:t>They have arbitrary zero values</w:t>
      </w:r>
      <w:r w:rsidR="00D03952">
        <w:t>.</w:t>
      </w:r>
    </w:p>
    <w:p w:rsidR="00D73B2C" w:rsidRDefault="00D73B2C" w:rsidP="00855DA8">
      <w:pPr>
        <w:pStyle w:val="ListParagraph"/>
        <w:numPr>
          <w:ilvl w:val="0"/>
          <w:numId w:val="24"/>
        </w:numPr>
      </w:pPr>
      <w:r>
        <w:t xml:space="preserve">They indicate </w:t>
      </w:r>
      <w:r w:rsidR="00D03952">
        <w:t xml:space="preserve">only </w:t>
      </w:r>
      <w:r>
        <w:t>group membership</w:t>
      </w:r>
      <w:r w:rsidR="00D03952">
        <w:t>.</w:t>
      </w:r>
    </w:p>
    <w:p w:rsidR="007C5040" w:rsidRDefault="004807E6" w:rsidP="00855DA8">
      <w:pPr>
        <w:spacing w:before="180"/>
      </w:pPr>
      <w:r>
        <w:t>9.</w:t>
      </w:r>
      <w:r>
        <w:tab/>
      </w:r>
      <w:r w:rsidR="002E176B">
        <w:t xml:space="preserve">Which reliability coefficient indicates the greatest measurement </w:t>
      </w:r>
      <w:r w:rsidR="001C5F33">
        <w:t>reliability</w:t>
      </w:r>
      <w:r w:rsidR="002E176B">
        <w:t>?</w:t>
      </w:r>
    </w:p>
    <w:p w:rsidR="007C5040" w:rsidRDefault="002E176B" w:rsidP="00855DA8">
      <w:pPr>
        <w:pStyle w:val="ListParagraph"/>
        <w:numPr>
          <w:ilvl w:val="0"/>
          <w:numId w:val="25"/>
        </w:numPr>
        <w:spacing w:before="180"/>
      </w:pPr>
      <w:r>
        <w:t>0.0</w:t>
      </w:r>
    </w:p>
    <w:p w:rsidR="007C5040" w:rsidRDefault="00D03952" w:rsidP="00855DA8">
      <w:pPr>
        <w:pStyle w:val="ListParagraph"/>
        <w:numPr>
          <w:ilvl w:val="0"/>
          <w:numId w:val="25"/>
        </w:numPr>
        <w:spacing w:before="180"/>
      </w:pPr>
      <w:r>
        <w:t>–</w:t>
      </w:r>
      <w:r w:rsidR="002E176B">
        <w:t>0.5</w:t>
      </w:r>
    </w:p>
    <w:p w:rsidR="007C5040" w:rsidRDefault="002E176B" w:rsidP="00855DA8">
      <w:pPr>
        <w:pStyle w:val="ListParagraph"/>
        <w:numPr>
          <w:ilvl w:val="0"/>
          <w:numId w:val="25"/>
        </w:numPr>
        <w:spacing w:before="180"/>
      </w:pPr>
      <w:r>
        <w:t>1</w:t>
      </w:r>
      <w:r w:rsidR="001657DA">
        <w:t>.</w:t>
      </w:r>
      <w:r>
        <w:t>0</w:t>
      </w:r>
    </w:p>
    <w:p w:rsidR="002E176B" w:rsidRDefault="002E176B" w:rsidP="00855DA8">
      <w:pPr>
        <w:pStyle w:val="ListParagraph"/>
        <w:numPr>
          <w:ilvl w:val="0"/>
          <w:numId w:val="25"/>
        </w:numPr>
        <w:spacing w:before="180"/>
      </w:pPr>
      <w:r>
        <w:t>1.5</w:t>
      </w:r>
    </w:p>
    <w:p w:rsidR="007C5040" w:rsidRDefault="004807E6" w:rsidP="00855DA8">
      <w:pPr>
        <w:spacing w:before="180"/>
      </w:pPr>
      <w:r>
        <w:t>10.</w:t>
      </w:r>
      <w:r>
        <w:tab/>
      </w:r>
      <w:r w:rsidR="002E176B">
        <w:t xml:space="preserve">What value would a reliability coefficient have if no measurement error </w:t>
      </w:r>
      <w:r w:rsidR="00D03952">
        <w:t xml:space="preserve">were </w:t>
      </w:r>
      <w:r w:rsidR="002E176B">
        <w:t>present?</w:t>
      </w:r>
    </w:p>
    <w:p w:rsidR="007C5040" w:rsidRDefault="002E176B" w:rsidP="00855DA8">
      <w:pPr>
        <w:pStyle w:val="ListParagraph"/>
        <w:numPr>
          <w:ilvl w:val="0"/>
          <w:numId w:val="27"/>
        </w:numPr>
      </w:pPr>
      <w:r>
        <w:t>0.0</w:t>
      </w:r>
    </w:p>
    <w:p w:rsidR="007C5040" w:rsidRDefault="00D03952" w:rsidP="00855DA8">
      <w:pPr>
        <w:pStyle w:val="ListParagraph"/>
        <w:numPr>
          <w:ilvl w:val="0"/>
          <w:numId w:val="27"/>
        </w:numPr>
      </w:pPr>
      <w:r>
        <w:t>–</w:t>
      </w:r>
      <w:r w:rsidR="002E176B">
        <w:t>1.0</w:t>
      </w:r>
    </w:p>
    <w:p w:rsidR="007C5040" w:rsidRDefault="002E176B" w:rsidP="00855DA8">
      <w:pPr>
        <w:pStyle w:val="ListParagraph"/>
        <w:numPr>
          <w:ilvl w:val="0"/>
          <w:numId w:val="27"/>
        </w:numPr>
      </w:pPr>
      <w:r>
        <w:t>1.0</w:t>
      </w:r>
    </w:p>
    <w:p w:rsidR="002E176B" w:rsidRDefault="002E176B" w:rsidP="00855DA8">
      <w:pPr>
        <w:pStyle w:val="ListParagraph"/>
        <w:numPr>
          <w:ilvl w:val="0"/>
          <w:numId w:val="27"/>
        </w:numPr>
      </w:pPr>
      <w:r>
        <w:t>10</w:t>
      </w:r>
    </w:p>
    <w:p w:rsidR="007C5040" w:rsidRDefault="004807E6" w:rsidP="00855DA8">
      <w:pPr>
        <w:spacing w:before="180"/>
        <w:ind w:left="720" w:hanging="360"/>
      </w:pPr>
      <w:r>
        <w:t>11.</w:t>
      </w:r>
      <w:r>
        <w:tab/>
      </w:r>
      <w:r w:rsidR="002E176B" w:rsidRPr="00E65130">
        <w:t>Four newscasters (</w:t>
      </w:r>
      <w:r w:rsidR="00D03952">
        <w:t xml:space="preserve">from </w:t>
      </w:r>
      <w:r w:rsidR="002E176B" w:rsidRPr="00E65130">
        <w:t xml:space="preserve">ABC, CBS, </w:t>
      </w:r>
      <w:r w:rsidR="00855DA8">
        <w:t>ESPN, and NBC</w:t>
      </w:r>
      <w:r w:rsidR="002E176B" w:rsidRPr="00E65130">
        <w:t>)</w:t>
      </w:r>
      <w:r w:rsidR="002E176B">
        <w:t xml:space="preserve"> are</w:t>
      </w:r>
      <w:r w:rsidR="002E176B" w:rsidRPr="00033B3B">
        <w:t xml:space="preserve"> arguing over </w:t>
      </w:r>
      <w:r w:rsidR="00855DA8">
        <w:t>paired-</w:t>
      </w:r>
      <w:r w:rsidR="002E176B">
        <w:t>skating scoring</w:t>
      </w:r>
      <w:r w:rsidR="00855DA8">
        <w:t xml:space="preserve"> </w:t>
      </w:r>
      <w:r w:rsidR="002E176B">
        <w:t>at the upcoming Olympic Games</w:t>
      </w:r>
      <w:r w:rsidR="002E176B" w:rsidRPr="00033B3B">
        <w:t xml:space="preserve">. What measurement issue </w:t>
      </w:r>
      <w:r w:rsidR="00855DA8">
        <w:t xml:space="preserve">are the commentators </w:t>
      </w:r>
      <w:r w:rsidR="002E176B">
        <w:t xml:space="preserve">probably </w:t>
      </w:r>
      <w:r w:rsidR="00855DA8">
        <w:t>discussing?</w:t>
      </w:r>
    </w:p>
    <w:p w:rsidR="007C5040" w:rsidRDefault="00D51922" w:rsidP="00855DA8">
      <w:pPr>
        <w:pStyle w:val="ListParagraph"/>
        <w:numPr>
          <w:ilvl w:val="0"/>
          <w:numId w:val="29"/>
        </w:numPr>
      </w:pPr>
      <w:r>
        <w:t>Standard error</w:t>
      </w:r>
    </w:p>
    <w:p w:rsidR="007C5040" w:rsidRDefault="00D51922" w:rsidP="00855DA8">
      <w:pPr>
        <w:pStyle w:val="ListParagraph"/>
        <w:numPr>
          <w:ilvl w:val="0"/>
          <w:numId w:val="29"/>
        </w:numPr>
      </w:pPr>
      <w:r>
        <w:t xml:space="preserve">The fact that longer </w:t>
      </w:r>
      <w:r w:rsidR="002E176B">
        <w:t>tests are more reliable than shorter tests</w:t>
      </w:r>
    </w:p>
    <w:p w:rsidR="007C5040" w:rsidRDefault="00D51922" w:rsidP="00855DA8">
      <w:pPr>
        <w:pStyle w:val="ListParagraph"/>
        <w:numPr>
          <w:ilvl w:val="0"/>
          <w:numId w:val="29"/>
        </w:numPr>
      </w:pPr>
      <w:r>
        <w:t>R</w:t>
      </w:r>
      <w:r w:rsidR="00D03952" w:rsidRPr="00033B3B">
        <w:t>elevance</w:t>
      </w:r>
    </w:p>
    <w:p w:rsidR="001C5F33" w:rsidRDefault="00D51922" w:rsidP="00855DA8">
      <w:pPr>
        <w:pStyle w:val="ListParagraph"/>
        <w:numPr>
          <w:ilvl w:val="0"/>
          <w:numId w:val="29"/>
        </w:numPr>
      </w:pPr>
      <w:r>
        <w:t>R</w:t>
      </w:r>
      <w:r w:rsidR="00D03952" w:rsidRPr="00033B3B">
        <w:t>eliability</w:t>
      </w:r>
    </w:p>
    <w:p w:rsidR="002E176B" w:rsidRDefault="00D51922" w:rsidP="00855DA8">
      <w:pPr>
        <w:pStyle w:val="ListParagraph"/>
        <w:numPr>
          <w:ilvl w:val="0"/>
          <w:numId w:val="29"/>
        </w:numPr>
      </w:pPr>
      <w:r>
        <w:t>O</w:t>
      </w:r>
      <w:r w:rsidR="00D03952" w:rsidRPr="00033B3B">
        <w:t>bjectivity</w:t>
      </w:r>
    </w:p>
    <w:p w:rsidR="007C5040" w:rsidRDefault="004807E6" w:rsidP="00D51922">
      <w:pPr>
        <w:spacing w:before="180"/>
        <w:ind w:left="720" w:hanging="360"/>
      </w:pPr>
      <w:r>
        <w:t>12.</w:t>
      </w:r>
      <w:r>
        <w:tab/>
      </w:r>
      <w:r w:rsidR="00750F8F" w:rsidRPr="00750F8F">
        <w:t xml:space="preserve">The following excerpt is from the </w:t>
      </w:r>
      <w:r w:rsidR="00750F8F" w:rsidRPr="00750F8F">
        <w:rPr>
          <w:i/>
        </w:rPr>
        <w:t>Fit Youth Today Test</w:t>
      </w:r>
      <w:r w:rsidR="00750F8F" w:rsidRPr="00750F8F">
        <w:t xml:space="preserve"> manual</w:t>
      </w:r>
      <w:r w:rsidR="00750F8F">
        <w:t>: “</w:t>
      </w:r>
      <w:r w:rsidR="00750F8F" w:rsidRPr="001C5F33">
        <w:t>Skinfolds have been shown to be very reliable when testers have been trained, but slightly less reliable with novice testers.</w:t>
      </w:r>
      <w:r w:rsidR="00750F8F">
        <w:t xml:space="preserve"> </w:t>
      </w:r>
      <w:r w:rsidR="00750F8F" w:rsidRPr="001C5F33">
        <w:t xml:space="preserve">Reliability coefficients with trained testers exceed 0.90. </w:t>
      </w:r>
      <w:r w:rsidR="00750F8F" w:rsidRPr="00750F8F">
        <w:rPr>
          <w:i/>
        </w:rPr>
        <w:t>Reliability coefficients between multiple novice testers are only slightly lower.</w:t>
      </w:r>
      <w:r w:rsidR="00750F8F">
        <w:t xml:space="preserve">” </w:t>
      </w:r>
      <w:r w:rsidR="00D03952" w:rsidRPr="004E467A">
        <w:t>Wh</w:t>
      </w:r>
      <w:r w:rsidR="00D03952">
        <w:t>ich</w:t>
      </w:r>
      <w:r>
        <w:t xml:space="preserve"> </w:t>
      </w:r>
      <w:r w:rsidR="0019596F" w:rsidRPr="004E467A">
        <w:t xml:space="preserve">measurement concept is being described in the </w:t>
      </w:r>
      <w:r w:rsidR="00750F8F">
        <w:t>italicized</w:t>
      </w:r>
      <w:r w:rsidR="0019596F" w:rsidRPr="004E467A">
        <w:t xml:space="preserve"> sentence </w:t>
      </w:r>
      <w:r w:rsidR="00D03952">
        <w:t>in the excerpt</w:t>
      </w:r>
      <w:r w:rsidR="0019596F" w:rsidRPr="004E467A">
        <w:t>?</w:t>
      </w:r>
    </w:p>
    <w:p w:rsidR="007C5040" w:rsidRDefault="00D03952" w:rsidP="005D6432">
      <w:pPr>
        <w:pStyle w:val="ListParagraph"/>
        <w:numPr>
          <w:ilvl w:val="0"/>
          <w:numId w:val="30"/>
        </w:numPr>
      </w:pPr>
      <w:r>
        <w:lastRenderedPageBreak/>
        <w:t>b</w:t>
      </w:r>
      <w:r w:rsidRPr="00033B3B">
        <w:t xml:space="preserve">ody </w:t>
      </w:r>
      <w:r w:rsidR="0019596F" w:rsidRPr="00033B3B">
        <w:t>composition</w:t>
      </w:r>
    </w:p>
    <w:p w:rsidR="007C5040" w:rsidRDefault="00D51922" w:rsidP="005D6432">
      <w:pPr>
        <w:pStyle w:val="ListParagraph"/>
        <w:numPr>
          <w:ilvl w:val="0"/>
          <w:numId w:val="30"/>
        </w:numPr>
      </w:pPr>
      <w:r>
        <w:t xml:space="preserve">Content </w:t>
      </w:r>
      <w:r w:rsidR="0019596F">
        <w:t>validity</w:t>
      </w:r>
    </w:p>
    <w:p w:rsidR="007C5040" w:rsidRDefault="00D51922" w:rsidP="005D6432">
      <w:pPr>
        <w:pStyle w:val="ListParagraph"/>
        <w:numPr>
          <w:ilvl w:val="0"/>
          <w:numId w:val="30"/>
        </w:numPr>
      </w:pPr>
      <w:r>
        <w:t>P</w:t>
      </w:r>
      <w:r w:rsidR="00D03952" w:rsidRPr="00033B3B">
        <w:t xml:space="preserve">erformance </w:t>
      </w:r>
      <w:r w:rsidR="0019596F" w:rsidRPr="00033B3B">
        <w:t>standards</w:t>
      </w:r>
    </w:p>
    <w:p w:rsidR="0019596F" w:rsidRDefault="00D51922" w:rsidP="005D6432">
      <w:pPr>
        <w:pStyle w:val="ListParagraph"/>
        <w:numPr>
          <w:ilvl w:val="0"/>
          <w:numId w:val="30"/>
        </w:numPr>
      </w:pPr>
      <w:r>
        <w:t>P</w:t>
      </w:r>
      <w:r w:rsidR="00D03952" w:rsidRPr="00033B3B">
        <w:t xml:space="preserve">hysical </w:t>
      </w:r>
      <w:r w:rsidR="0019596F" w:rsidRPr="00033B3B">
        <w:t>fitness</w:t>
      </w:r>
    </w:p>
    <w:p w:rsidR="0019596F" w:rsidRDefault="00D51922" w:rsidP="005D6432">
      <w:pPr>
        <w:pStyle w:val="ListParagraph"/>
        <w:numPr>
          <w:ilvl w:val="0"/>
          <w:numId w:val="30"/>
        </w:numPr>
      </w:pPr>
      <w:r>
        <w:t>O</w:t>
      </w:r>
      <w:r w:rsidR="00D03952" w:rsidRPr="00033B3B">
        <w:t>bjectivity</w:t>
      </w:r>
    </w:p>
    <w:p w:rsidR="0019596F" w:rsidRPr="004E467A" w:rsidRDefault="004807E6" w:rsidP="005D6432">
      <w:pPr>
        <w:spacing w:before="180"/>
        <w:ind w:left="720" w:hanging="360"/>
      </w:pPr>
      <w:r>
        <w:t>13.</w:t>
      </w:r>
      <w:r>
        <w:tab/>
      </w:r>
      <w:r w:rsidR="005D6432" w:rsidRPr="00750F8F">
        <w:t xml:space="preserve">The following excerpt is from the </w:t>
      </w:r>
      <w:r w:rsidR="005D6432" w:rsidRPr="00750F8F">
        <w:rPr>
          <w:i/>
        </w:rPr>
        <w:t>Fit Youth Today Test</w:t>
      </w:r>
      <w:r w:rsidR="005D6432" w:rsidRPr="00750F8F">
        <w:t xml:space="preserve"> manual</w:t>
      </w:r>
      <w:r w:rsidR="005D6432">
        <w:t>: “</w:t>
      </w:r>
      <w:r w:rsidR="005D6432" w:rsidRPr="001C5F33">
        <w:t>Skinfolds have been shown to be very reliable when testers have been trained, but slightly less reliable with novice testers.</w:t>
      </w:r>
      <w:r w:rsidR="005D6432">
        <w:t xml:space="preserve"> </w:t>
      </w:r>
      <w:r w:rsidR="005D6432" w:rsidRPr="001C5F33">
        <w:t xml:space="preserve">Reliability coefficients with trained testers exceed 0.90. </w:t>
      </w:r>
      <w:r w:rsidR="005D6432" w:rsidRPr="00750F8F">
        <w:rPr>
          <w:i/>
        </w:rPr>
        <w:t>Reliability coefficients between multiple novice testers are only slightly lower.</w:t>
      </w:r>
      <w:r w:rsidR="005D6432">
        <w:t xml:space="preserve">” </w:t>
      </w:r>
      <w:r w:rsidR="0019596F" w:rsidRPr="004E467A">
        <w:t xml:space="preserve">What general conclusion </w:t>
      </w:r>
      <w:r w:rsidR="00D03952">
        <w:t xml:space="preserve">could be arrived at, </w:t>
      </w:r>
      <w:r w:rsidR="0019596F" w:rsidRPr="004E467A">
        <w:t xml:space="preserve">based on the </w:t>
      </w:r>
      <w:r w:rsidR="00D03952">
        <w:t>excerpt</w:t>
      </w:r>
      <w:r w:rsidR="0019596F" w:rsidRPr="004E467A">
        <w:t>?</w:t>
      </w:r>
    </w:p>
    <w:p w:rsidR="007C5040" w:rsidRDefault="0019596F" w:rsidP="005D6432">
      <w:pPr>
        <w:pStyle w:val="ListParagraph"/>
        <w:numPr>
          <w:ilvl w:val="0"/>
          <w:numId w:val="31"/>
        </w:numPr>
      </w:pPr>
      <w:r>
        <w:t>Skinfolds could be valid</w:t>
      </w:r>
      <w:r w:rsidR="00D03952">
        <w:t>.</w:t>
      </w:r>
    </w:p>
    <w:p w:rsidR="007C5040" w:rsidRDefault="0019596F" w:rsidP="005D6432">
      <w:pPr>
        <w:pStyle w:val="ListParagraph"/>
        <w:numPr>
          <w:ilvl w:val="0"/>
          <w:numId w:val="31"/>
        </w:numPr>
      </w:pPr>
      <w:r>
        <w:t>Skinfolds work better with males than females</w:t>
      </w:r>
      <w:r w:rsidR="00D03952">
        <w:t>.</w:t>
      </w:r>
    </w:p>
    <w:p w:rsidR="007C5040" w:rsidRDefault="0019596F" w:rsidP="005D6432">
      <w:pPr>
        <w:pStyle w:val="ListParagraph"/>
        <w:numPr>
          <w:ilvl w:val="0"/>
          <w:numId w:val="31"/>
        </w:numPr>
      </w:pPr>
      <w:r>
        <w:t>The test is valid</w:t>
      </w:r>
      <w:r w:rsidR="00D03952">
        <w:t>.</w:t>
      </w:r>
    </w:p>
    <w:p w:rsidR="007C5040" w:rsidRDefault="0019596F" w:rsidP="005D6432">
      <w:pPr>
        <w:pStyle w:val="ListParagraph"/>
        <w:numPr>
          <w:ilvl w:val="0"/>
          <w:numId w:val="31"/>
        </w:numPr>
      </w:pPr>
      <w:r>
        <w:t>Reliability is increased with increased trials</w:t>
      </w:r>
      <w:r w:rsidR="00D03952">
        <w:t>.</w:t>
      </w:r>
    </w:p>
    <w:p w:rsidR="0019596F" w:rsidRDefault="0019596F" w:rsidP="005D6432">
      <w:pPr>
        <w:pStyle w:val="ListParagraph"/>
        <w:numPr>
          <w:ilvl w:val="0"/>
          <w:numId w:val="31"/>
        </w:numPr>
      </w:pPr>
      <w:r>
        <w:t>Skinfolds are based on the PPM</w:t>
      </w:r>
      <w:r w:rsidR="00D03952">
        <w:t>.</w:t>
      </w:r>
    </w:p>
    <w:p w:rsidR="0019596F" w:rsidRPr="004E467A" w:rsidRDefault="004807E6" w:rsidP="005D6432">
      <w:pPr>
        <w:spacing w:before="180"/>
        <w:ind w:left="720" w:hanging="360"/>
      </w:pPr>
      <w:r>
        <w:t>14.</w:t>
      </w:r>
      <w:r>
        <w:tab/>
      </w:r>
      <w:r w:rsidR="005D6432" w:rsidRPr="00750F8F">
        <w:t xml:space="preserve">The following excerpt is from the </w:t>
      </w:r>
      <w:r w:rsidR="005D6432" w:rsidRPr="00750F8F">
        <w:rPr>
          <w:i/>
        </w:rPr>
        <w:t>Fit Youth Today Test</w:t>
      </w:r>
      <w:r w:rsidR="005D6432" w:rsidRPr="00750F8F">
        <w:t xml:space="preserve"> manual</w:t>
      </w:r>
      <w:r w:rsidR="005D6432">
        <w:t>: “</w:t>
      </w:r>
      <w:r w:rsidR="005D6432" w:rsidRPr="001C5F33">
        <w:t>Skinfolds have been shown to be very reliable when testers have been trained, but slightly less reliable with novice testers.</w:t>
      </w:r>
      <w:r w:rsidR="005D6432">
        <w:t xml:space="preserve"> </w:t>
      </w:r>
      <w:r w:rsidR="005D6432" w:rsidRPr="001C5F33">
        <w:t xml:space="preserve">Reliability coefficients with trained testers exceed 0.90. </w:t>
      </w:r>
      <w:r w:rsidR="005D6432" w:rsidRPr="00750F8F">
        <w:rPr>
          <w:i/>
        </w:rPr>
        <w:t>Reliability coefficients between multiple novice testers are only slightly lower.</w:t>
      </w:r>
      <w:r w:rsidR="005D6432">
        <w:t xml:space="preserve">” </w:t>
      </w:r>
      <w:r w:rsidR="00C66377">
        <w:t>T</w:t>
      </w:r>
      <w:r w:rsidR="0019596F" w:rsidRPr="004E467A">
        <w:t>he next paragraph in the manual discusses validity.</w:t>
      </w:r>
      <w:r w:rsidR="005D6432">
        <w:t xml:space="preserve"> </w:t>
      </w:r>
      <w:r w:rsidR="0019596F" w:rsidRPr="004E467A">
        <w:t>What</w:t>
      </w:r>
      <w:r>
        <w:t xml:space="preserve"> </w:t>
      </w:r>
      <w:r w:rsidR="0019596F" w:rsidRPr="004E467A">
        <w:t>type of validity is probably described for skinfold assessment?</w:t>
      </w:r>
    </w:p>
    <w:p w:rsidR="007C5040" w:rsidRDefault="00CD11F0" w:rsidP="005D6432">
      <w:pPr>
        <w:pStyle w:val="ListParagraph"/>
        <w:numPr>
          <w:ilvl w:val="0"/>
          <w:numId w:val="32"/>
        </w:numPr>
      </w:pPr>
      <w:r>
        <w:t>C</w:t>
      </w:r>
      <w:r w:rsidR="00C66377" w:rsidRPr="00033B3B">
        <w:t>oncurrent</w:t>
      </w:r>
    </w:p>
    <w:p w:rsidR="007C5040" w:rsidRDefault="00CD11F0" w:rsidP="005D6432">
      <w:pPr>
        <w:pStyle w:val="ListParagraph"/>
        <w:numPr>
          <w:ilvl w:val="0"/>
          <w:numId w:val="32"/>
        </w:numPr>
      </w:pPr>
      <w:r>
        <w:t>Logical</w:t>
      </w:r>
    </w:p>
    <w:p w:rsidR="007C5040" w:rsidRDefault="00CD11F0" w:rsidP="005D6432">
      <w:pPr>
        <w:pStyle w:val="ListParagraph"/>
        <w:numPr>
          <w:ilvl w:val="0"/>
          <w:numId w:val="32"/>
        </w:numPr>
      </w:pPr>
      <w:r>
        <w:t>Relevant</w:t>
      </w:r>
    </w:p>
    <w:p w:rsidR="007C5040" w:rsidRDefault="00CD11F0" w:rsidP="005D6432">
      <w:pPr>
        <w:pStyle w:val="ListParagraph"/>
        <w:numPr>
          <w:ilvl w:val="0"/>
          <w:numId w:val="32"/>
        </w:numPr>
      </w:pPr>
      <w:r>
        <w:t>C</w:t>
      </w:r>
      <w:r w:rsidR="00C66377" w:rsidRPr="00033B3B">
        <w:t>ontent</w:t>
      </w:r>
    </w:p>
    <w:p w:rsidR="0019596F" w:rsidRDefault="00CD11F0" w:rsidP="005D6432">
      <w:pPr>
        <w:pStyle w:val="ListParagraph"/>
        <w:numPr>
          <w:ilvl w:val="0"/>
          <w:numId w:val="32"/>
        </w:numPr>
      </w:pPr>
      <w:r>
        <w:t>Face</w:t>
      </w:r>
    </w:p>
    <w:p w:rsidR="007C5040" w:rsidRDefault="004807E6" w:rsidP="005D6432">
      <w:pPr>
        <w:pStyle w:val="BodyTextIndent"/>
        <w:spacing w:before="180"/>
        <w:ind w:left="720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</w:r>
      <w:r w:rsidR="0019596F" w:rsidRPr="004E467A">
        <w:rPr>
          <w:sz w:val="24"/>
          <w:szCs w:val="24"/>
        </w:rPr>
        <w:t xml:space="preserve">What happens to the </w:t>
      </w:r>
      <w:r w:rsidR="00C66377">
        <w:rPr>
          <w:sz w:val="24"/>
          <w:szCs w:val="24"/>
        </w:rPr>
        <w:t>s</w:t>
      </w:r>
      <w:r w:rsidR="00C66377" w:rsidRPr="004E467A">
        <w:rPr>
          <w:sz w:val="24"/>
          <w:szCs w:val="24"/>
        </w:rPr>
        <w:t xml:space="preserve">tandard </w:t>
      </w:r>
      <w:r w:rsidR="00C66377">
        <w:rPr>
          <w:sz w:val="24"/>
          <w:szCs w:val="24"/>
        </w:rPr>
        <w:t>e</w:t>
      </w:r>
      <w:r w:rsidR="00C66377" w:rsidRPr="004E467A">
        <w:rPr>
          <w:sz w:val="24"/>
          <w:szCs w:val="24"/>
        </w:rPr>
        <w:t xml:space="preserve">rror </w:t>
      </w:r>
      <w:r w:rsidR="0019596F" w:rsidRPr="004E467A">
        <w:rPr>
          <w:sz w:val="24"/>
          <w:szCs w:val="24"/>
        </w:rPr>
        <w:t xml:space="preserve">of </w:t>
      </w:r>
      <w:r w:rsidR="00C66377">
        <w:rPr>
          <w:sz w:val="24"/>
          <w:szCs w:val="24"/>
        </w:rPr>
        <w:t>m</w:t>
      </w:r>
      <w:r w:rsidR="00C66377" w:rsidRPr="004E467A">
        <w:rPr>
          <w:sz w:val="24"/>
          <w:szCs w:val="24"/>
        </w:rPr>
        <w:t xml:space="preserve">easurement </w:t>
      </w:r>
      <w:r w:rsidR="0019596F" w:rsidRPr="004E467A">
        <w:rPr>
          <w:sz w:val="24"/>
          <w:szCs w:val="24"/>
        </w:rPr>
        <w:t>(SEM) as the test reliability goes</w:t>
      </w:r>
      <w:r w:rsidR="005D6432">
        <w:rPr>
          <w:sz w:val="24"/>
          <w:szCs w:val="24"/>
        </w:rPr>
        <w:t xml:space="preserve"> </w:t>
      </w:r>
      <w:r w:rsidR="0019596F" w:rsidRPr="004E467A">
        <w:rPr>
          <w:sz w:val="24"/>
          <w:szCs w:val="24"/>
        </w:rPr>
        <w:t>up?</w:t>
      </w:r>
    </w:p>
    <w:p w:rsidR="0019596F" w:rsidRPr="00033B3B" w:rsidRDefault="0019596F" w:rsidP="005D6432">
      <w:pPr>
        <w:pStyle w:val="ListParagraph"/>
        <w:numPr>
          <w:ilvl w:val="0"/>
          <w:numId w:val="33"/>
        </w:numPr>
      </w:pPr>
      <w:r w:rsidRPr="00033B3B">
        <w:t>It goes up</w:t>
      </w:r>
      <w:r w:rsidR="00C66377">
        <w:t>.</w:t>
      </w:r>
    </w:p>
    <w:p w:rsidR="007C5040" w:rsidRDefault="0019596F" w:rsidP="005D6432">
      <w:pPr>
        <w:pStyle w:val="ListParagraph"/>
        <w:numPr>
          <w:ilvl w:val="0"/>
          <w:numId w:val="33"/>
        </w:numPr>
        <w:spacing w:before="0"/>
        <w:contextualSpacing w:val="0"/>
      </w:pPr>
      <w:r w:rsidRPr="00033B3B">
        <w:t>It goes down</w:t>
      </w:r>
      <w:r w:rsidR="00C66377">
        <w:t>.</w:t>
      </w:r>
    </w:p>
    <w:p w:rsidR="005D6432" w:rsidRDefault="0019596F" w:rsidP="005D6432">
      <w:pPr>
        <w:pStyle w:val="ListParagraph"/>
        <w:numPr>
          <w:ilvl w:val="0"/>
          <w:numId w:val="33"/>
        </w:numPr>
        <w:spacing w:before="0"/>
        <w:contextualSpacing w:val="0"/>
      </w:pPr>
      <w:r w:rsidRPr="00033B3B">
        <w:t>It depends upon the reliability</w:t>
      </w:r>
      <w:r w:rsidR="00C66377">
        <w:t>.</w:t>
      </w:r>
    </w:p>
    <w:p w:rsidR="0019596F" w:rsidRDefault="0019596F" w:rsidP="005D6432">
      <w:pPr>
        <w:pStyle w:val="ListParagraph"/>
        <w:numPr>
          <w:ilvl w:val="0"/>
          <w:numId w:val="33"/>
        </w:numPr>
        <w:spacing w:before="0"/>
        <w:contextualSpacing w:val="0"/>
      </w:pPr>
      <w:r w:rsidRPr="005D6432">
        <w:t>It depends upon the type of test</w:t>
      </w:r>
      <w:r w:rsidR="00C66377" w:rsidRPr="005D6432">
        <w:t>.</w:t>
      </w:r>
    </w:p>
    <w:p w:rsidR="007C5040" w:rsidRDefault="004807E6" w:rsidP="00424B7A">
      <w:pPr>
        <w:pStyle w:val="BodyTextIndent"/>
        <w:spacing w:before="180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</w:r>
      <w:r w:rsidR="0019596F" w:rsidRPr="004E467A">
        <w:rPr>
          <w:sz w:val="24"/>
          <w:szCs w:val="24"/>
        </w:rPr>
        <w:t xml:space="preserve">All things considered, what is the most important characteristic </w:t>
      </w:r>
      <w:r w:rsidR="00C66377">
        <w:rPr>
          <w:sz w:val="24"/>
          <w:szCs w:val="24"/>
        </w:rPr>
        <w:t>of</w:t>
      </w:r>
      <w:r>
        <w:rPr>
          <w:sz w:val="24"/>
          <w:szCs w:val="24"/>
        </w:rPr>
        <w:t xml:space="preserve"> </w:t>
      </w:r>
      <w:r w:rsidR="0019596F" w:rsidRPr="004E467A">
        <w:rPr>
          <w:sz w:val="24"/>
          <w:szCs w:val="24"/>
        </w:rPr>
        <w:t>a test?</w:t>
      </w:r>
    </w:p>
    <w:p w:rsidR="007C5040" w:rsidRDefault="00424B7A" w:rsidP="00424B7A">
      <w:pPr>
        <w:pStyle w:val="ListParagraph"/>
        <w:numPr>
          <w:ilvl w:val="0"/>
          <w:numId w:val="34"/>
        </w:numPr>
      </w:pPr>
      <w:r>
        <w:t>I</w:t>
      </w:r>
      <w:r w:rsidR="00C66377">
        <w:t>ts</w:t>
      </w:r>
      <w:r>
        <w:t xml:space="preserve"> </w:t>
      </w:r>
      <w:r w:rsidR="0019596F" w:rsidRPr="00033B3B">
        <w:t>objectivity</w:t>
      </w:r>
    </w:p>
    <w:p w:rsidR="007C5040" w:rsidRDefault="00424B7A" w:rsidP="00424B7A">
      <w:pPr>
        <w:pStyle w:val="ListParagraph"/>
        <w:numPr>
          <w:ilvl w:val="0"/>
          <w:numId w:val="34"/>
        </w:numPr>
      </w:pPr>
      <w:r>
        <w:t>Its</w:t>
      </w:r>
      <w:r w:rsidR="0019596F" w:rsidRPr="00033B3B">
        <w:t xml:space="preserve"> relevance</w:t>
      </w:r>
    </w:p>
    <w:p w:rsidR="0019596F" w:rsidRPr="00033B3B" w:rsidRDefault="00424B7A" w:rsidP="00424B7A">
      <w:pPr>
        <w:pStyle w:val="ListParagraph"/>
        <w:numPr>
          <w:ilvl w:val="0"/>
          <w:numId w:val="34"/>
        </w:numPr>
      </w:pPr>
      <w:r>
        <w:t>Its</w:t>
      </w:r>
      <w:r w:rsidR="0019596F" w:rsidRPr="00033B3B">
        <w:t xml:space="preserve"> reliability</w:t>
      </w:r>
    </w:p>
    <w:p w:rsidR="00424B7A" w:rsidRDefault="00424B7A" w:rsidP="00107908">
      <w:pPr>
        <w:pStyle w:val="ListParagraph"/>
        <w:numPr>
          <w:ilvl w:val="0"/>
          <w:numId w:val="34"/>
        </w:numPr>
      </w:pPr>
      <w:r>
        <w:t>Its</w:t>
      </w:r>
      <w:r w:rsidR="0019596F" w:rsidRPr="00033B3B">
        <w:t xml:space="preserve"> validity</w:t>
      </w:r>
    </w:p>
    <w:p w:rsidR="0019596F" w:rsidRDefault="00424B7A" w:rsidP="00107908">
      <w:pPr>
        <w:pStyle w:val="ListParagraph"/>
        <w:numPr>
          <w:ilvl w:val="0"/>
          <w:numId w:val="34"/>
        </w:numPr>
      </w:pPr>
      <w:r>
        <w:t>Its</w:t>
      </w:r>
      <w:r w:rsidR="0019596F" w:rsidRPr="00033B3B">
        <w:t xml:space="preserve"> variance</w:t>
      </w:r>
    </w:p>
    <w:p w:rsidR="007C5040" w:rsidRDefault="004807E6" w:rsidP="00424B7A">
      <w:pPr>
        <w:spacing w:before="180"/>
        <w:jc w:val="both"/>
      </w:pPr>
      <w:r>
        <w:t>17.</w:t>
      </w:r>
      <w:r>
        <w:tab/>
      </w:r>
      <w:r w:rsidR="00C66377">
        <w:t xml:space="preserve">In scoring students’ tests, why </w:t>
      </w:r>
      <w:r w:rsidR="0019596F">
        <w:t xml:space="preserve">is </w:t>
      </w:r>
      <w:r w:rsidR="005B3604">
        <w:t>measurement</w:t>
      </w:r>
      <w:r w:rsidR="0019596F">
        <w:t xml:space="preserve"> reliability </w:t>
      </w:r>
      <w:r w:rsidR="0019596F" w:rsidRPr="00033B3B">
        <w:t>so important?</w:t>
      </w:r>
    </w:p>
    <w:p w:rsidR="007C5040" w:rsidRDefault="0019596F" w:rsidP="00424B7A">
      <w:pPr>
        <w:pStyle w:val="ListParagraph"/>
        <w:numPr>
          <w:ilvl w:val="0"/>
          <w:numId w:val="35"/>
        </w:numPr>
      </w:pPr>
      <w:r w:rsidRPr="00033B3B">
        <w:lastRenderedPageBreak/>
        <w:t>It is necessary for comparison of student results to norm</w:t>
      </w:r>
      <w:r w:rsidR="005B3604">
        <w:t>s</w:t>
      </w:r>
      <w:r w:rsidR="00C66377">
        <w:t>.</w:t>
      </w:r>
    </w:p>
    <w:p w:rsidR="0019596F" w:rsidRPr="00033B3B" w:rsidRDefault="0019596F" w:rsidP="00424B7A">
      <w:pPr>
        <w:pStyle w:val="ListParagraph"/>
        <w:numPr>
          <w:ilvl w:val="0"/>
          <w:numId w:val="35"/>
        </w:numPr>
      </w:pPr>
      <w:r w:rsidRPr="00033B3B">
        <w:t xml:space="preserve">If a </w:t>
      </w:r>
      <w:r w:rsidR="005B3604">
        <w:t>measurement</w:t>
      </w:r>
      <w:r w:rsidRPr="00033B3B">
        <w:t xml:space="preserve"> is reliable</w:t>
      </w:r>
      <w:r w:rsidR="00C66377">
        <w:t>,</w:t>
      </w:r>
      <w:r w:rsidRPr="00033B3B">
        <w:t xml:space="preserve"> then it is </w:t>
      </w:r>
      <w:r>
        <w:t xml:space="preserve">also </w:t>
      </w:r>
      <w:r w:rsidRPr="00033B3B">
        <w:t>valid.</w:t>
      </w:r>
    </w:p>
    <w:p w:rsidR="007C5040" w:rsidRDefault="0019596F" w:rsidP="00424B7A">
      <w:pPr>
        <w:pStyle w:val="ListParagraph"/>
        <w:numPr>
          <w:ilvl w:val="0"/>
          <w:numId w:val="35"/>
        </w:numPr>
      </w:pPr>
      <w:r w:rsidRPr="00033B3B">
        <w:t xml:space="preserve">It </w:t>
      </w:r>
      <w:r w:rsidR="00C66377">
        <w:t xml:space="preserve">indicates </w:t>
      </w:r>
      <w:r w:rsidRPr="00033B3B">
        <w:t xml:space="preserve">the reproducibility of a </w:t>
      </w:r>
      <w:r w:rsidR="00C66377" w:rsidRPr="00033B3B">
        <w:t>student</w:t>
      </w:r>
      <w:r w:rsidR="00C66377">
        <w:t>’</w:t>
      </w:r>
      <w:r w:rsidR="00C66377" w:rsidRPr="00033B3B">
        <w:t xml:space="preserve">s </w:t>
      </w:r>
      <w:r w:rsidRPr="00033B3B">
        <w:t>ability in an area.</w:t>
      </w:r>
    </w:p>
    <w:p w:rsidR="0019596F" w:rsidRDefault="0019596F" w:rsidP="00424B7A">
      <w:pPr>
        <w:pStyle w:val="ListParagraph"/>
        <w:numPr>
          <w:ilvl w:val="0"/>
          <w:numId w:val="35"/>
        </w:numPr>
      </w:pPr>
      <w:r w:rsidRPr="00033B3B">
        <w:t>It</w:t>
      </w:r>
      <w:r w:rsidR="005B3604">
        <w:t xml:space="preserve"> is necessary for comparison among students</w:t>
      </w:r>
      <w:r w:rsidR="00C66377">
        <w:t>.</w:t>
      </w:r>
    </w:p>
    <w:p w:rsidR="005B3604" w:rsidRPr="001C5F33" w:rsidRDefault="004807E6" w:rsidP="00424B7A">
      <w:pPr>
        <w:spacing w:before="180"/>
      </w:pPr>
      <w:r>
        <w:t>18.</w:t>
      </w:r>
      <w:r>
        <w:tab/>
      </w:r>
      <w:r w:rsidR="005B3604" w:rsidRPr="001C5F33">
        <w:t>Which of the following represents the nominal scale of measurement?</w:t>
      </w:r>
    </w:p>
    <w:p w:rsidR="007C5040" w:rsidRDefault="00424B7A" w:rsidP="00424B7A">
      <w:pPr>
        <w:pStyle w:val="ListParagraph"/>
        <w:numPr>
          <w:ilvl w:val="0"/>
          <w:numId w:val="36"/>
        </w:numPr>
      </w:pPr>
      <w:r>
        <w:t xml:space="preserve">A </w:t>
      </w:r>
      <w:r w:rsidR="005B3604" w:rsidRPr="001C5F33">
        <w:t>state driver’s license number</w:t>
      </w:r>
    </w:p>
    <w:p w:rsidR="007C5040" w:rsidRDefault="005B3604" w:rsidP="00424B7A">
      <w:pPr>
        <w:pStyle w:val="ListParagraph"/>
        <w:numPr>
          <w:ilvl w:val="0"/>
          <w:numId w:val="36"/>
        </w:numPr>
      </w:pPr>
      <w:r w:rsidRPr="001C5F33">
        <w:t>VO</w:t>
      </w:r>
      <w:r w:rsidRPr="00424B7A">
        <w:rPr>
          <w:vertAlign w:val="subscript"/>
        </w:rPr>
        <w:t>2</w:t>
      </w:r>
      <w:r w:rsidR="006D66F8" w:rsidRPr="00D9278A">
        <w:t>max</w:t>
      </w:r>
      <w:r w:rsidRPr="001C5F33">
        <w:t xml:space="preserve"> assessed via treadmill</w:t>
      </w:r>
    </w:p>
    <w:p w:rsidR="007C5040" w:rsidRDefault="005B3604" w:rsidP="00424B7A">
      <w:pPr>
        <w:pStyle w:val="ListParagraph"/>
        <w:numPr>
          <w:ilvl w:val="0"/>
          <w:numId w:val="36"/>
        </w:numPr>
      </w:pPr>
      <w:r w:rsidRPr="001C5F33">
        <w:t>BMI used to define national levels of adult obesity</w:t>
      </w:r>
    </w:p>
    <w:p w:rsidR="005E76F8" w:rsidRPr="001C5F33" w:rsidRDefault="00424B7A" w:rsidP="00424B7A">
      <w:pPr>
        <w:pStyle w:val="ListParagraph"/>
        <w:numPr>
          <w:ilvl w:val="0"/>
          <w:numId w:val="36"/>
        </w:numPr>
      </w:pPr>
      <w:r>
        <w:t>A</w:t>
      </w:r>
      <w:r w:rsidR="00C66377" w:rsidRPr="001C5F33">
        <w:t xml:space="preserve">chievement </w:t>
      </w:r>
      <w:r w:rsidR="005B3604" w:rsidRPr="001C5F33">
        <w:t xml:space="preserve">on the ACT </w:t>
      </w:r>
      <w:r w:rsidR="00C66377">
        <w:t>t</w:t>
      </w:r>
      <w:r w:rsidR="00C66377" w:rsidRPr="001C5F33">
        <w:t>est</w:t>
      </w:r>
    </w:p>
    <w:p w:rsidR="007C5040" w:rsidRDefault="004807E6" w:rsidP="00424B7A">
      <w:pPr>
        <w:pStyle w:val="BodyTextIndent"/>
        <w:spacing w:before="180"/>
        <w:ind w:left="0" w:firstLine="360"/>
        <w:rPr>
          <w:sz w:val="24"/>
          <w:szCs w:val="24"/>
        </w:rPr>
      </w:pPr>
      <w:r>
        <w:rPr>
          <w:sz w:val="24"/>
          <w:szCs w:val="24"/>
        </w:rPr>
        <w:t>19.</w:t>
      </w:r>
      <w:r>
        <w:rPr>
          <w:sz w:val="24"/>
          <w:szCs w:val="24"/>
        </w:rPr>
        <w:tab/>
      </w:r>
      <w:r w:rsidR="005E76F8" w:rsidRPr="001C5F33">
        <w:rPr>
          <w:sz w:val="24"/>
          <w:szCs w:val="24"/>
        </w:rPr>
        <w:t xml:space="preserve">Which of the following is </w:t>
      </w:r>
      <w:r w:rsidR="00424B7A">
        <w:rPr>
          <w:sz w:val="24"/>
          <w:szCs w:val="24"/>
        </w:rPr>
        <w:t>NOT</w:t>
      </w:r>
      <w:r w:rsidR="00424B7A">
        <w:rPr>
          <w:i/>
          <w:sz w:val="24"/>
          <w:szCs w:val="24"/>
        </w:rPr>
        <w:t xml:space="preserve"> </w:t>
      </w:r>
      <w:r w:rsidR="005E76F8" w:rsidRPr="001C5F33">
        <w:rPr>
          <w:sz w:val="24"/>
          <w:szCs w:val="24"/>
        </w:rPr>
        <w:t>considered empirical validity?</w:t>
      </w:r>
    </w:p>
    <w:p w:rsidR="007C5040" w:rsidRDefault="00424B7A" w:rsidP="00424B7A">
      <w:pPr>
        <w:pStyle w:val="BodyTextIndent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C66377" w:rsidRPr="001C5F33">
        <w:rPr>
          <w:sz w:val="24"/>
          <w:szCs w:val="24"/>
        </w:rPr>
        <w:t xml:space="preserve">riterion </w:t>
      </w:r>
      <w:r w:rsidR="005E76F8" w:rsidRPr="001C5F33">
        <w:rPr>
          <w:sz w:val="24"/>
          <w:szCs w:val="24"/>
        </w:rPr>
        <w:t>validity</w:t>
      </w:r>
    </w:p>
    <w:p w:rsidR="007C5040" w:rsidRDefault="00424B7A" w:rsidP="00424B7A">
      <w:pPr>
        <w:pStyle w:val="BodyTextIndent"/>
        <w:numPr>
          <w:ilvl w:val="0"/>
          <w:numId w:val="39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P</w:t>
      </w:r>
      <w:r w:rsidR="00C66377" w:rsidRPr="001C5F33">
        <w:rPr>
          <w:sz w:val="24"/>
          <w:szCs w:val="24"/>
        </w:rPr>
        <w:t xml:space="preserve">redictive </w:t>
      </w:r>
      <w:r w:rsidR="005E76F8" w:rsidRPr="001C5F33">
        <w:rPr>
          <w:sz w:val="24"/>
          <w:szCs w:val="24"/>
        </w:rPr>
        <w:t>validity</w:t>
      </w:r>
    </w:p>
    <w:p w:rsidR="007C5040" w:rsidRDefault="00424B7A" w:rsidP="00424B7A">
      <w:pPr>
        <w:pStyle w:val="BodyTextIndent"/>
        <w:numPr>
          <w:ilvl w:val="0"/>
          <w:numId w:val="39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C</w:t>
      </w:r>
      <w:r w:rsidR="00C66377" w:rsidRPr="001C5F33">
        <w:rPr>
          <w:sz w:val="24"/>
          <w:szCs w:val="24"/>
        </w:rPr>
        <w:t>onstruct</w:t>
      </w:r>
      <w:r>
        <w:rPr>
          <w:sz w:val="24"/>
          <w:szCs w:val="24"/>
        </w:rPr>
        <w:t xml:space="preserve"> </w:t>
      </w:r>
      <w:r w:rsidR="005E76F8" w:rsidRPr="001C5F33">
        <w:rPr>
          <w:sz w:val="24"/>
          <w:szCs w:val="24"/>
        </w:rPr>
        <w:t>validity</w:t>
      </w:r>
    </w:p>
    <w:p w:rsidR="005E76F8" w:rsidRDefault="00424B7A" w:rsidP="00424B7A">
      <w:pPr>
        <w:pStyle w:val="BodyTextIndent"/>
        <w:numPr>
          <w:ilvl w:val="0"/>
          <w:numId w:val="39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>C</w:t>
      </w:r>
      <w:r w:rsidR="00C66377" w:rsidRPr="001C5F33">
        <w:rPr>
          <w:sz w:val="24"/>
          <w:szCs w:val="24"/>
        </w:rPr>
        <w:t xml:space="preserve">ontent </w:t>
      </w:r>
      <w:r w:rsidR="005E76F8" w:rsidRPr="001C5F33">
        <w:rPr>
          <w:sz w:val="24"/>
          <w:szCs w:val="24"/>
        </w:rPr>
        <w:t>validity</w:t>
      </w:r>
    </w:p>
    <w:p w:rsidR="007C5040" w:rsidRDefault="004807E6" w:rsidP="00CD11F0">
      <w:pPr>
        <w:spacing w:before="180"/>
      </w:pPr>
      <w:r>
        <w:t>20.</w:t>
      </w:r>
      <w:r>
        <w:tab/>
      </w:r>
      <w:r w:rsidR="00D75CCC">
        <w:t>What is the main concern of inferential statistics?</w:t>
      </w:r>
    </w:p>
    <w:p w:rsidR="007C5040" w:rsidRDefault="00424B7A" w:rsidP="00424B7A">
      <w:pPr>
        <w:pStyle w:val="ListParagraph"/>
        <w:numPr>
          <w:ilvl w:val="0"/>
          <w:numId w:val="40"/>
        </w:numPr>
      </w:pPr>
      <w:r>
        <w:t xml:space="preserve">Generalizing </w:t>
      </w:r>
      <w:r w:rsidR="00D75CCC">
        <w:t>to large groups</w:t>
      </w:r>
    </w:p>
    <w:p w:rsidR="007C5040" w:rsidRDefault="00424B7A" w:rsidP="00424B7A">
      <w:pPr>
        <w:pStyle w:val="ListParagraph"/>
        <w:numPr>
          <w:ilvl w:val="0"/>
          <w:numId w:val="40"/>
        </w:numPr>
      </w:pPr>
      <w:r>
        <w:t xml:space="preserve">Defining </w:t>
      </w:r>
      <w:r w:rsidR="00D75CCC">
        <w:t>the points about which a distribution centers</w:t>
      </w:r>
    </w:p>
    <w:p w:rsidR="007C5040" w:rsidRDefault="00424B7A" w:rsidP="00424B7A">
      <w:pPr>
        <w:pStyle w:val="ListParagraph"/>
        <w:numPr>
          <w:ilvl w:val="0"/>
          <w:numId w:val="40"/>
        </w:numPr>
      </w:pPr>
      <w:r>
        <w:t xml:space="preserve">Quantifying </w:t>
      </w:r>
      <w:r w:rsidR="00D75CCC">
        <w:t>the way in which the scores in a distribution vary</w:t>
      </w:r>
    </w:p>
    <w:p w:rsidR="00D75CCC" w:rsidRDefault="00424B7A" w:rsidP="00424B7A">
      <w:pPr>
        <w:pStyle w:val="ListParagraph"/>
        <w:numPr>
          <w:ilvl w:val="0"/>
          <w:numId w:val="40"/>
        </w:numPr>
      </w:pPr>
      <w:r>
        <w:t xml:space="preserve">Proving </w:t>
      </w:r>
      <w:r w:rsidR="00D75CCC">
        <w:t>or disproving a hypothesis</w:t>
      </w:r>
    </w:p>
    <w:p w:rsidR="00757D67" w:rsidRPr="00757D67" w:rsidRDefault="004807E6" w:rsidP="00CD11F0">
      <w:pPr>
        <w:pStyle w:val="BodyTextIndent"/>
        <w:spacing w:before="180"/>
        <w:ind w:left="720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z w:val="24"/>
          <w:szCs w:val="24"/>
        </w:rPr>
        <w:tab/>
      </w:r>
      <w:r w:rsidR="00757D67" w:rsidRPr="00757D67">
        <w:rPr>
          <w:sz w:val="24"/>
          <w:szCs w:val="24"/>
        </w:rPr>
        <w:t>Wh</w:t>
      </w:r>
      <w:r w:rsidR="000B67B7">
        <w:rPr>
          <w:sz w:val="24"/>
          <w:szCs w:val="24"/>
        </w:rPr>
        <w:t>ich characteristic is applicable to</w:t>
      </w:r>
      <w:r w:rsidR="00757D67" w:rsidRPr="00757D67">
        <w:rPr>
          <w:sz w:val="24"/>
          <w:szCs w:val="24"/>
        </w:rPr>
        <w:t xml:space="preserve"> the use of skinfold measures to estimate percent fat in athletes?</w:t>
      </w:r>
    </w:p>
    <w:p w:rsidR="007C5040" w:rsidRDefault="0023338C" w:rsidP="0023338C">
      <w:pPr>
        <w:pStyle w:val="ListParagraph"/>
        <w:numPr>
          <w:ilvl w:val="0"/>
          <w:numId w:val="41"/>
        </w:numPr>
      </w:pPr>
      <w:r>
        <w:t>C</w:t>
      </w:r>
      <w:r w:rsidR="00C66377" w:rsidRPr="00757D67">
        <w:t xml:space="preserve">oncurrent </w:t>
      </w:r>
      <w:r w:rsidR="00757D67" w:rsidRPr="00757D67">
        <w:t>validity</w:t>
      </w:r>
    </w:p>
    <w:p w:rsidR="007C5040" w:rsidRDefault="0023338C" w:rsidP="0023338C">
      <w:pPr>
        <w:pStyle w:val="ListParagraph"/>
        <w:numPr>
          <w:ilvl w:val="0"/>
          <w:numId w:val="41"/>
        </w:numPr>
      </w:pPr>
      <w:r>
        <w:t>R</w:t>
      </w:r>
      <w:r w:rsidR="00757D67" w:rsidRPr="00757D67">
        <w:t>elevance</w:t>
      </w:r>
    </w:p>
    <w:p w:rsidR="007C5040" w:rsidRDefault="0023338C" w:rsidP="0023338C">
      <w:pPr>
        <w:pStyle w:val="ListParagraph"/>
        <w:numPr>
          <w:ilvl w:val="0"/>
          <w:numId w:val="41"/>
        </w:numPr>
      </w:pPr>
      <w:r>
        <w:t>H</w:t>
      </w:r>
      <w:r w:rsidR="00C66377" w:rsidRPr="00757D67">
        <w:t xml:space="preserve">ydrostatic </w:t>
      </w:r>
      <w:r w:rsidR="00757D67" w:rsidRPr="00757D67">
        <w:t>validity</w:t>
      </w:r>
    </w:p>
    <w:p w:rsidR="007C5040" w:rsidRDefault="0023338C" w:rsidP="0023338C">
      <w:pPr>
        <w:pStyle w:val="ListParagraph"/>
        <w:numPr>
          <w:ilvl w:val="0"/>
          <w:numId w:val="41"/>
        </w:numPr>
      </w:pPr>
      <w:r>
        <w:t>G</w:t>
      </w:r>
      <w:r w:rsidR="00C66377" w:rsidRPr="00757D67">
        <w:t xml:space="preserve">eneralizability </w:t>
      </w:r>
      <w:r w:rsidR="00757D67" w:rsidRPr="00757D67">
        <w:t>(from skinfolds to percent fat)</w:t>
      </w:r>
    </w:p>
    <w:p w:rsidR="00757D67" w:rsidRDefault="0023338C" w:rsidP="0023338C">
      <w:pPr>
        <w:pStyle w:val="ListParagraph"/>
        <w:numPr>
          <w:ilvl w:val="0"/>
          <w:numId w:val="41"/>
        </w:numPr>
      </w:pPr>
      <w:r>
        <w:t>C</w:t>
      </w:r>
      <w:r w:rsidR="00C66377" w:rsidRPr="00757D67">
        <w:t>onstruct</w:t>
      </w:r>
      <w:r>
        <w:t xml:space="preserve"> </w:t>
      </w:r>
      <w:r w:rsidR="00757D67" w:rsidRPr="00757D67">
        <w:t>validity</w:t>
      </w:r>
    </w:p>
    <w:p w:rsidR="00F4555E" w:rsidRDefault="00CD11F0" w:rsidP="00CD11F0">
      <w:pPr>
        <w:pStyle w:val="Heading2"/>
      </w:pPr>
      <w:r>
        <w:t>Sh</w:t>
      </w:r>
      <w:r w:rsidRPr="00CD11F0">
        <w:t>or</w:t>
      </w:r>
      <w:r>
        <w:t>t Answer</w:t>
      </w:r>
    </w:p>
    <w:p w:rsidR="004807E6" w:rsidRPr="00CD11F0" w:rsidRDefault="004807E6" w:rsidP="004807E6">
      <w:r w:rsidRPr="00CD11F0">
        <w:t>For</w:t>
      </w:r>
      <w:r w:rsidR="00CD11F0" w:rsidRPr="00CD11F0">
        <w:t xml:space="preserve"> </w:t>
      </w:r>
      <w:r w:rsidRPr="00CD11F0">
        <w:t xml:space="preserve">the next six </w:t>
      </w:r>
      <w:r w:rsidR="00CD11F0" w:rsidRPr="00CD11F0">
        <w:t>questions</w:t>
      </w:r>
      <w:r w:rsidRPr="00CD11F0">
        <w:t>,</w:t>
      </w:r>
      <w:r w:rsidR="00CD11F0" w:rsidRPr="00CD11F0">
        <w:t xml:space="preserve"> </w:t>
      </w:r>
      <w:r w:rsidRPr="00CD11F0">
        <w:t>mark each one</w:t>
      </w:r>
      <w:r w:rsidR="00CD11F0">
        <w:t>:</w:t>
      </w:r>
    </w:p>
    <w:p w:rsidR="004807E6" w:rsidRPr="00CD11F0" w:rsidRDefault="004807E6" w:rsidP="004807E6">
      <w:pPr>
        <w:ind w:left="720"/>
      </w:pPr>
      <w:r w:rsidRPr="00CD11F0">
        <w:t>(A) if the level of measurement is nominal</w:t>
      </w:r>
      <w:r w:rsidR="00CD11F0">
        <w:t>.</w:t>
      </w:r>
    </w:p>
    <w:p w:rsidR="004807E6" w:rsidRPr="00CD11F0" w:rsidRDefault="004807E6" w:rsidP="004807E6">
      <w:pPr>
        <w:ind w:left="720"/>
      </w:pPr>
      <w:r w:rsidRPr="00CD11F0">
        <w:t xml:space="preserve">(B) </w:t>
      </w:r>
      <w:proofErr w:type="gramStart"/>
      <w:r w:rsidRPr="00CD11F0">
        <w:t>if</w:t>
      </w:r>
      <w:proofErr w:type="gramEnd"/>
      <w:r w:rsidRPr="00CD11F0">
        <w:t xml:space="preserve"> the level of measurement is ordinal</w:t>
      </w:r>
      <w:r w:rsidR="00CD11F0">
        <w:t>.</w:t>
      </w:r>
    </w:p>
    <w:p w:rsidR="004807E6" w:rsidRPr="00CD11F0" w:rsidRDefault="004807E6" w:rsidP="004807E6">
      <w:pPr>
        <w:ind w:left="720"/>
      </w:pPr>
      <w:r w:rsidRPr="00CD11F0">
        <w:t xml:space="preserve">(C) </w:t>
      </w:r>
      <w:proofErr w:type="gramStart"/>
      <w:r w:rsidRPr="00CD11F0">
        <w:t>if</w:t>
      </w:r>
      <w:proofErr w:type="gramEnd"/>
      <w:r w:rsidRPr="00CD11F0">
        <w:t xml:space="preserve"> the level of measurement is interval</w:t>
      </w:r>
      <w:r w:rsidR="00CD11F0">
        <w:t>.</w:t>
      </w:r>
    </w:p>
    <w:p w:rsidR="004807E6" w:rsidRDefault="004807E6" w:rsidP="004807E6">
      <w:pPr>
        <w:ind w:left="720"/>
      </w:pPr>
      <w:r w:rsidRPr="00CD11F0">
        <w:t xml:space="preserve">(D) </w:t>
      </w:r>
      <w:proofErr w:type="gramStart"/>
      <w:r w:rsidRPr="00CD11F0">
        <w:t>if</w:t>
      </w:r>
      <w:proofErr w:type="gramEnd"/>
      <w:r w:rsidRPr="00CD11F0">
        <w:t xml:space="preserve"> the level of measurement is ratio.</w:t>
      </w:r>
    </w:p>
    <w:p w:rsidR="007710D1" w:rsidRPr="00CD11F0" w:rsidRDefault="007710D1" w:rsidP="007710D1">
      <w:r w:rsidRPr="00CD11F0">
        <w:t>For the next six questions, mark each one</w:t>
      </w:r>
      <w:r>
        <w:t>:</w:t>
      </w:r>
    </w:p>
    <w:p w:rsidR="007710D1" w:rsidRPr="00CD11F0" w:rsidRDefault="007710D1" w:rsidP="007710D1">
      <w:pPr>
        <w:ind w:left="720"/>
      </w:pPr>
      <w:r w:rsidRPr="00CD11F0">
        <w:t>(A) if the level of measurement is nominal</w:t>
      </w:r>
      <w:r>
        <w:t>.</w:t>
      </w:r>
    </w:p>
    <w:p w:rsidR="007710D1" w:rsidRPr="00CD11F0" w:rsidRDefault="007710D1" w:rsidP="007710D1">
      <w:pPr>
        <w:ind w:left="720"/>
      </w:pPr>
      <w:r w:rsidRPr="00CD11F0">
        <w:t xml:space="preserve">(B) </w:t>
      </w:r>
      <w:proofErr w:type="gramStart"/>
      <w:r w:rsidRPr="00CD11F0">
        <w:t>if</w:t>
      </w:r>
      <w:proofErr w:type="gramEnd"/>
      <w:r w:rsidRPr="00CD11F0">
        <w:t xml:space="preserve"> the level of measurement is ordinal</w:t>
      </w:r>
      <w:r>
        <w:t>.</w:t>
      </w:r>
    </w:p>
    <w:p w:rsidR="007710D1" w:rsidRPr="00CD11F0" w:rsidRDefault="007710D1" w:rsidP="007710D1">
      <w:pPr>
        <w:ind w:left="720"/>
      </w:pPr>
      <w:r w:rsidRPr="00CD11F0">
        <w:lastRenderedPageBreak/>
        <w:t xml:space="preserve">(C) </w:t>
      </w:r>
      <w:proofErr w:type="gramStart"/>
      <w:r w:rsidRPr="00CD11F0">
        <w:t>if</w:t>
      </w:r>
      <w:proofErr w:type="gramEnd"/>
      <w:r w:rsidRPr="00CD11F0">
        <w:t xml:space="preserve"> the level of measurement is interval</w:t>
      </w:r>
      <w:r>
        <w:t>.</w:t>
      </w:r>
    </w:p>
    <w:p w:rsidR="007710D1" w:rsidRDefault="007710D1" w:rsidP="007710D1">
      <w:pPr>
        <w:ind w:left="720"/>
      </w:pPr>
      <w:r w:rsidRPr="00CD11F0">
        <w:t xml:space="preserve">(D) </w:t>
      </w:r>
      <w:proofErr w:type="gramStart"/>
      <w:r w:rsidRPr="00CD11F0">
        <w:t>if</w:t>
      </w:r>
      <w:proofErr w:type="gramEnd"/>
      <w:r w:rsidRPr="00CD11F0">
        <w:t xml:space="preserve"> the level of measurement is ratio.</w:t>
      </w:r>
      <w:bookmarkStart w:id="0" w:name="_GoBack"/>
      <w:bookmarkEnd w:id="0"/>
    </w:p>
    <w:p w:rsidR="004807E6" w:rsidRDefault="00CD11F0" w:rsidP="00CD11F0">
      <w:pPr>
        <w:spacing w:before="180"/>
      </w:pPr>
      <w:r>
        <w:t>1.</w:t>
      </w:r>
      <w:r>
        <w:tab/>
        <w:t>Temperature (in degrees Fahrenheit)</w:t>
      </w:r>
    </w:p>
    <w:p w:rsidR="004807E6" w:rsidRDefault="00CD11F0" w:rsidP="004807E6">
      <w:r>
        <w:t>2.</w:t>
      </w:r>
      <w:r>
        <w:tab/>
        <w:t>Military rank</w:t>
      </w:r>
    </w:p>
    <w:p w:rsidR="004807E6" w:rsidRDefault="004807E6" w:rsidP="004807E6">
      <w:r>
        <w:t>3.</w:t>
      </w:r>
      <w:r>
        <w:tab/>
        <w:t>Nam</w:t>
      </w:r>
      <w:r w:rsidR="00CD11F0">
        <w:t>es of professional sports teams</w:t>
      </w:r>
    </w:p>
    <w:p w:rsidR="004807E6" w:rsidRDefault="00CD11F0" w:rsidP="004807E6">
      <w:r>
        <w:t>4.</w:t>
      </w:r>
      <w:r>
        <w:tab/>
        <w:t>Height</w:t>
      </w:r>
    </w:p>
    <w:p w:rsidR="004807E6" w:rsidRDefault="004807E6" w:rsidP="004807E6">
      <w:r>
        <w:t>5.</w:t>
      </w:r>
      <w:r>
        <w:tab/>
        <w:t>Score</w:t>
      </w:r>
      <w:r w:rsidR="00CD11F0">
        <w:t>s on examinations like this one</w:t>
      </w:r>
    </w:p>
    <w:p w:rsidR="004807E6" w:rsidRDefault="004807E6" w:rsidP="004807E6">
      <w:r>
        <w:t>6.</w:t>
      </w:r>
      <w:r>
        <w:tab/>
        <w:t>Ranks established in a round robin tournament</w:t>
      </w:r>
      <w:r w:rsidR="00CD11F0">
        <w:t xml:space="preserve"> (everyone plays everyone else)</w:t>
      </w:r>
    </w:p>
    <w:p w:rsidR="004807E6" w:rsidRDefault="00A13DD9" w:rsidP="00A13DD9">
      <w:pPr>
        <w:pStyle w:val="Heading1"/>
      </w:pPr>
      <w:r>
        <w:t>Answer Key</w:t>
      </w:r>
    </w:p>
    <w:p w:rsidR="00A13DD9" w:rsidRDefault="00A13DD9" w:rsidP="00A13DD9">
      <w:pPr>
        <w:pStyle w:val="Heading2"/>
      </w:pPr>
      <w:r>
        <w:t>Multiple Choice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d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d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b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b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b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c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c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e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e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b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d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c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d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A13DD9" w:rsidP="00A13DD9">
      <w:pPr>
        <w:pStyle w:val="ListParagraph"/>
        <w:numPr>
          <w:ilvl w:val="0"/>
          <w:numId w:val="15"/>
        </w:numPr>
        <w:spacing w:before="0"/>
      </w:pPr>
      <w:r>
        <w:t>a</w:t>
      </w:r>
    </w:p>
    <w:p w:rsidR="00A13DD9" w:rsidRDefault="00CD11F0" w:rsidP="00CD11F0">
      <w:pPr>
        <w:pStyle w:val="Heading2"/>
      </w:pPr>
      <w:r>
        <w:t>Short Answer</w:t>
      </w:r>
    </w:p>
    <w:p w:rsidR="00CD11F0" w:rsidRDefault="00CD11F0" w:rsidP="00CD11F0">
      <w:pPr>
        <w:pStyle w:val="ListParagraph"/>
        <w:numPr>
          <w:ilvl w:val="0"/>
          <w:numId w:val="42"/>
        </w:numPr>
      </w:pPr>
      <w:r>
        <w:t>C</w:t>
      </w:r>
    </w:p>
    <w:p w:rsidR="00CD11F0" w:rsidRDefault="00CD11F0" w:rsidP="00CD11F0">
      <w:pPr>
        <w:pStyle w:val="ListParagraph"/>
        <w:numPr>
          <w:ilvl w:val="0"/>
          <w:numId w:val="42"/>
        </w:numPr>
      </w:pPr>
      <w:r>
        <w:t>B</w:t>
      </w:r>
    </w:p>
    <w:p w:rsidR="00CD11F0" w:rsidRDefault="00CD11F0" w:rsidP="00CD11F0">
      <w:pPr>
        <w:pStyle w:val="ListParagraph"/>
        <w:numPr>
          <w:ilvl w:val="0"/>
          <w:numId w:val="42"/>
        </w:numPr>
      </w:pPr>
      <w:r>
        <w:t>A</w:t>
      </w:r>
    </w:p>
    <w:p w:rsidR="00CD11F0" w:rsidRDefault="00CD11F0" w:rsidP="00CD11F0">
      <w:pPr>
        <w:pStyle w:val="ListParagraph"/>
        <w:numPr>
          <w:ilvl w:val="0"/>
          <w:numId w:val="42"/>
        </w:numPr>
      </w:pPr>
      <w:r>
        <w:t>D</w:t>
      </w:r>
    </w:p>
    <w:p w:rsidR="00CD11F0" w:rsidRDefault="00CD11F0" w:rsidP="00CD11F0">
      <w:pPr>
        <w:pStyle w:val="ListParagraph"/>
        <w:numPr>
          <w:ilvl w:val="0"/>
          <w:numId w:val="42"/>
        </w:numPr>
      </w:pPr>
      <w:r>
        <w:t>D</w:t>
      </w:r>
    </w:p>
    <w:p w:rsidR="00CD11F0" w:rsidRPr="00CD11F0" w:rsidRDefault="00CD11F0" w:rsidP="00CD11F0">
      <w:pPr>
        <w:pStyle w:val="ListParagraph"/>
        <w:numPr>
          <w:ilvl w:val="0"/>
          <w:numId w:val="42"/>
        </w:numPr>
      </w:pPr>
      <w:r>
        <w:lastRenderedPageBreak/>
        <w:t>B</w:t>
      </w:r>
    </w:p>
    <w:sectPr w:rsidR="00CD11F0" w:rsidRPr="00CD11F0" w:rsidSect="00107908">
      <w:pgSz w:w="12240" w:h="15840"/>
      <w:pgMar w:top="1440" w:right="180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69A44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534FA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EA7CF5"/>
    <w:multiLevelType w:val="hybridMultilevel"/>
    <w:tmpl w:val="37062F5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E71A67"/>
    <w:multiLevelType w:val="hybridMultilevel"/>
    <w:tmpl w:val="1E74A48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432711"/>
    <w:multiLevelType w:val="hybridMultilevel"/>
    <w:tmpl w:val="E8A0E2D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B30BFC"/>
    <w:multiLevelType w:val="hybridMultilevel"/>
    <w:tmpl w:val="205256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271D3"/>
    <w:multiLevelType w:val="hybridMultilevel"/>
    <w:tmpl w:val="00E23C8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461C25"/>
    <w:multiLevelType w:val="hybridMultilevel"/>
    <w:tmpl w:val="C110FDC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8F62CA"/>
    <w:multiLevelType w:val="hybridMultilevel"/>
    <w:tmpl w:val="C54225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4A68C9"/>
    <w:multiLevelType w:val="hybridMultilevel"/>
    <w:tmpl w:val="8E4EB0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316701"/>
    <w:multiLevelType w:val="hybridMultilevel"/>
    <w:tmpl w:val="B040258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443F86"/>
    <w:multiLevelType w:val="hybridMultilevel"/>
    <w:tmpl w:val="8D128C5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1344A7"/>
    <w:multiLevelType w:val="hybridMultilevel"/>
    <w:tmpl w:val="FDB248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4306B6"/>
    <w:multiLevelType w:val="hybridMultilevel"/>
    <w:tmpl w:val="274E6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E33975"/>
    <w:multiLevelType w:val="hybridMultilevel"/>
    <w:tmpl w:val="F8FEAB08"/>
    <w:lvl w:ilvl="0" w:tplc="A014A9C4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617E00"/>
    <w:multiLevelType w:val="hybridMultilevel"/>
    <w:tmpl w:val="186C4C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2F324F"/>
    <w:multiLevelType w:val="hybridMultilevel"/>
    <w:tmpl w:val="8506BA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C59C4"/>
    <w:multiLevelType w:val="hybridMultilevel"/>
    <w:tmpl w:val="D75C658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01108"/>
    <w:multiLevelType w:val="hybridMultilevel"/>
    <w:tmpl w:val="19868CA6"/>
    <w:lvl w:ilvl="0" w:tplc="41A4982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4B413B"/>
    <w:multiLevelType w:val="hybridMultilevel"/>
    <w:tmpl w:val="4BE85F6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085D6F"/>
    <w:multiLevelType w:val="hybridMultilevel"/>
    <w:tmpl w:val="7F4AA90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3B07D6"/>
    <w:multiLevelType w:val="hybridMultilevel"/>
    <w:tmpl w:val="513A7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B29F3"/>
    <w:multiLevelType w:val="hybridMultilevel"/>
    <w:tmpl w:val="2BEA3D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DC74EB"/>
    <w:multiLevelType w:val="hybridMultilevel"/>
    <w:tmpl w:val="6DF0FD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C0F5D"/>
    <w:multiLevelType w:val="hybridMultilevel"/>
    <w:tmpl w:val="24A65D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6F0E31"/>
    <w:multiLevelType w:val="hybridMultilevel"/>
    <w:tmpl w:val="E29043AC"/>
    <w:lvl w:ilvl="0" w:tplc="56264A4C">
      <w:start w:val="1"/>
      <w:numFmt w:val="decimal"/>
      <w:pStyle w:val="NumLis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6">
    <w:nsid w:val="41E2373E"/>
    <w:multiLevelType w:val="hybridMultilevel"/>
    <w:tmpl w:val="75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EF898">
      <w:start w:val="1"/>
      <w:numFmt w:val="decimal"/>
      <w:pStyle w:val="Question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28743BF0">
      <w:start w:val="1"/>
      <w:numFmt w:val="lowerLetter"/>
      <w:pStyle w:val="ANswerChoice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22EEC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0B2CEF"/>
    <w:multiLevelType w:val="hybridMultilevel"/>
    <w:tmpl w:val="04407C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961866"/>
    <w:multiLevelType w:val="hybridMultilevel"/>
    <w:tmpl w:val="DA6AC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60D05"/>
    <w:multiLevelType w:val="hybridMultilevel"/>
    <w:tmpl w:val="A9E40DF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56264A4C">
      <w:start w:val="1"/>
      <w:numFmt w:val="decimal"/>
      <w:lvlText w:val="%2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0">
    <w:nsid w:val="54661219"/>
    <w:multiLevelType w:val="hybridMultilevel"/>
    <w:tmpl w:val="1B3C53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4837182"/>
    <w:multiLevelType w:val="hybridMultilevel"/>
    <w:tmpl w:val="933E4C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D6624E"/>
    <w:multiLevelType w:val="hybridMultilevel"/>
    <w:tmpl w:val="1748797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A1105FD"/>
    <w:multiLevelType w:val="hybridMultilevel"/>
    <w:tmpl w:val="CAFA6D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1E0630"/>
    <w:multiLevelType w:val="hybridMultilevel"/>
    <w:tmpl w:val="087E0E0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7660D4"/>
    <w:multiLevelType w:val="hybridMultilevel"/>
    <w:tmpl w:val="231C6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691DF6"/>
    <w:multiLevelType w:val="hybridMultilevel"/>
    <w:tmpl w:val="976A5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9254D0"/>
    <w:multiLevelType w:val="hybridMultilevel"/>
    <w:tmpl w:val="DA2A0A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5250E2"/>
    <w:multiLevelType w:val="hybridMultilevel"/>
    <w:tmpl w:val="6A4C3F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AF40E8"/>
    <w:multiLevelType w:val="hybridMultilevel"/>
    <w:tmpl w:val="91DAD120"/>
    <w:lvl w:ilvl="0" w:tplc="42482528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231B49"/>
    <w:multiLevelType w:val="hybridMultilevel"/>
    <w:tmpl w:val="9D58E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AF510D"/>
    <w:multiLevelType w:val="hybridMultilevel"/>
    <w:tmpl w:val="A8425C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6"/>
  </w:num>
  <w:num w:numId="4">
    <w:abstractNumId w:val="13"/>
  </w:num>
  <w:num w:numId="5">
    <w:abstractNumId w:val="26"/>
  </w:num>
  <w:num w:numId="6">
    <w:abstractNumId w:val="1"/>
  </w:num>
  <w:num w:numId="7">
    <w:abstractNumId w:val="39"/>
  </w:num>
  <w:num w:numId="8">
    <w:abstractNumId w:val="18"/>
  </w:num>
  <w:num w:numId="9">
    <w:abstractNumId w:val="25"/>
  </w:num>
  <w:num w:numId="10">
    <w:abstractNumId w:val="0"/>
  </w:num>
  <w:num w:numId="11">
    <w:abstractNumId w:val="29"/>
  </w:num>
  <w:num w:numId="12">
    <w:abstractNumId w:val="14"/>
  </w:num>
  <w:num w:numId="13">
    <w:abstractNumId w:val="38"/>
  </w:num>
  <w:num w:numId="14">
    <w:abstractNumId w:val="17"/>
  </w:num>
  <w:num w:numId="15">
    <w:abstractNumId w:val="19"/>
  </w:num>
  <w:num w:numId="16">
    <w:abstractNumId w:val="15"/>
  </w:num>
  <w:num w:numId="17">
    <w:abstractNumId w:val="23"/>
  </w:num>
  <w:num w:numId="18">
    <w:abstractNumId w:val="30"/>
  </w:num>
  <w:num w:numId="19">
    <w:abstractNumId w:val="20"/>
  </w:num>
  <w:num w:numId="20">
    <w:abstractNumId w:val="16"/>
  </w:num>
  <w:num w:numId="21">
    <w:abstractNumId w:val="32"/>
  </w:num>
  <w:num w:numId="22">
    <w:abstractNumId w:val="31"/>
  </w:num>
  <w:num w:numId="23">
    <w:abstractNumId w:val="21"/>
  </w:num>
  <w:num w:numId="24">
    <w:abstractNumId w:val="27"/>
  </w:num>
  <w:num w:numId="25">
    <w:abstractNumId w:val="24"/>
  </w:num>
  <w:num w:numId="26">
    <w:abstractNumId w:val="5"/>
  </w:num>
  <w:num w:numId="27">
    <w:abstractNumId w:val="11"/>
  </w:num>
  <w:num w:numId="28">
    <w:abstractNumId w:val="28"/>
  </w:num>
  <w:num w:numId="29">
    <w:abstractNumId w:val="12"/>
  </w:num>
  <w:num w:numId="30">
    <w:abstractNumId w:val="22"/>
  </w:num>
  <w:num w:numId="31">
    <w:abstractNumId w:val="10"/>
  </w:num>
  <w:num w:numId="32">
    <w:abstractNumId w:val="4"/>
  </w:num>
  <w:num w:numId="33">
    <w:abstractNumId w:val="7"/>
  </w:num>
  <w:num w:numId="34">
    <w:abstractNumId w:val="34"/>
  </w:num>
  <w:num w:numId="35">
    <w:abstractNumId w:val="2"/>
  </w:num>
  <w:num w:numId="36">
    <w:abstractNumId w:val="3"/>
  </w:num>
  <w:num w:numId="37">
    <w:abstractNumId w:val="37"/>
  </w:num>
  <w:num w:numId="38">
    <w:abstractNumId w:val="41"/>
  </w:num>
  <w:num w:numId="39">
    <w:abstractNumId w:val="6"/>
  </w:num>
  <w:num w:numId="40">
    <w:abstractNumId w:val="9"/>
  </w:num>
  <w:num w:numId="41">
    <w:abstractNumId w:val="3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2"/>
  </w:compat>
  <w:rsids>
    <w:rsidRoot w:val="00C63BA6"/>
    <w:rsid w:val="00042A9C"/>
    <w:rsid w:val="000B67B7"/>
    <w:rsid w:val="000D3A48"/>
    <w:rsid w:val="00107908"/>
    <w:rsid w:val="00163684"/>
    <w:rsid w:val="001657DA"/>
    <w:rsid w:val="0019596F"/>
    <w:rsid w:val="001C5F33"/>
    <w:rsid w:val="0023338C"/>
    <w:rsid w:val="00282358"/>
    <w:rsid w:val="002E176B"/>
    <w:rsid w:val="00344D27"/>
    <w:rsid w:val="003967D7"/>
    <w:rsid w:val="0042149F"/>
    <w:rsid w:val="00424B7A"/>
    <w:rsid w:val="004807E6"/>
    <w:rsid w:val="004E467A"/>
    <w:rsid w:val="004E7E5A"/>
    <w:rsid w:val="00535901"/>
    <w:rsid w:val="0058264D"/>
    <w:rsid w:val="005B3604"/>
    <w:rsid w:val="005D6432"/>
    <w:rsid w:val="005E76F8"/>
    <w:rsid w:val="00646729"/>
    <w:rsid w:val="00652773"/>
    <w:rsid w:val="006C7252"/>
    <w:rsid w:val="006D66F8"/>
    <w:rsid w:val="00750F8F"/>
    <w:rsid w:val="00757D67"/>
    <w:rsid w:val="007710D1"/>
    <w:rsid w:val="007C5040"/>
    <w:rsid w:val="00837F1E"/>
    <w:rsid w:val="00840A7C"/>
    <w:rsid w:val="00855DA8"/>
    <w:rsid w:val="008741A7"/>
    <w:rsid w:val="00A13DD9"/>
    <w:rsid w:val="00A57517"/>
    <w:rsid w:val="00AB7909"/>
    <w:rsid w:val="00AF0AA1"/>
    <w:rsid w:val="00C63BA6"/>
    <w:rsid w:val="00C66377"/>
    <w:rsid w:val="00CD11F0"/>
    <w:rsid w:val="00D03952"/>
    <w:rsid w:val="00D03C14"/>
    <w:rsid w:val="00D51922"/>
    <w:rsid w:val="00D73B2C"/>
    <w:rsid w:val="00D75CCC"/>
    <w:rsid w:val="00D77C8F"/>
    <w:rsid w:val="00D9278A"/>
    <w:rsid w:val="00DF1A7B"/>
    <w:rsid w:val="00E0595E"/>
    <w:rsid w:val="00E9756F"/>
    <w:rsid w:val="00F17D8B"/>
    <w:rsid w:val="00F25749"/>
    <w:rsid w:val="00F4555E"/>
    <w:rsid w:val="00F4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BA662DEA-FF02-4E7A-AC8B-A25A79C6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7E6"/>
    <w:pPr>
      <w:spacing w:before="120"/>
      <w:ind w:left="360"/>
    </w:pPr>
    <w:rPr>
      <w:rFonts w:ascii="Calibri" w:eastAsia="Times New Roman" w:hAnsi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80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807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4807E6"/>
    <w:pPr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4807E6"/>
    <w:pPr>
      <w:keepNext/>
      <w:spacing w:before="240" w:after="60"/>
      <w:outlineLvl w:val="3"/>
    </w:pPr>
    <w:rPr>
      <w:rFonts w:ascii="Arial" w:eastAsia="MS Mincho" w:hAnsi="Arial"/>
      <w:b/>
      <w:bCs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9596F"/>
    <w:pPr>
      <w:ind w:hanging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9596F"/>
    <w:rPr>
      <w:rFonts w:eastAsia="Times New Roman"/>
      <w:lang w:eastAsia="en-US"/>
    </w:rPr>
  </w:style>
  <w:style w:type="paragraph" w:styleId="BodyText">
    <w:name w:val="Body Text"/>
    <w:basedOn w:val="Normal"/>
    <w:link w:val="BodyTextChar"/>
    <w:rsid w:val="0019596F"/>
    <w:rPr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9596F"/>
    <w:rPr>
      <w:rFonts w:eastAsia="Times New Roman"/>
      <w:b/>
      <w:lang w:eastAsia="en-US"/>
    </w:rPr>
  </w:style>
  <w:style w:type="paragraph" w:styleId="BodyTextIndent2">
    <w:name w:val="Body Text Indent 2"/>
    <w:basedOn w:val="Normal"/>
    <w:link w:val="BodyTextIndent2Char"/>
    <w:rsid w:val="0019596F"/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9596F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F3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F33"/>
    <w:rPr>
      <w:rFonts w:ascii="Lucida Grande" w:hAnsi="Lucida Grande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5F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5F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5F33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F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F33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3967D7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07E6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4807E6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4807E6"/>
    <w:rPr>
      <w:rFonts w:ascii="Arial" w:eastAsia="Times New Roman" w:hAnsi="Arial" w:cs="Arial"/>
      <w:b/>
      <w:iCs/>
      <w:sz w:val="24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4807E6"/>
    <w:rPr>
      <w:rFonts w:ascii="Arial" w:eastAsia="MS Mincho" w:hAnsi="Arial"/>
      <w:b/>
      <w:bCs/>
      <w:sz w:val="22"/>
      <w:szCs w:val="28"/>
      <w:u w:val="single"/>
      <w:lang w:eastAsia="en-US"/>
    </w:rPr>
  </w:style>
  <w:style w:type="paragraph" w:customStyle="1" w:styleId="AttributionChar">
    <w:name w:val="Attribution Char"/>
    <w:basedOn w:val="Normal"/>
    <w:link w:val="AttributionChar"/>
    <w:rsid w:val="004807E6"/>
    <w:pPr>
      <w:jc w:val="right"/>
    </w:pPr>
    <w:rPr>
      <w:i/>
      <w:iCs/>
    </w:rPr>
  </w:style>
  <w:style w:type="character" w:customStyle="1" w:styleId="AttributionCharChar">
    <w:name w:val="Attribution Char Char"/>
    <w:rsid w:val="004807E6"/>
    <w:rPr>
      <w:i/>
      <w:iCs/>
      <w:sz w:val="24"/>
      <w:szCs w:val="24"/>
      <w:lang w:val="en-US" w:eastAsia="en-US" w:bidi="ar-SA"/>
    </w:rPr>
  </w:style>
  <w:style w:type="paragraph" w:customStyle="1" w:styleId="Body1Char">
    <w:name w:val="Body1 Char"/>
    <w:basedOn w:val="Normal"/>
    <w:rsid w:val="004807E6"/>
    <w:pPr>
      <w:spacing w:after="120"/>
    </w:pPr>
  </w:style>
  <w:style w:type="character" w:customStyle="1" w:styleId="Body1CharChar">
    <w:name w:val="Body1 Char Char"/>
    <w:basedOn w:val="DefaultParagraphFont"/>
    <w:rsid w:val="004807E6"/>
    <w:rPr>
      <w:sz w:val="24"/>
      <w:szCs w:val="24"/>
      <w:lang w:val="en-US" w:eastAsia="en-US" w:bidi="ar-SA"/>
    </w:rPr>
  </w:style>
  <w:style w:type="paragraph" w:customStyle="1" w:styleId="Body2Char">
    <w:name w:val="Body2 Char"/>
    <w:basedOn w:val="Normal"/>
    <w:link w:val="Body2Char"/>
    <w:rsid w:val="004807E6"/>
  </w:style>
  <w:style w:type="character" w:customStyle="1" w:styleId="Body2CharChar">
    <w:name w:val="Body2 Char Char"/>
    <w:rsid w:val="004807E6"/>
    <w:rPr>
      <w:sz w:val="24"/>
      <w:szCs w:val="24"/>
      <w:lang w:val="en-US" w:eastAsia="en-US" w:bidi="ar-SA"/>
    </w:rPr>
  </w:style>
  <w:style w:type="paragraph" w:customStyle="1" w:styleId="CHN">
    <w:name w:val="CHN"/>
    <w:basedOn w:val="Normal"/>
    <w:link w:val="CHNChar"/>
    <w:autoRedefine/>
    <w:rsid w:val="004807E6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rFonts w:ascii="Arial" w:hAnsi="Arial"/>
      <w:b/>
      <w:sz w:val="36"/>
      <w:szCs w:val="36"/>
    </w:rPr>
  </w:style>
  <w:style w:type="character" w:customStyle="1" w:styleId="CHNChar">
    <w:name w:val="CHN Char"/>
    <w:basedOn w:val="DefaultParagraphFont"/>
    <w:link w:val="CHN"/>
    <w:rsid w:val="004807E6"/>
    <w:rPr>
      <w:rFonts w:ascii="Arial" w:eastAsia="Times New Roman" w:hAnsi="Arial"/>
      <w:b/>
      <w:sz w:val="36"/>
      <w:szCs w:val="36"/>
      <w:lang w:eastAsia="en-US"/>
    </w:rPr>
  </w:style>
  <w:style w:type="paragraph" w:customStyle="1" w:styleId="CHT">
    <w:name w:val="CHT"/>
    <w:basedOn w:val="Normal"/>
    <w:autoRedefine/>
    <w:rsid w:val="004807E6"/>
    <w:pPr>
      <w:spacing w:after="240"/>
    </w:pPr>
    <w:rPr>
      <w:rFonts w:ascii="Arial Black" w:hAnsi="Arial Black"/>
      <w:sz w:val="44"/>
      <w:szCs w:val="44"/>
    </w:rPr>
  </w:style>
  <w:style w:type="character" w:customStyle="1" w:styleId="CHTChar">
    <w:name w:val="CHT Char"/>
    <w:basedOn w:val="DefaultParagraphFont"/>
    <w:rsid w:val="004807E6"/>
    <w:rPr>
      <w:rFonts w:ascii="Arial Black" w:hAnsi="Arial Black"/>
      <w:sz w:val="36"/>
      <w:lang w:val="en-US" w:eastAsia="en-US" w:bidi="ar-SA"/>
    </w:rPr>
  </w:style>
  <w:style w:type="paragraph" w:customStyle="1" w:styleId="H1">
    <w:name w:val="H1"/>
    <w:basedOn w:val="Normal"/>
    <w:autoRedefine/>
    <w:rsid w:val="004807E6"/>
    <w:pPr>
      <w:spacing w:before="360" w:after="120"/>
    </w:pPr>
    <w:rPr>
      <w:rFonts w:ascii="Helvetica" w:hAnsi="Helvetica"/>
      <w:b/>
      <w:sz w:val="32"/>
      <w:szCs w:val="32"/>
    </w:rPr>
  </w:style>
  <w:style w:type="paragraph" w:customStyle="1" w:styleId="H2">
    <w:name w:val="H2"/>
    <w:basedOn w:val="Normal"/>
    <w:rsid w:val="004807E6"/>
    <w:pPr>
      <w:widowControl w:val="0"/>
      <w:suppressAutoHyphens/>
      <w:spacing w:before="240" w:after="120"/>
    </w:pPr>
    <w:rPr>
      <w:rFonts w:ascii="Arial" w:hAnsi="Arial"/>
      <w:b/>
      <w:bCs/>
      <w:i/>
      <w:sz w:val="28"/>
      <w:szCs w:val="20"/>
    </w:rPr>
  </w:style>
  <w:style w:type="paragraph" w:customStyle="1" w:styleId="H3">
    <w:name w:val="H3"/>
    <w:basedOn w:val="H2"/>
    <w:rsid w:val="004807E6"/>
  </w:style>
  <w:style w:type="character" w:styleId="Hyperlink">
    <w:name w:val="Hyperlink"/>
    <w:basedOn w:val="DefaultParagraphFont"/>
    <w:rsid w:val="004807E6"/>
    <w:rPr>
      <w:color w:val="0000FF"/>
      <w:u w:val="single"/>
    </w:rPr>
  </w:style>
  <w:style w:type="paragraph" w:customStyle="1" w:styleId="NumList">
    <w:name w:val="NumList"/>
    <w:basedOn w:val="List"/>
    <w:autoRedefine/>
    <w:rsid w:val="004807E6"/>
    <w:pPr>
      <w:numPr>
        <w:numId w:val="9"/>
      </w:numPr>
      <w:tabs>
        <w:tab w:val="left" w:pos="288"/>
      </w:tabs>
    </w:pPr>
    <w:rPr>
      <w:szCs w:val="20"/>
    </w:rPr>
  </w:style>
  <w:style w:type="paragraph" w:customStyle="1" w:styleId="Powerpointstyles">
    <w:name w:val="Powerpoint styles"/>
    <w:basedOn w:val="Normal"/>
    <w:next w:val="Heading1"/>
    <w:rsid w:val="004807E6"/>
    <w:rPr>
      <w:rFonts w:ascii="Arial" w:hAnsi="Arial"/>
      <w:b/>
      <w:sz w:val="28"/>
    </w:rPr>
  </w:style>
  <w:style w:type="paragraph" w:customStyle="1" w:styleId="StyleFirstline025">
    <w:name w:val="Style First line:  0.25&quot;"/>
    <w:basedOn w:val="Normal"/>
    <w:rsid w:val="004807E6"/>
    <w:pPr>
      <w:ind w:firstLine="360"/>
    </w:pPr>
    <w:rPr>
      <w:szCs w:val="20"/>
    </w:rPr>
  </w:style>
  <w:style w:type="paragraph" w:styleId="Title">
    <w:name w:val="Title"/>
    <w:basedOn w:val="Normal"/>
    <w:link w:val="TitleChar"/>
    <w:qFormat/>
    <w:rsid w:val="004807E6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4807E6"/>
    <w:rPr>
      <w:rFonts w:ascii="Calibri" w:eastAsia="Times New Roman" w:hAnsi="Calibri"/>
      <w:sz w:val="32"/>
      <w:szCs w:val="24"/>
      <w:lang w:eastAsia="en-US"/>
    </w:rPr>
  </w:style>
  <w:style w:type="paragraph" w:styleId="List">
    <w:name w:val="List"/>
    <w:basedOn w:val="Normal"/>
    <w:autoRedefine/>
    <w:rsid w:val="004807E6"/>
    <w:pPr>
      <w:ind w:left="792"/>
    </w:pPr>
  </w:style>
  <w:style w:type="paragraph" w:customStyle="1" w:styleId="Question">
    <w:name w:val="Question"/>
    <w:basedOn w:val="NumList"/>
    <w:autoRedefine/>
    <w:rsid w:val="004807E6"/>
    <w:pPr>
      <w:numPr>
        <w:ilvl w:val="1"/>
        <w:numId w:val="5"/>
      </w:numPr>
      <w:ind w:left="720"/>
    </w:pPr>
  </w:style>
  <w:style w:type="paragraph" w:customStyle="1" w:styleId="ANswerChoice">
    <w:name w:val="ANswerChoice"/>
    <w:basedOn w:val="Normal"/>
    <w:autoRedefine/>
    <w:rsid w:val="004807E6"/>
    <w:pPr>
      <w:numPr>
        <w:ilvl w:val="2"/>
        <w:numId w:val="5"/>
      </w:numPr>
      <w:tabs>
        <w:tab w:val="clear" w:pos="2700"/>
        <w:tab w:val="num" w:pos="1080"/>
      </w:tabs>
      <w:ind w:left="1080" w:hanging="360"/>
    </w:pPr>
  </w:style>
  <w:style w:type="paragraph" w:styleId="Signature">
    <w:name w:val="Signature"/>
    <w:basedOn w:val="Normal"/>
    <w:link w:val="SignatureChar"/>
    <w:autoRedefine/>
    <w:rsid w:val="004807E6"/>
    <w:pPr>
      <w:jc w:val="right"/>
    </w:pPr>
    <w:rPr>
      <w:i/>
    </w:rPr>
  </w:style>
  <w:style w:type="character" w:customStyle="1" w:styleId="SignatureChar">
    <w:name w:val="Signature Char"/>
    <w:basedOn w:val="DefaultParagraphFont"/>
    <w:link w:val="Signature"/>
    <w:rsid w:val="004807E6"/>
    <w:rPr>
      <w:rFonts w:ascii="Calibri" w:eastAsia="Times New Roman" w:hAnsi="Calibri"/>
      <w:i/>
      <w:sz w:val="24"/>
      <w:szCs w:val="24"/>
      <w:lang w:eastAsia="en-US"/>
    </w:rPr>
  </w:style>
  <w:style w:type="paragraph" w:styleId="ListBullet">
    <w:name w:val="List Bullet"/>
    <w:basedOn w:val="Normal"/>
    <w:autoRedefine/>
    <w:qFormat/>
    <w:rsid w:val="004807E6"/>
    <w:pPr>
      <w:numPr>
        <w:numId w:val="6"/>
      </w:numPr>
    </w:pPr>
  </w:style>
  <w:style w:type="paragraph" w:customStyle="1" w:styleId="Extract">
    <w:name w:val="Extract"/>
    <w:basedOn w:val="Normal"/>
    <w:autoRedefine/>
    <w:rsid w:val="004807E6"/>
    <w:rPr>
      <w:rFonts w:eastAsia="MS Mincho"/>
      <w:sz w:val="23"/>
    </w:rPr>
  </w:style>
  <w:style w:type="paragraph" w:styleId="List2">
    <w:name w:val="List 2"/>
    <w:basedOn w:val="List"/>
    <w:autoRedefine/>
    <w:rsid w:val="004807E6"/>
    <w:pPr>
      <w:ind w:left="1224"/>
    </w:pPr>
  </w:style>
  <w:style w:type="paragraph" w:styleId="ListNumber">
    <w:name w:val="List Number"/>
    <w:basedOn w:val="Normal"/>
    <w:autoRedefine/>
    <w:rsid w:val="004807E6"/>
    <w:pPr>
      <w:numPr>
        <w:numId w:val="12"/>
      </w:numPr>
    </w:pPr>
  </w:style>
  <w:style w:type="paragraph" w:styleId="List3">
    <w:name w:val="List 3"/>
    <w:basedOn w:val="Normal"/>
    <w:autoRedefine/>
    <w:rsid w:val="004807E6"/>
    <w:pPr>
      <w:ind w:left="1512"/>
    </w:pPr>
  </w:style>
  <w:style w:type="paragraph" w:styleId="Subtitle">
    <w:name w:val="Subtitle"/>
    <w:basedOn w:val="CHT"/>
    <w:link w:val="SubtitleChar"/>
    <w:autoRedefine/>
    <w:qFormat/>
    <w:rsid w:val="004807E6"/>
    <w:pPr>
      <w:spacing w:after="0"/>
      <w:outlineLvl w:val="0"/>
    </w:pPr>
    <w:rPr>
      <w:rFonts w:cs="Arial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4807E6"/>
    <w:rPr>
      <w:rFonts w:ascii="Arial Black" w:eastAsia="Times New Roman" w:hAnsi="Arial Black" w:cs="Arial"/>
      <w:sz w:val="32"/>
      <w:szCs w:val="32"/>
      <w:lang w:eastAsia="en-US"/>
    </w:rPr>
  </w:style>
  <w:style w:type="paragraph" w:customStyle="1" w:styleId="Body1">
    <w:name w:val="Body1"/>
    <w:basedOn w:val="Normal"/>
    <w:autoRedefine/>
    <w:rsid w:val="004807E6"/>
    <w:pPr>
      <w:spacing w:after="120"/>
    </w:pPr>
  </w:style>
  <w:style w:type="paragraph" w:styleId="ListParagraph">
    <w:name w:val="List Paragraph"/>
    <w:basedOn w:val="Normal"/>
    <w:uiPriority w:val="34"/>
    <w:qFormat/>
    <w:rsid w:val="00535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ly\Documents\Documents\AAAMarketing_MyDocs\Ancillaries\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Instructors Manual template</Template>
  <TotalTime>46</TotalTime>
  <Pages>6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Colorado at Boulder</Company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Mood</dc:creator>
  <cp:lastModifiedBy>intern1</cp:lastModifiedBy>
  <cp:revision>11</cp:revision>
  <cp:lastPrinted>2014-02-18T18:15:00Z</cp:lastPrinted>
  <dcterms:created xsi:type="dcterms:W3CDTF">2015-02-20T17:01:00Z</dcterms:created>
  <dcterms:modified xsi:type="dcterms:W3CDTF">2015-03-16T21:35:00Z</dcterms:modified>
</cp:coreProperties>
</file>