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1A" w:rsidRPr="00CC7B1B" w:rsidRDefault="00B071E4" w:rsidP="0077701A">
      <w:pPr>
        <w:autoSpaceDE w:val="0"/>
        <w:autoSpaceDN w:val="0"/>
        <w:adjustRightInd w:val="0"/>
        <w:spacing w:after="0" w:line="240" w:lineRule="auto"/>
        <w:rPr>
          <w:rFonts w:ascii="Times New Roman" w:hAnsi="Times New Roman"/>
          <w:b/>
          <w:sz w:val="24"/>
          <w:szCs w:val="24"/>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F059C4">
        <w:rPr>
          <w:rFonts w:ascii="Times New Roman" w:hAnsi="Times New Roman"/>
          <w:b/>
          <w:sz w:val="24"/>
          <w:szCs w:val="24"/>
        </w:rPr>
        <w:t>.12</w:t>
      </w:r>
    </w:p>
    <w:p w:rsidR="0077701A" w:rsidRPr="00CC7B1B" w:rsidRDefault="0077701A" w:rsidP="0077701A">
      <w:pPr>
        <w:autoSpaceDE w:val="0"/>
        <w:autoSpaceDN w:val="0"/>
        <w:adjustRightInd w:val="0"/>
        <w:spacing w:after="0" w:line="240" w:lineRule="auto"/>
        <w:rPr>
          <w:rFonts w:ascii="Times New Roman" w:hAnsi="Times New Roman"/>
          <w:b/>
          <w:bCs/>
          <w:color w:val="00FFFF"/>
          <w:sz w:val="24"/>
          <w:szCs w:val="19"/>
        </w:rPr>
      </w:pPr>
    </w:p>
    <w:p w:rsidR="00F059C4" w:rsidRPr="00F059C4" w:rsidRDefault="00F059C4" w:rsidP="00F059C4">
      <w:pPr>
        <w:spacing w:before="60" w:after="60" w:line="240" w:lineRule="auto"/>
        <w:ind w:right="-630"/>
        <w:rPr>
          <w:rFonts w:ascii="Times New Roman" w:eastAsia="Times New Roman" w:hAnsi="Times New Roman"/>
          <w:sz w:val="20"/>
          <w:szCs w:val="20"/>
        </w:rPr>
      </w:pPr>
      <w:r w:rsidRPr="00F059C4">
        <w:rPr>
          <w:rFonts w:ascii="Times New Roman" w:eastAsia="Times New Roman" w:hAnsi="Times New Roman"/>
          <w:sz w:val="20"/>
          <w:szCs w:val="20"/>
        </w:rPr>
        <w:pict>
          <v:group id="_x0000_s1032" style="position:absolute;margin-left:352.15pt;margin-top:20.1pt;width:54pt;height:135pt;z-index:251660288" coordorigin="8181,1984" coordsize="1080,2700">
            <v:line id="_x0000_s1033" style="position:absolute" from="8541,4144" to="9081,4144"/>
            <v:line id="_x0000_s1034" style="position:absolute;flip:y" from="8796,2164" to="8796,4144" strokeweight="1pt">
              <v:stroke endarrow="block"/>
            </v:line>
            <v:shapetype id="_x0000_t202" coordsize="21600,21600" o:spt="202" path="m,l,21600r21600,l21600,xe">
              <v:stroke joinstyle="miter"/>
              <v:path gradientshapeok="t" o:connecttype="rect"/>
            </v:shapetype>
            <v:shape id="_x0000_s1035" type="#_x0000_t202" style="position:absolute;left:8181;top:4144;width:1080;height:540;mso-wrap-edited:f" wrapcoords="0 0 21600 0 21600 21600 0 21600 0 0" filled="f" stroked="f">
              <v:textbox>
                <w:txbxContent>
                  <w:p w:rsidR="00F059C4" w:rsidRDefault="00F059C4" w:rsidP="00F059C4">
                    <w:pPr>
                      <w:jc w:val="center"/>
                    </w:pPr>
                    <w:r>
                      <w:t>Sea level</w:t>
                    </w:r>
                  </w:p>
                </w:txbxContent>
              </v:textbox>
            </v:shape>
            <v:shape id="_x0000_s1036" type="#_x0000_t202" style="position:absolute;left:8421;top:1984;width:480;height:540;mso-wrap-edited:f" wrapcoords="0 0 21600 0 21600 21600 0 21600 0 0" filled="f" stroked="f">
              <v:textbox>
                <w:txbxContent>
                  <w:p w:rsidR="00F059C4" w:rsidRDefault="00F059C4" w:rsidP="00F059C4">
                    <w:pPr>
                      <w:jc w:val="center"/>
                      <w:rPr>
                        <w:i/>
                        <w:iCs/>
                      </w:rPr>
                    </w:pPr>
                    <w:r>
                      <w:rPr>
                        <w:i/>
                        <w:iCs/>
                      </w:rPr>
                      <w:t>z</w:t>
                    </w:r>
                  </w:p>
                </w:txbxContent>
              </v:textbox>
            </v:shape>
            <v:shape id="_x0000_s1037" type="#_x0000_t202" style="position:absolute;left:8361;top:3784;width:660;height:360;mso-wrap-edited:f" wrapcoords="0 0 21600 0 21600 21600 0 21600 0 0" filled="f" stroked="f">
              <v:textbox>
                <w:txbxContent>
                  <w:p w:rsidR="00F059C4" w:rsidRDefault="00F059C4" w:rsidP="00F059C4">
                    <w:pPr>
                      <w:jc w:val="center"/>
                    </w:pPr>
                    <w:r>
                      <w:t>0</w:t>
                    </w:r>
                  </w:p>
                </w:txbxContent>
              </v:textbox>
            </v:shape>
          </v:group>
        </w:pict>
      </w:r>
      <w:r w:rsidRPr="00F059C4">
        <w:rPr>
          <w:rFonts w:ascii="Times New Roman" w:eastAsia="Times New Roman" w:hAnsi="Times New Roman"/>
          <w:sz w:val="20"/>
          <w:szCs w:val="20"/>
        </w:rPr>
        <w:t>The variation of gravitational acceleration above the sea level is given as a function of altitude. The height at which the weight of a body will decrease by 0.3% is to be determined.</w:t>
      </w:r>
    </w:p>
    <w:p w:rsidR="00F059C4" w:rsidRPr="00F059C4" w:rsidRDefault="00F059C4" w:rsidP="00F059C4">
      <w:pPr>
        <w:spacing w:before="60" w:after="60" w:line="240" w:lineRule="auto"/>
        <w:rPr>
          <w:rFonts w:ascii="Times New Roman" w:eastAsia="Times New Roman" w:hAnsi="Times New Roman"/>
          <w:sz w:val="20"/>
          <w:szCs w:val="20"/>
        </w:rPr>
      </w:pPr>
      <w:r w:rsidRPr="00F059C4">
        <w:rPr>
          <w:rFonts w:ascii="Times New Roman" w:eastAsia="Times New Roman" w:hAnsi="Times New Roman"/>
          <w:b/>
          <w:i/>
          <w:sz w:val="20"/>
          <w:szCs w:val="20"/>
        </w:rPr>
        <w:t xml:space="preserve">Analysis </w:t>
      </w:r>
      <w:r w:rsidRPr="00F059C4">
        <w:rPr>
          <w:rFonts w:ascii="Times New Roman" w:eastAsia="Times New Roman" w:hAnsi="Times New Roman"/>
          <w:sz w:val="20"/>
          <w:szCs w:val="20"/>
        </w:rPr>
        <w:t xml:space="preserve">  The weight of a body at the elevation z can be expressed as</w:t>
      </w:r>
    </w:p>
    <w:p w:rsidR="00F059C4" w:rsidRPr="00F059C4" w:rsidRDefault="00F059C4" w:rsidP="00F059C4">
      <w:pPr>
        <w:spacing w:before="60" w:after="60" w:line="240" w:lineRule="auto"/>
        <w:rPr>
          <w:rFonts w:ascii="Times New Roman" w:eastAsia="Times New Roman" w:hAnsi="Times New Roman"/>
          <w:sz w:val="20"/>
          <w:szCs w:val="20"/>
        </w:rPr>
      </w:pPr>
      <w:r w:rsidRPr="00F059C4">
        <w:rPr>
          <w:rFonts w:ascii="Times New Roman" w:eastAsia="Times New Roman" w:hAnsi="Times New Roman"/>
          <w:sz w:val="20"/>
          <w:szCs w:val="20"/>
        </w:rPr>
        <w:tab/>
      </w:r>
      <w:r w:rsidRPr="00F059C4">
        <w:rPr>
          <w:rFonts w:ascii="Times New Roman" w:eastAsia="Times New Roman" w:hAnsi="Times New Roman"/>
          <w:position w:val="-10"/>
          <w:sz w:val="20"/>
          <w:szCs w:val="20"/>
        </w:rPr>
        <w:object w:dxaOrig="27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38pt;height:15.75pt" o:ole="">
            <v:imagedata r:id="rId7" o:title=""/>
          </v:shape>
          <o:OLEObject Type="Embed" ProgID="Equation" ShapeID="_x0000_i1079" DrawAspect="Content" ObjectID="_1517031405" r:id="rId8"/>
        </w:object>
      </w:r>
    </w:p>
    <w:p w:rsidR="00F059C4" w:rsidRPr="00F059C4" w:rsidRDefault="00F059C4" w:rsidP="00F059C4">
      <w:pPr>
        <w:spacing w:before="60" w:after="60" w:line="240" w:lineRule="auto"/>
        <w:rPr>
          <w:rFonts w:ascii="Times New Roman" w:eastAsia="Times New Roman" w:hAnsi="Times New Roman"/>
          <w:sz w:val="20"/>
          <w:szCs w:val="20"/>
        </w:rPr>
      </w:pPr>
      <w:r w:rsidRPr="00F059C4">
        <w:rPr>
          <w:rFonts w:ascii="Times New Roman" w:eastAsia="Times New Roman" w:hAnsi="Times New Roman"/>
          <w:sz w:val="20"/>
          <w:szCs w:val="20"/>
        </w:rPr>
        <w:t>In our case,</w:t>
      </w:r>
    </w:p>
    <w:p w:rsidR="00F059C4" w:rsidRPr="00F059C4" w:rsidRDefault="00F059C4" w:rsidP="00F059C4">
      <w:pPr>
        <w:spacing w:before="60" w:after="60" w:line="240" w:lineRule="auto"/>
        <w:rPr>
          <w:rFonts w:ascii="Times New Roman" w:eastAsia="Times New Roman" w:hAnsi="Times New Roman"/>
          <w:sz w:val="20"/>
          <w:szCs w:val="20"/>
        </w:rPr>
      </w:pPr>
      <w:r w:rsidRPr="00F059C4">
        <w:rPr>
          <w:rFonts w:ascii="Times New Roman" w:eastAsia="Times New Roman" w:hAnsi="Times New Roman"/>
          <w:sz w:val="20"/>
          <w:szCs w:val="20"/>
        </w:rPr>
        <w:tab/>
      </w:r>
      <w:r w:rsidRPr="00F059C4">
        <w:rPr>
          <w:rFonts w:ascii="Times New Roman" w:eastAsia="Times New Roman" w:hAnsi="Times New Roman"/>
          <w:position w:val="-10"/>
          <w:sz w:val="20"/>
          <w:szCs w:val="20"/>
        </w:rPr>
        <w:object w:dxaOrig="5160" w:dyaOrig="300">
          <v:shape id="_x0000_i1080" type="#_x0000_t75" style="width:258pt;height:15pt" o:ole="">
            <v:imagedata r:id="rId9" o:title=""/>
          </v:shape>
          <o:OLEObject Type="Embed" ProgID="Equation.DSMT4" ShapeID="_x0000_i1080" DrawAspect="Content" ObjectID="_1517031406" r:id="rId10"/>
        </w:object>
      </w:r>
    </w:p>
    <w:p w:rsidR="00F059C4" w:rsidRPr="00F059C4" w:rsidRDefault="00F059C4" w:rsidP="00F059C4">
      <w:pPr>
        <w:spacing w:before="60" w:after="60" w:line="240" w:lineRule="auto"/>
        <w:rPr>
          <w:rFonts w:ascii="Times New Roman" w:eastAsia="Times New Roman" w:hAnsi="Times New Roman"/>
          <w:sz w:val="20"/>
          <w:szCs w:val="20"/>
        </w:rPr>
      </w:pPr>
      <w:r w:rsidRPr="00F059C4">
        <w:rPr>
          <w:rFonts w:ascii="Times New Roman" w:eastAsia="Times New Roman" w:hAnsi="Times New Roman"/>
          <w:sz w:val="20"/>
          <w:szCs w:val="20"/>
        </w:rPr>
        <w:t>Substituting,</w:t>
      </w:r>
    </w:p>
    <w:p w:rsidR="00F059C4" w:rsidRPr="00F059C4" w:rsidRDefault="00F059C4" w:rsidP="00F059C4">
      <w:pPr>
        <w:spacing w:before="60" w:after="60" w:line="240" w:lineRule="auto"/>
        <w:rPr>
          <w:rFonts w:ascii="Times New Roman" w:eastAsia="Times New Roman" w:hAnsi="Times New Roman"/>
          <w:sz w:val="20"/>
          <w:szCs w:val="20"/>
        </w:rPr>
      </w:pPr>
      <w:r w:rsidRPr="00F059C4">
        <w:rPr>
          <w:rFonts w:ascii="Times New Roman" w:eastAsia="Times New Roman" w:hAnsi="Times New Roman"/>
          <w:sz w:val="20"/>
          <w:szCs w:val="20"/>
        </w:rPr>
        <w:tab/>
      </w:r>
      <w:r w:rsidRPr="00F059C4">
        <w:rPr>
          <w:rFonts w:ascii="Times New Roman" w:eastAsia="Times New Roman" w:hAnsi="Times New Roman"/>
          <w:position w:val="-10"/>
          <w:sz w:val="20"/>
          <w:szCs w:val="20"/>
        </w:rPr>
        <w:object w:dxaOrig="4640" w:dyaOrig="360">
          <v:shape id="_x0000_i1081" type="#_x0000_t75" style="width:231.75pt;height:18pt" o:ole="" fillcolor="window">
            <v:imagedata r:id="rId11" o:title=""/>
          </v:shape>
          <o:OLEObject Type="Embed" ProgID="Equation.3" ShapeID="_x0000_i1081" DrawAspect="Content" ObjectID="_1517031407" r:id="rId12"/>
        </w:object>
      </w:r>
    </w:p>
    <w:p w:rsidR="00F059C4" w:rsidRPr="00F059C4" w:rsidRDefault="00F059C4" w:rsidP="00F059C4">
      <w:pPr>
        <w:spacing w:before="60" w:after="60" w:line="240" w:lineRule="auto"/>
        <w:rPr>
          <w:rFonts w:ascii="Times New Roman" w:eastAsia="MS Mincho" w:hAnsi="Times New Roman"/>
          <w:b/>
          <w:sz w:val="20"/>
          <w:szCs w:val="20"/>
        </w:rPr>
      </w:pPr>
    </w:p>
    <w:p w:rsidR="00F059C4" w:rsidRPr="00F059C4" w:rsidRDefault="00F059C4" w:rsidP="00F059C4">
      <w:pPr>
        <w:spacing w:before="60" w:after="60" w:line="240" w:lineRule="auto"/>
        <w:rPr>
          <w:rFonts w:ascii="Times New Roman" w:eastAsia="MS Mincho" w:hAnsi="Times New Roman"/>
          <w:b/>
          <w:sz w:val="20"/>
          <w:szCs w:val="20"/>
        </w:rPr>
      </w:pPr>
    </w:p>
    <w:p w:rsidR="00F059C4" w:rsidRPr="00F059C4" w:rsidRDefault="00F059C4" w:rsidP="00F059C4">
      <w:pPr>
        <w:spacing w:before="60" w:after="60" w:line="240" w:lineRule="auto"/>
        <w:rPr>
          <w:rFonts w:ascii="Times New Roman" w:eastAsia="MS Mincho" w:hAnsi="Times New Roman"/>
          <w:b/>
          <w:sz w:val="20"/>
          <w:szCs w:val="20"/>
        </w:rPr>
      </w:pPr>
    </w:p>
    <w:p w:rsidR="00EB6C6E" w:rsidRPr="00CC7B1B" w:rsidRDefault="00EB6C6E" w:rsidP="00514FF0">
      <w:pPr>
        <w:spacing w:before="40" w:after="40" w:line="240" w:lineRule="auto"/>
        <w:jc w:val="both"/>
        <w:rPr>
          <w:rFonts w:ascii="Times New Roman" w:hAnsi="Times New Roman"/>
          <w:sz w:val="20"/>
          <w:szCs w:val="24"/>
        </w:rPr>
      </w:pPr>
    </w:p>
    <w:sectPr w:rsidR="00EB6C6E" w:rsidRPr="00CC7B1B" w:rsidSect="00732C80">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53F19"/>
    <w:rsid w:val="00180780"/>
    <w:rsid w:val="00197E0B"/>
    <w:rsid w:val="001C46FF"/>
    <w:rsid w:val="001F2C09"/>
    <w:rsid w:val="00206D78"/>
    <w:rsid w:val="00230164"/>
    <w:rsid w:val="002A70C8"/>
    <w:rsid w:val="002D506D"/>
    <w:rsid w:val="002D7FDF"/>
    <w:rsid w:val="00310672"/>
    <w:rsid w:val="00333FB2"/>
    <w:rsid w:val="003B671F"/>
    <w:rsid w:val="004009C3"/>
    <w:rsid w:val="00425BF7"/>
    <w:rsid w:val="00433055"/>
    <w:rsid w:val="00491ADD"/>
    <w:rsid w:val="004F51CE"/>
    <w:rsid w:val="00514FF0"/>
    <w:rsid w:val="005456B1"/>
    <w:rsid w:val="005474E7"/>
    <w:rsid w:val="00574BEA"/>
    <w:rsid w:val="005F18E5"/>
    <w:rsid w:val="0067737B"/>
    <w:rsid w:val="00684E7A"/>
    <w:rsid w:val="006A0BAC"/>
    <w:rsid w:val="006A38B0"/>
    <w:rsid w:val="006C3DE2"/>
    <w:rsid w:val="00732C80"/>
    <w:rsid w:val="00752F5B"/>
    <w:rsid w:val="00771C39"/>
    <w:rsid w:val="00772ABB"/>
    <w:rsid w:val="00772BEC"/>
    <w:rsid w:val="0077701A"/>
    <w:rsid w:val="007D6680"/>
    <w:rsid w:val="008315B9"/>
    <w:rsid w:val="00865D23"/>
    <w:rsid w:val="00871E37"/>
    <w:rsid w:val="008A057A"/>
    <w:rsid w:val="008E7DA1"/>
    <w:rsid w:val="009064B3"/>
    <w:rsid w:val="00945824"/>
    <w:rsid w:val="00972759"/>
    <w:rsid w:val="009A30B3"/>
    <w:rsid w:val="00A24B33"/>
    <w:rsid w:val="00A2746F"/>
    <w:rsid w:val="00A67BE8"/>
    <w:rsid w:val="00A82309"/>
    <w:rsid w:val="00A841DF"/>
    <w:rsid w:val="00AE7795"/>
    <w:rsid w:val="00B071E4"/>
    <w:rsid w:val="00B4297D"/>
    <w:rsid w:val="00B8047E"/>
    <w:rsid w:val="00B8145D"/>
    <w:rsid w:val="00C04876"/>
    <w:rsid w:val="00C07EEE"/>
    <w:rsid w:val="00C10612"/>
    <w:rsid w:val="00CA2E81"/>
    <w:rsid w:val="00CC7B1B"/>
    <w:rsid w:val="00D64378"/>
    <w:rsid w:val="00D92AA6"/>
    <w:rsid w:val="00DA6541"/>
    <w:rsid w:val="00DB4131"/>
    <w:rsid w:val="00E00BD2"/>
    <w:rsid w:val="00E05648"/>
    <w:rsid w:val="00E244DC"/>
    <w:rsid w:val="00E4573E"/>
    <w:rsid w:val="00E479BB"/>
    <w:rsid w:val="00E6232D"/>
    <w:rsid w:val="00E96E0F"/>
    <w:rsid w:val="00EB6C6E"/>
    <w:rsid w:val="00EC1FEC"/>
    <w:rsid w:val="00ED7456"/>
    <w:rsid w:val="00F059C4"/>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55</Words>
  <Characters>317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2016-02-15T16:49:00Z</dcterms:created>
  <dcterms:modified xsi:type="dcterms:W3CDTF">2016-02-15T16:49:00Z</dcterms:modified>
</cp:coreProperties>
</file>